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F6C2D" w14:textId="2228BE3C" w:rsidR="00635AC0" w:rsidRPr="00B94A0F" w:rsidRDefault="00635AC0" w:rsidP="00F60440">
      <w:pPr>
        <w:rPr>
          <w:lang w:val="en-GB"/>
        </w:rPr>
      </w:pPr>
    </w:p>
    <w:tbl>
      <w:tblPr>
        <w:tblW w:w="88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"/>
        <w:gridCol w:w="2948"/>
        <w:gridCol w:w="600"/>
        <w:gridCol w:w="600"/>
        <w:gridCol w:w="265"/>
        <w:gridCol w:w="600"/>
        <w:gridCol w:w="600"/>
        <w:gridCol w:w="600"/>
        <w:gridCol w:w="367"/>
        <w:gridCol w:w="367"/>
        <w:gridCol w:w="600"/>
        <w:gridCol w:w="600"/>
        <w:gridCol w:w="367"/>
      </w:tblGrid>
      <w:tr w:rsidR="00B94A0F" w:rsidRPr="00B94A0F" w14:paraId="64C452D2" w14:textId="77777777" w:rsidTr="00B94A0F">
        <w:trPr>
          <w:trHeight w:hRule="exact" w:val="737"/>
        </w:trPr>
        <w:tc>
          <w:tcPr>
            <w:tcW w:w="88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DED45" w14:textId="4D677BD1" w:rsidR="00B94A0F" w:rsidRPr="00B94A0F" w:rsidRDefault="00B94A0F" w:rsidP="00B94A0F">
            <w:pPr>
              <w:spacing w:line="240" w:lineRule="auto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 xml:space="preserve">Supplementary Table 1. </w:t>
            </w: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Relationships between twin, diamniotic, dichorionic pregnancy (vs. singleton pregnancy) and relevant parameters (with significant variable importance, p&lt;0.05) in serum from umbilical artery at labour as evaluated by OPLS and ordinary multiple regression (OMR) models (for details see Statistical analysis)</w:t>
            </w:r>
          </w:p>
        </w:tc>
      </w:tr>
      <w:tr w:rsidR="00B94A0F" w:rsidRPr="00B94A0F" w14:paraId="7B3DD205" w14:textId="77777777" w:rsidTr="00B94A0F">
        <w:trPr>
          <w:trHeight w:hRule="exact" w:val="567"/>
        </w:trPr>
        <w:tc>
          <w:tcPr>
            <w:tcW w:w="367" w:type="dxa"/>
            <w:tcBorders>
              <w:bottom w:val="nil"/>
              <w:right w:val="nil"/>
            </w:tcBorders>
            <w:shd w:val="clear" w:color="auto" w:fill="auto"/>
            <w:noWrap/>
            <w:hideMark/>
          </w:tcPr>
          <w:p w14:paraId="5AAA2B90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4D561505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3632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A713542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OPLS, predictive component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64151A03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E742D8B" w14:textId="77777777" w:rsid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Multiple</w:t>
            </w:r>
          </w:p>
          <w:p w14:paraId="1893DACE" w14:textId="09C1E4D3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regression</w:t>
            </w:r>
          </w:p>
        </w:tc>
      </w:tr>
      <w:tr w:rsidR="00B94A0F" w:rsidRPr="00B94A0F" w14:paraId="3D6373A1" w14:textId="77777777" w:rsidTr="00B94A0F">
        <w:trPr>
          <w:trHeight w:hRule="exact" w:val="851"/>
        </w:trPr>
        <w:tc>
          <w:tcPr>
            <w:tcW w:w="36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0B12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871C2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Variable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6940C623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Variable importance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21782196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t-statistics</w:t>
            </w:r>
          </w:p>
          <w:p w14:paraId="547B9726" w14:textId="190CF74E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246267D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Component loading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6E36978B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t-statistics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3C82B68C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R</w:t>
            </w:r>
            <w:r w:rsidRPr="00B94A0F">
              <w:rPr>
                <w:rFonts w:eastAsia="Times New Roman" w:cs="Calibri"/>
                <w:i/>
                <w:iCs/>
                <w:sz w:val="16"/>
                <w:szCs w:val="16"/>
                <w:vertAlign w:val="superscript"/>
                <w:lang w:val="en-GB" w:eastAsia="cs-CZ"/>
              </w:rPr>
              <w:t>a</w:t>
            </w:r>
          </w:p>
          <w:p w14:paraId="770E2824" w14:textId="58FEA813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7526D42D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6DA6C026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Regression coefficient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48B412BF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t-statistics</w:t>
            </w:r>
          </w:p>
          <w:p w14:paraId="2ACE0A07" w14:textId="4911BE08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</w:tr>
      <w:tr w:rsidR="00B94A0F" w:rsidRPr="00B94A0F" w14:paraId="1595C0A6" w14:textId="77777777" w:rsidTr="005D7A81">
        <w:trPr>
          <w:trHeight w:hRule="exact" w:val="227"/>
        </w:trPr>
        <w:tc>
          <w:tcPr>
            <w:tcW w:w="367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B57AD19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EXPLAINING VARIABLES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8681B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Gestational age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EAD59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1.21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D0B7F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5.02</w:t>
            </w:r>
          </w:p>
        </w:tc>
        <w:tc>
          <w:tcPr>
            <w:tcW w:w="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ECAA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10F08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-0.190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A7FBF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-6.29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940E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-0.584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3DCD6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BF26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F5293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-0.102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FC697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-3.52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26BFD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B94A0F" w:rsidRPr="00B94A0F" w14:paraId="39A8AA53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2D0C5DF9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DDFBD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Pregnenolone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D3E09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0.918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1BA16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3.38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C9729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F070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0.162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7CBEE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3.55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76219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0.500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1D7E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73E66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7771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0.077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00037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2.93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539D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</w:tr>
      <w:tr w:rsidR="00B94A0F" w:rsidRPr="00B94A0F" w14:paraId="012CEB9E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69AF4FE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568A6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Pregnenolone,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C80DF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1.032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8B950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2.38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A04C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5ADF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-0.187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24A1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-2.51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F2C00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-0.577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7CAFA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29D8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2338A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-0.099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FF366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-3.49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67B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B94A0F" w:rsidRPr="00B94A0F" w14:paraId="467EC1B0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3357C3EC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3FF10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16α-</w:t>
            </w:r>
            <w:proofErr w:type="spellStart"/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Hydroxypregnenolone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CF559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1.225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D221C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3.88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270A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88065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0.211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298B4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3.89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90E74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0.648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C428C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1B67E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047A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0.054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F63CE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1.64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CB7A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2C33DC5E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07D969E3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FE0FD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20α-</w:t>
            </w:r>
            <w:proofErr w:type="spellStart"/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Dihydropregnenolone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7143D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1.27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04931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4.14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4BF54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F452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0.209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5E2E7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5.04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8E17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0.644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DB77C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4F38D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04A73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0.091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52300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3.43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C8F5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B94A0F" w:rsidRPr="00B94A0F" w14:paraId="610CB36F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5C99BADE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2C3BF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Dehydroepiandrosterone,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C3BD8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0.994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0B5EB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3.67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FDA2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0E594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-0.182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44FAF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-4.07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1BC26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-0.562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BD3E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CED15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FFE5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-0.098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8AFB0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-5.25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8AEF5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B94A0F" w:rsidRPr="00B94A0F" w14:paraId="358BBBB8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3F4C9FA3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02C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7-oxo-DHEA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8B94D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0.86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9A88C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3.08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3DA13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1F539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0.135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9823E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66BFF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0.409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A0FEB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194FF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DC065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AC0A6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0.29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D97F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7D91D515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4CAD454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7A0EA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proofErr w:type="spellStart"/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Androstenediol</w:t>
            </w:r>
            <w:proofErr w:type="spellEnd"/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0EF9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0.62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C1164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2.51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063D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34FD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-0.107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DBE3A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-3.50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79B9F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-0.331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A19D2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D7F2E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4E526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-0.027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7A9AF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-0.88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9855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179F5734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5EA88F85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6DC21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17-Hydroxyprogesterone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864D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0.455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8072C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2.52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7FC9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25CB6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0.065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97F2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1.94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0F2FC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0.200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67FBF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F7FD4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BFC1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0.016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443DA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0.57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BDBE2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30D89962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56E1212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1EF60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17,20α-Dihydroxy-4-pregnene-3-one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8E24F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0.623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EBF87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2.26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654D0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0A74D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0.084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EF2A4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F43DD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0.257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B374B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5396C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C3C4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0.017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B26C0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0.54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407B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01C3BB97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00811142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FBD7B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20α-</w:t>
            </w:r>
            <w:proofErr w:type="spellStart"/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Dihydroprogesterone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13D8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0.945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703BC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3.02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71AF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23D24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0.175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04586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4.00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80F67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0.536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3C793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C0E45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4BEC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9B4B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0.14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737C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58847B35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4D0051B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BCCBA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proofErr w:type="spellStart"/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Estradiol</w:t>
            </w:r>
            <w:proofErr w:type="spellEnd"/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9ADA0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0.852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6937E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2.75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4FD5F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912FB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0.173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A0F7B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2.95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0DBE5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0.539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09D7C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667DA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AECD1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0.022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BC080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0.68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4DFA4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0A70FD37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6D7777EB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6025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5α-</w:t>
            </w:r>
            <w:proofErr w:type="spellStart"/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Dihydroprogesterone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522F7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1.248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B280F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4.70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CA87B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85923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0.207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0877B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5.55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A4582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0.634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9858A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4B58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4F74C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0.051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0172B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1.27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B080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36C318EC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2BAECADF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A713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Allopregnanolone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B6A7A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1.131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0BDC9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9.26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D9E56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02CAD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0.200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E9DBF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6.40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68B5E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0.614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D83F9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C8D5E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84BE7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0.035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C763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2.40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22571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</w:tr>
      <w:tr w:rsidR="00B94A0F" w:rsidRPr="00B94A0F" w14:paraId="6B69A657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759FEA6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05500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Allopregnanolone,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9A3EA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0.662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2035B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2.04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76824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2FBC0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0.114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EA51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9D8AD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0.359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A47FA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2792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2FF81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-0.009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0CE2F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-0.40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29E23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761FE313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4F1F3ABC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D241F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proofErr w:type="spellStart"/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Isopregnanolone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B3B3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1.511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D8602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12.29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AEC7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E8719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0.260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172D8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23.47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F9B1D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0.798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E8ECA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89A65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80BAD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0.063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4D6C5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2.98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02532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</w:tr>
      <w:tr w:rsidR="00B94A0F" w:rsidRPr="00B94A0F" w14:paraId="3CD50EAF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4057500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60DC2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5α,20α-</w:t>
            </w:r>
            <w:proofErr w:type="spellStart"/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Tetrahydroprogesterone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B6ED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1.309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867DA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7.94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51A84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731C3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0.235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CF0B1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7.49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A6AAE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0.722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476A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F7BCE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D86EB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0.034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DD397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2.15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B291D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</w:tr>
      <w:tr w:rsidR="00B94A0F" w:rsidRPr="00B94A0F" w14:paraId="6252812B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54A11E8C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DCBEF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5α-Pregnane-3α,20α-diol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558F4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1.267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26D46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8.12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6C7BC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93EB5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0.218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5D34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6.34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F5741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0.669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3176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5AC80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77B6C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0.049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6BEAC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3.66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D7732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B94A0F" w:rsidRPr="00B94A0F" w14:paraId="119C1BB4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12323DD1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A43AF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5α-Pregnane-3α,20α-diol,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525C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0.791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B7FB1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2.49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9532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8E96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0.144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0C7CA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2.79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D6C2D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0.449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B9B05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6C9CA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7FBFC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0.019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AD5D4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0.73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9F36B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4C66D574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2CDF74F9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75139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5α-Pregnane-3β,20α-diol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3A63D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1.525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D4449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9.48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15AFF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C9E24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0.275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B72B8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10.89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B3B2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0.844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665A4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6245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CED55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0.063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938B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2.91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E2825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</w:tr>
      <w:tr w:rsidR="00B94A0F" w:rsidRPr="00B94A0F" w14:paraId="26BF27FB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20179DF5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3792D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5α-Pregnane-3β,20α-diol,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C7D88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0.907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87724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3.29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F646A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C032A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0.152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20EC4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D4AFF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0.475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2F1A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D656B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873DE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0.023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1D5C1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1.14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2193E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25FD61AD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0E6D947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54943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17-Hydroxyallopregnanolone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85360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0.854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36104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3.48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DB9CF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E0E7F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0.147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EDEE1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3.67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90ED1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0.450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A40CA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46F8E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88330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91CB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0.45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EEBEB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2336C621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0498F262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7467B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17-Hydroxyallopregnanolone,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7D552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0.506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F6F59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2.58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F8AE4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01356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0.078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2A129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2.33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D7058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0.236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BC0A1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9A019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FE774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-0.031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F1719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-2.09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5D845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</w:tr>
      <w:tr w:rsidR="00B94A0F" w:rsidRPr="00B94A0F" w14:paraId="22AE2F4C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075BAB85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FC463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17-Hydroxypregnanolone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F736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0.678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1A603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2.88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AA14D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AC324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0.093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D1073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2.93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CD37C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0.283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A0F5F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C6264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7569F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0.021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2BF66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0.54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550EC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032B9BD2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0F594DFB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141B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17-Hydroxypregnanolone,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2F7C6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0.812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84F28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2.97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17E6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B438F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0.110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B8E61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1.87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1F961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0.339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8C56C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A8923" w14:textId="77777777" w:rsidR="00B94A0F" w:rsidRPr="00B94A0F" w:rsidRDefault="00B94A0F" w:rsidP="00B94A0F">
            <w:pPr>
              <w:spacing w:line="240" w:lineRule="auto"/>
              <w:jc w:val="left"/>
              <w:rPr>
                <w:rFonts w:ascii="Times New Roman" w:eastAsia="Times New Roman" w:hAnsi="Times New Roman"/>
                <w:color w:val="auto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BF9CD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0.028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B1181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1.47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B4824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54983792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3B057BD0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BC111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5α-Pregnane-3α,17,20α-triol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A863D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0.678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C9C90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2.54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F2850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6366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0.075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40DD5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1.54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36CB0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0.229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D5A4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D346E" w14:textId="77777777" w:rsidR="00B94A0F" w:rsidRPr="00B94A0F" w:rsidRDefault="00B94A0F" w:rsidP="00B94A0F">
            <w:pPr>
              <w:spacing w:line="240" w:lineRule="auto"/>
              <w:jc w:val="left"/>
              <w:rPr>
                <w:rFonts w:ascii="Times New Roman" w:eastAsia="Times New Roman" w:hAnsi="Times New Roman"/>
                <w:color w:val="auto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12340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0.024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20613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1.25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FC6BD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12627037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6E98BFFE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A58F3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Androsterone,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34EDA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0.793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4BC4F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1.95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92EF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B94C5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-0.158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17A4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-2.27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2D2C1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-0.486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C30B2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4FCCC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2F9C0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-0.094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3F3D9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-4.03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E8F0B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B94A0F" w:rsidRPr="00B94A0F" w14:paraId="6B26C23B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6577B1F0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23ABA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5α-Androstane-3α,17β-diol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3B2AF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0.777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AB77F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1.95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E4766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5D9BD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0.114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EFEA7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1.46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C2217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0.345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4828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05B66" w14:textId="77777777" w:rsidR="00B94A0F" w:rsidRPr="00B94A0F" w:rsidRDefault="00B94A0F" w:rsidP="00B94A0F">
            <w:pPr>
              <w:spacing w:line="240" w:lineRule="auto"/>
              <w:jc w:val="left"/>
              <w:rPr>
                <w:rFonts w:ascii="Times New Roman" w:eastAsia="Times New Roman" w:hAnsi="Times New Roman"/>
                <w:color w:val="auto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F1054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0.042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229CD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1.62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A7BA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7CB1289D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48F6485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23C00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5α-Androstane-3α,17β-diol,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49249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0.709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CBC87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2.03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9883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BABE1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0.094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DA0EA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1.42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32A77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0.295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101EE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3D41D" w14:textId="77777777" w:rsidR="00B94A0F" w:rsidRPr="00B94A0F" w:rsidRDefault="00B94A0F" w:rsidP="00B94A0F">
            <w:pPr>
              <w:spacing w:line="240" w:lineRule="auto"/>
              <w:jc w:val="left"/>
              <w:rPr>
                <w:rFonts w:ascii="Times New Roman" w:eastAsia="Times New Roman" w:hAnsi="Times New Roman"/>
                <w:color w:val="auto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D2F68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07E93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0.70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4A66A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204DBA80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337015D5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25D86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Corticosterone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AD304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0.662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2BAD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2.77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E62FD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86743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0.089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E6FFF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1.87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B70BC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0.271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0DA1A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F050" w14:textId="77777777" w:rsidR="00B94A0F" w:rsidRPr="00B94A0F" w:rsidRDefault="00B94A0F" w:rsidP="00B94A0F">
            <w:pPr>
              <w:spacing w:line="240" w:lineRule="auto"/>
              <w:jc w:val="left"/>
              <w:rPr>
                <w:rFonts w:ascii="Times New Roman" w:eastAsia="Times New Roman" w:hAnsi="Times New Roman"/>
                <w:color w:val="auto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EF0E0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B839D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0.54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4E764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73A44BFF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60F88BCD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8265E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21-Deoxycortisol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4B765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1.138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6FF7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4.36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01B23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E07B2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0.175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A2CC7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4.05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4A476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0.537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6185C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164ED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9BA54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0.047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E0761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1.97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DC612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</w:tr>
      <w:tr w:rsidR="00B94A0F" w:rsidRPr="00B94A0F" w14:paraId="7FA68872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01045CF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F35CA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11-Deoxycorticosterone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F59DC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0.897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6F2E0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4.06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04211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381B3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0.144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3611B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3.59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121AC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0.441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5ADA9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EEA1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68635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0.037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7726E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1.53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D8AE6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136D034C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32CD7706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BF38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11β-</w:t>
            </w:r>
            <w:proofErr w:type="spellStart"/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Hydroxytestosterone</w:t>
            </w:r>
            <w:proofErr w:type="spellEnd"/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, 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4D6B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1.161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F7BC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3.06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B66C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71FE1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-0.175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EE1FD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-2.47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08C70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-0.539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8833E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FEA91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69F0E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-0.101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0C8E2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-3.09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7560E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B94A0F" w:rsidRPr="00B94A0F" w14:paraId="50D2C471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5824348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0088C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3α,5β-</w:t>
            </w:r>
            <w:proofErr w:type="spellStart"/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Tetrahydrocorticosterone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48CBF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1.796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84377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11.82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1302E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299B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0.291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2F16E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13.01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4E5CC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0.906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9EFA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F8475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959B7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0.117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399D3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5.94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0ED0C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</w:tr>
      <w:tr w:rsidR="00B94A0F" w:rsidRPr="00B94A0F" w14:paraId="39911224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40C71026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34744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11β-</w:t>
            </w:r>
            <w:proofErr w:type="spellStart"/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Hydroxyepiandrosterone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1BDCA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0.625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AD029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2.63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0B6BF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8EFB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0.125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D2BF8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3.38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C9B70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0.379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096E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A907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4CDFF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-0.023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F5BEB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-1.03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2D9F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40AFE046" w14:textId="77777777" w:rsidTr="005D7A81">
        <w:trPr>
          <w:trHeight w:hRule="exact" w:val="227"/>
        </w:trPr>
        <w:tc>
          <w:tcPr>
            <w:tcW w:w="367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  <w:hideMark/>
          </w:tcPr>
          <w:p w14:paraId="0D71BFB4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420F3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11β-</w:t>
            </w:r>
            <w:proofErr w:type="spellStart"/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Hydroxyepiandrosterone</w:t>
            </w:r>
            <w:proofErr w:type="spellEnd"/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, 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0EBD5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0.855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43741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3.20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8692B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76512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0.109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4D4432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2.10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3E1825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0.351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30FF28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998D1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86A5C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0.046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851C80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1.27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2FC25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</w:p>
        </w:tc>
      </w:tr>
      <w:tr w:rsidR="00B94A0F" w:rsidRPr="00B94A0F" w14:paraId="076CD57F" w14:textId="77777777" w:rsidTr="005D7A81">
        <w:trPr>
          <w:trHeight w:hRule="exact" w:val="227"/>
        </w:trPr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BB1B0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7D69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Twins (diamniotic dichorionic)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40221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295C9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92C24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F3F09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1.000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33EF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25.93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F0E73" w14:textId="77777777" w:rsidR="00B94A0F" w:rsidRPr="00B94A0F" w:rsidRDefault="00B94A0F" w:rsidP="00B94A0F">
            <w:pPr>
              <w:spacing w:line="240" w:lineRule="auto"/>
              <w:jc w:val="righ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0.862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A1537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**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CBBBF" w14:textId="77777777" w:rsidR="00B94A0F" w:rsidRPr="00B94A0F" w:rsidRDefault="00B94A0F" w:rsidP="00B94A0F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B3CEA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 </w:t>
            </w:r>
          </w:p>
        </w:tc>
      </w:tr>
      <w:tr w:rsidR="00B94A0F" w:rsidRPr="00B94A0F" w14:paraId="44947F89" w14:textId="77777777" w:rsidTr="005D7A81">
        <w:trPr>
          <w:trHeight w:hRule="exact" w:val="227"/>
        </w:trPr>
        <w:tc>
          <w:tcPr>
            <w:tcW w:w="88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471F9B" w14:textId="77777777" w:rsidR="00B94A0F" w:rsidRPr="00B94A0F" w:rsidRDefault="00B94A0F" w:rsidP="00B94A0F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B94A0F">
              <w:rPr>
                <w:rFonts w:eastAsia="Times New Roman" w:cs="Calibri"/>
                <w:sz w:val="16"/>
                <w:szCs w:val="16"/>
                <w:lang w:val="en-GB" w:eastAsia="cs-CZ"/>
              </w:rPr>
              <w:t>Explained variability = 74.3% (63.1% after cross-validation), Sensitivity = 0.962(0.888-1), Specificity = 1(1-1)</w:t>
            </w:r>
          </w:p>
        </w:tc>
      </w:tr>
      <w:tr w:rsidR="00B94A0F" w:rsidRPr="00B94A0F" w14:paraId="2444BA85" w14:textId="77777777" w:rsidTr="00B94A0F">
        <w:trPr>
          <w:trHeight w:val="270"/>
        </w:trPr>
        <w:tc>
          <w:tcPr>
            <w:tcW w:w="88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D78EC" w14:textId="73BBE219" w:rsidR="00B94A0F" w:rsidRPr="00B94A0F" w:rsidRDefault="00B94A0F" w:rsidP="00B94A0F">
            <w:pPr>
              <w:spacing w:line="240" w:lineRule="auto"/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</w:pPr>
            <w:proofErr w:type="spellStart"/>
            <w:r w:rsidRPr="00B94A0F">
              <w:rPr>
                <w:rFonts w:eastAsia="Times New Roman" w:cs="Calibri"/>
                <w:i/>
                <w:iCs/>
                <w:sz w:val="16"/>
                <w:szCs w:val="16"/>
                <w:vertAlign w:val="superscript"/>
                <w:lang w:val="en-GB" w:eastAsia="cs-CZ"/>
              </w:rPr>
              <w:t>a</w:t>
            </w:r>
            <w:r w:rsidRPr="00B94A0F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R</w:t>
            </w:r>
            <w:proofErr w:type="spellEnd"/>
            <w:r w:rsidRPr="00B94A0F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…Component loading expressed as a correlation coefficient with predictive component, *p&lt;0.05, **p&lt;0.01</w:t>
            </w:r>
            <w:r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 xml:space="preserve">, </w:t>
            </w:r>
            <w:r w:rsidRPr="00B94A0F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LLR…logarithm of likelihood ratio (the ratio of the probability that the phenomenon occurs - twin pregnancy) to the probability that the phenomenon does not occur - singleton pregnancy)</w:t>
            </w:r>
            <w:r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 xml:space="preserve">, </w:t>
            </w:r>
            <w:r w:rsidRPr="00B94A0F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C…conjugated steroid</w:t>
            </w:r>
          </w:p>
        </w:tc>
      </w:tr>
    </w:tbl>
    <w:p w14:paraId="03555BD5" w14:textId="77777777" w:rsidR="00F60440" w:rsidRPr="00B94A0F" w:rsidRDefault="00F60440" w:rsidP="00B94A0F">
      <w:pPr>
        <w:jc w:val="left"/>
        <w:rPr>
          <w:lang w:val="en-GB"/>
        </w:rPr>
      </w:pPr>
    </w:p>
    <w:sectPr w:rsidR="00F60440" w:rsidRPr="00B94A0F" w:rsidSect="00E1110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792C8" w14:textId="77777777" w:rsidR="003E1470" w:rsidRDefault="003E1470">
      <w:pPr>
        <w:spacing w:line="240" w:lineRule="auto"/>
      </w:pPr>
      <w:r>
        <w:separator/>
      </w:r>
    </w:p>
  </w:endnote>
  <w:endnote w:type="continuationSeparator" w:id="0">
    <w:p w14:paraId="7444BC7F" w14:textId="77777777" w:rsidR="003E1470" w:rsidRDefault="003E1470">
      <w:pPr>
        <w:spacing w:line="240" w:lineRule="auto"/>
      </w:pPr>
      <w:r>
        <w:continuationSeparator/>
      </w:r>
    </w:p>
  </w:endnote>
  <w:endnote w:type="continuationNotice" w:id="1">
    <w:p w14:paraId="7F6650C0" w14:textId="77777777" w:rsidR="003E1470" w:rsidRDefault="003E147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45459" w14:textId="77777777" w:rsidR="0004400E" w:rsidRPr="00A71A3D" w:rsidRDefault="0004400E" w:rsidP="0004400E">
    <w:pPr>
      <w:pStyle w:val="Zpat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91ADF" w14:textId="77777777" w:rsidR="00471F5A" w:rsidRDefault="00471F5A" w:rsidP="00A24869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iCs/>
        <w:lang w:val="fr-CH"/>
      </w:rPr>
    </w:pPr>
  </w:p>
  <w:p w14:paraId="24C8C038" w14:textId="77777777" w:rsidR="0004400E" w:rsidRPr="008B308E" w:rsidRDefault="0004400E" w:rsidP="004340C2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B04A30">
      <w:rPr>
        <w:i/>
        <w:iCs/>
        <w:lang w:val="fr-CH"/>
      </w:rPr>
      <w:t>Int. J. Mol. Sci.</w:t>
    </w:r>
    <w:r w:rsidRPr="00176A50">
      <w:rPr>
        <w:i/>
        <w:lang w:val="fr-CH"/>
      </w:rPr>
      <w:t xml:space="preserve"> </w:t>
    </w:r>
    <w:r w:rsidR="00C86F84">
      <w:rPr>
        <w:b/>
        <w:iCs/>
        <w:lang w:val="fr-CH"/>
      </w:rPr>
      <w:t>2022</w:t>
    </w:r>
    <w:r w:rsidR="00506BC0" w:rsidRPr="00506BC0">
      <w:rPr>
        <w:iCs/>
        <w:lang w:val="fr-CH"/>
      </w:rPr>
      <w:t>,</w:t>
    </w:r>
    <w:r w:rsidR="00C86F84">
      <w:rPr>
        <w:i/>
        <w:iCs/>
        <w:lang w:val="fr-CH"/>
      </w:rPr>
      <w:t xml:space="preserve"> 23</w:t>
    </w:r>
    <w:r w:rsidR="00506BC0" w:rsidRPr="00506BC0">
      <w:rPr>
        <w:iCs/>
        <w:lang w:val="fr-CH"/>
      </w:rPr>
      <w:t xml:space="preserve">, </w:t>
    </w:r>
    <w:r w:rsidR="000B74CE">
      <w:rPr>
        <w:iCs/>
        <w:lang w:val="fr-CH"/>
      </w:rPr>
      <w:t>x</w:t>
    </w:r>
    <w:r w:rsidR="00471F5A">
      <w:rPr>
        <w:iCs/>
        <w:lang w:val="fr-CH"/>
      </w:rPr>
      <w:t>. https://doi.org/10.3390/xxxxx</w:t>
    </w:r>
    <w:r w:rsidR="004340C2" w:rsidRPr="008B308E">
      <w:rPr>
        <w:lang w:val="fr-CH"/>
      </w:rPr>
      <w:tab/>
    </w:r>
    <w:r w:rsidRPr="008B308E">
      <w:rPr>
        <w:lang w:val="fr-CH"/>
      </w:rPr>
      <w:t>www.mdpi.com/journal/</w:t>
    </w:r>
    <w:r>
      <w:t>ijms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23A0" w14:textId="77777777" w:rsidR="003E1470" w:rsidRDefault="003E1470">
      <w:pPr>
        <w:spacing w:line="240" w:lineRule="auto"/>
      </w:pPr>
      <w:r>
        <w:separator/>
      </w:r>
    </w:p>
  </w:footnote>
  <w:footnote w:type="continuationSeparator" w:id="0">
    <w:p w14:paraId="06FBD747" w14:textId="77777777" w:rsidR="003E1470" w:rsidRDefault="003E1470">
      <w:pPr>
        <w:spacing w:line="240" w:lineRule="auto"/>
      </w:pPr>
      <w:r>
        <w:continuationSeparator/>
      </w:r>
    </w:p>
  </w:footnote>
  <w:footnote w:type="continuationNotice" w:id="1">
    <w:p w14:paraId="3B461A80" w14:textId="77777777" w:rsidR="003E1470" w:rsidRDefault="003E147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EEBC3" w14:textId="77777777" w:rsidR="0004400E" w:rsidRDefault="0004400E" w:rsidP="0004400E">
    <w:pPr>
      <w:pStyle w:val="Zhlav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3962" w14:textId="77777777" w:rsidR="00471F5A" w:rsidRDefault="0004400E" w:rsidP="004340C2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Int. J. Mol. Sci. </w:t>
    </w:r>
    <w:r w:rsidR="00C86F84">
      <w:rPr>
        <w:b/>
        <w:sz w:val="16"/>
      </w:rPr>
      <w:t>2022</w:t>
    </w:r>
    <w:r w:rsidR="00506BC0" w:rsidRPr="00506BC0">
      <w:rPr>
        <w:sz w:val="16"/>
      </w:rPr>
      <w:t>,</w:t>
    </w:r>
    <w:r w:rsidR="00C86F84">
      <w:rPr>
        <w:i/>
        <w:sz w:val="16"/>
      </w:rPr>
      <w:t xml:space="preserve"> 23</w:t>
    </w:r>
    <w:r w:rsidR="000B74CE">
      <w:rPr>
        <w:sz w:val="16"/>
      </w:rPr>
      <w:t>, x FOR PEER REVIEW</w:t>
    </w:r>
    <w:r w:rsidR="004340C2">
      <w:rPr>
        <w:sz w:val="16"/>
      </w:rPr>
      <w:tab/>
    </w:r>
    <w:r w:rsidR="000B74CE">
      <w:rPr>
        <w:sz w:val="16"/>
      </w:rPr>
      <w:fldChar w:fldCharType="begin"/>
    </w:r>
    <w:r w:rsidR="000B74CE">
      <w:rPr>
        <w:sz w:val="16"/>
      </w:rPr>
      <w:instrText xml:space="preserve"> PAGE   \* MERGEFORMAT </w:instrText>
    </w:r>
    <w:r w:rsidR="000B74CE">
      <w:rPr>
        <w:sz w:val="16"/>
      </w:rPr>
      <w:fldChar w:fldCharType="separate"/>
    </w:r>
    <w:r w:rsidR="00A1712D">
      <w:rPr>
        <w:sz w:val="16"/>
      </w:rPr>
      <w:t>5</w:t>
    </w:r>
    <w:r w:rsidR="000B74CE">
      <w:rPr>
        <w:sz w:val="16"/>
      </w:rPr>
      <w:fldChar w:fldCharType="end"/>
    </w:r>
    <w:r w:rsidR="000B74CE">
      <w:rPr>
        <w:sz w:val="16"/>
      </w:rPr>
      <w:t xml:space="preserve"> of </w:t>
    </w:r>
    <w:r w:rsidR="000B74CE">
      <w:rPr>
        <w:sz w:val="16"/>
      </w:rPr>
      <w:fldChar w:fldCharType="begin"/>
    </w:r>
    <w:r w:rsidR="000B74CE">
      <w:rPr>
        <w:sz w:val="16"/>
      </w:rPr>
      <w:instrText xml:space="preserve"> NUMPAGES   \* MERGEFORMAT </w:instrText>
    </w:r>
    <w:r w:rsidR="000B74CE">
      <w:rPr>
        <w:sz w:val="16"/>
      </w:rPr>
      <w:fldChar w:fldCharType="separate"/>
    </w:r>
    <w:r w:rsidR="00A1712D">
      <w:rPr>
        <w:sz w:val="16"/>
      </w:rPr>
      <w:t>5</w:t>
    </w:r>
    <w:r w:rsidR="000B74CE">
      <w:rPr>
        <w:sz w:val="16"/>
      </w:rPr>
      <w:fldChar w:fldCharType="end"/>
    </w:r>
  </w:p>
  <w:p w14:paraId="5C6846D5" w14:textId="77777777" w:rsidR="0004400E" w:rsidRPr="003257E1" w:rsidRDefault="0004400E" w:rsidP="00A24869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471F5A" w:rsidRPr="004340C2" w14:paraId="421DD310" w14:textId="77777777" w:rsidTr="005332CC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078CF948" w14:textId="77777777" w:rsidR="00471F5A" w:rsidRPr="00762525" w:rsidRDefault="000B1F19" w:rsidP="004340C2">
          <w:pPr>
            <w:pStyle w:val="Zhlav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762525">
            <w:rPr>
              <w:rFonts w:eastAsia="DengXian"/>
              <w:b/>
              <w:bCs/>
              <w:noProof/>
            </w:rPr>
            <w:drawing>
              <wp:inline distT="0" distB="0" distL="0" distR="0" wp14:anchorId="66E44734" wp14:editId="5E8C75DF">
                <wp:extent cx="1669415" cy="436245"/>
                <wp:effectExtent l="0" t="0" r="0" b="0"/>
                <wp:docPr id="4" name="Picture 3" descr="C:\Users\home\Desktop\logos\ijm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ijm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9415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46440524" w14:textId="77777777" w:rsidR="00471F5A" w:rsidRPr="00762525" w:rsidRDefault="00471F5A" w:rsidP="004340C2">
          <w:pPr>
            <w:pStyle w:val="Zhlav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3A860295" w14:textId="77777777" w:rsidR="00471F5A" w:rsidRPr="00762525" w:rsidRDefault="005332CC" w:rsidP="005332CC">
          <w:pPr>
            <w:pStyle w:val="Zhlav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noProof/>
            </w:rPr>
            <w:drawing>
              <wp:inline distT="0" distB="0" distL="0" distR="0" wp14:anchorId="4D92E000" wp14:editId="16A840BC">
                <wp:extent cx="540000" cy="360000"/>
                <wp:effectExtent l="0" t="0" r="0" b="2540"/>
                <wp:docPr id="5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D36EADA" w14:textId="77777777" w:rsidR="0004400E" w:rsidRPr="00471F5A" w:rsidRDefault="0004400E" w:rsidP="00A24869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551C9AE8"/>
    <w:lvl w:ilvl="0" w:tplc="E264CA32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77E02BF6"/>
    <w:lvl w:ilvl="0" w:tplc="664029F2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9" w15:restartNumberingAfterBreak="0">
    <w:nsid w:val="5658452D"/>
    <w:multiLevelType w:val="hybridMultilevel"/>
    <w:tmpl w:val="CFB02148"/>
    <w:lvl w:ilvl="0" w:tplc="E8F6BC92">
      <w:start w:val="1"/>
      <w:numFmt w:val="decimal"/>
      <w:lvlText w:val="%1"/>
      <w:lvlJc w:val="left"/>
      <w:pPr>
        <w:ind w:left="2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88" w:hanging="360"/>
      </w:pPr>
    </w:lvl>
    <w:lvl w:ilvl="2" w:tplc="0405001B" w:tentative="1">
      <w:start w:val="1"/>
      <w:numFmt w:val="lowerRoman"/>
      <w:lvlText w:val="%3."/>
      <w:lvlJc w:val="right"/>
      <w:pPr>
        <w:ind w:left="4408" w:hanging="180"/>
      </w:pPr>
    </w:lvl>
    <w:lvl w:ilvl="3" w:tplc="0405000F" w:tentative="1">
      <w:start w:val="1"/>
      <w:numFmt w:val="decimal"/>
      <w:lvlText w:val="%4."/>
      <w:lvlJc w:val="left"/>
      <w:pPr>
        <w:ind w:left="5128" w:hanging="360"/>
      </w:pPr>
    </w:lvl>
    <w:lvl w:ilvl="4" w:tplc="04050019" w:tentative="1">
      <w:start w:val="1"/>
      <w:numFmt w:val="lowerLetter"/>
      <w:lvlText w:val="%5."/>
      <w:lvlJc w:val="left"/>
      <w:pPr>
        <w:ind w:left="5848" w:hanging="360"/>
      </w:pPr>
    </w:lvl>
    <w:lvl w:ilvl="5" w:tplc="0405001B" w:tentative="1">
      <w:start w:val="1"/>
      <w:numFmt w:val="lowerRoman"/>
      <w:lvlText w:val="%6."/>
      <w:lvlJc w:val="right"/>
      <w:pPr>
        <w:ind w:left="6568" w:hanging="180"/>
      </w:pPr>
    </w:lvl>
    <w:lvl w:ilvl="6" w:tplc="0405000F" w:tentative="1">
      <w:start w:val="1"/>
      <w:numFmt w:val="decimal"/>
      <w:lvlText w:val="%7."/>
      <w:lvlJc w:val="left"/>
      <w:pPr>
        <w:ind w:left="7288" w:hanging="360"/>
      </w:pPr>
    </w:lvl>
    <w:lvl w:ilvl="7" w:tplc="04050019" w:tentative="1">
      <w:start w:val="1"/>
      <w:numFmt w:val="lowerLetter"/>
      <w:lvlText w:val="%8."/>
      <w:lvlJc w:val="left"/>
      <w:pPr>
        <w:ind w:left="8008" w:hanging="360"/>
      </w:pPr>
    </w:lvl>
    <w:lvl w:ilvl="8" w:tplc="0405001B" w:tentative="1">
      <w:start w:val="1"/>
      <w:numFmt w:val="lowerRoman"/>
      <w:lvlText w:val="%9."/>
      <w:lvlJc w:val="right"/>
      <w:pPr>
        <w:ind w:left="8728" w:hanging="180"/>
      </w:pPr>
    </w:lvl>
  </w:abstractNum>
  <w:abstractNum w:abstractNumId="10" w15:restartNumberingAfterBreak="0">
    <w:nsid w:val="70012E46"/>
    <w:multiLevelType w:val="hybridMultilevel"/>
    <w:tmpl w:val="0AC45432"/>
    <w:lvl w:ilvl="0" w:tplc="8C4831F6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18"/>
        <w:szCs w:val="1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311A3B"/>
    <w:multiLevelType w:val="hybridMultilevel"/>
    <w:tmpl w:val="5EB4AE68"/>
    <w:lvl w:ilvl="0" w:tplc="42505D78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286393690">
    <w:abstractNumId w:val="4"/>
  </w:num>
  <w:num w:numId="2" w16cid:durableId="76482534">
    <w:abstractNumId w:val="6"/>
  </w:num>
  <w:num w:numId="3" w16cid:durableId="962151453">
    <w:abstractNumId w:val="3"/>
  </w:num>
  <w:num w:numId="4" w16cid:durableId="202251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1513144">
    <w:abstractNumId w:val="5"/>
  </w:num>
  <w:num w:numId="6" w16cid:durableId="714352046">
    <w:abstractNumId w:val="8"/>
  </w:num>
  <w:num w:numId="7" w16cid:durableId="96029299">
    <w:abstractNumId w:val="2"/>
  </w:num>
  <w:num w:numId="8" w16cid:durableId="1380671008">
    <w:abstractNumId w:val="8"/>
  </w:num>
  <w:num w:numId="9" w16cid:durableId="705059882">
    <w:abstractNumId w:val="2"/>
  </w:num>
  <w:num w:numId="10" w16cid:durableId="1312828988">
    <w:abstractNumId w:val="8"/>
  </w:num>
  <w:num w:numId="11" w16cid:durableId="999772851">
    <w:abstractNumId w:val="2"/>
  </w:num>
  <w:num w:numId="12" w16cid:durableId="1985507668">
    <w:abstractNumId w:val="11"/>
  </w:num>
  <w:num w:numId="13" w16cid:durableId="749157600">
    <w:abstractNumId w:val="8"/>
  </w:num>
  <w:num w:numId="14" w16cid:durableId="1492066953">
    <w:abstractNumId w:val="2"/>
  </w:num>
  <w:num w:numId="15" w16cid:durableId="7741804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92323324">
    <w:abstractNumId w:val="2"/>
  </w:num>
  <w:num w:numId="17" w16cid:durableId="4434979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5803724">
    <w:abstractNumId w:val="0"/>
  </w:num>
  <w:num w:numId="19" w16cid:durableId="1953855452">
    <w:abstractNumId w:val="7"/>
  </w:num>
  <w:num w:numId="20" w16cid:durableId="902562480">
    <w:abstractNumId w:val="0"/>
  </w:num>
  <w:num w:numId="21" w16cid:durableId="2060203677">
    <w:abstractNumId w:val="8"/>
  </w:num>
  <w:num w:numId="22" w16cid:durableId="514925067">
    <w:abstractNumId w:val="2"/>
  </w:num>
  <w:num w:numId="23" w16cid:durableId="143669705">
    <w:abstractNumId w:val="0"/>
  </w:num>
  <w:num w:numId="24" w16cid:durableId="2065980477">
    <w:abstractNumId w:val="1"/>
  </w:num>
  <w:num w:numId="25" w16cid:durableId="243078400">
    <w:abstractNumId w:val="12"/>
  </w:num>
  <w:num w:numId="26" w16cid:durableId="1760826150">
    <w:abstractNumId w:val="10"/>
  </w:num>
  <w:num w:numId="27" w16cid:durableId="19318091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JMS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4D2477"/>
    <w:rsid w:val="000000D8"/>
    <w:rsid w:val="0000028F"/>
    <w:rsid w:val="00000CE3"/>
    <w:rsid w:val="00000D92"/>
    <w:rsid w:val="000016BA"/>
    <w:rsid w:val="000022B2"/>
    <w:rsid w:val="000027C0"/>
    <w:rsid w:val="00002D93"/>
    <w:rsid w:val="0000303A"/>
    <w:rsid w:val="00003FB9"/>
    <w:rsid w:val="0000461C"/>
    <w:rsid w:val="00004623"/>
    <w:rsid w:val="00004949"/>
    <w:rsid w:val="00004A30"/>
    <w:rsid w:val="00004A56"/>
    <w:rsid w:val="00004C39"/>
    <w:rsid w:val="00005046"/>
    <w:rsid w:val="000068A7"/>
    <w:rsid w:val="00006AA7"/>
    <w:rsid w:val="00006B20"/>
    <w:rsid w:val="00006D8E"/>
    <w:rsid w:val="00006F01"/>
    <w:rsid w:val="000077E2"/>
    <w:rsid w:val="00010A55"/>
    <w:rsid w:val="00010E91"/>
    <w:rsid w:val="000121CC"/>
    <w:rsid w:val="0001222A"/>
    <w:rsid w:val="00012288"/>
    <w:rsid w:val="00012979"/>
    <w:rsid w:val="00012DB7"/>
    <w:rsid w:val="00013864"/>
    <w:rsid w:val="00013CC6"/>
    <w:rsid w:val="00014776"/>
    <w:rsid w:val="00014818"/>
    <w:rsid w:val="00014CD1"/>
    <w:rsid w:val="00014EA9"/>
    <w:rsid w:val="00014EED"/>
    <w:rsid w:val="00014FD3"/>
    <w:rsid w:val="0001506B"/>
    <w:rsid w:val="000151E6"/>
    <w:rsid w:val="00016681"/>
    <w:rsid w:val="00016AB5"/>
    <w:rsid w:val="00016CDA"/>
    <w:rsid w:val="00016EAF"/>
    <w:rsid w:val="000173AA"/>
    <w:rsid w:val="0001751D"/>
    <w:rsid w:val="00017800"/>
    <w:rsid w:val="00017D40"/>
    <w:rsid w:val="00017DC0"/>
    <w:rsid w:val="00017DD8"/>
    <w:rsid w:val="00017F4E"/>
    <w:rsid w:val="0002087D"/>
    <w:rsid w:val="00020B8B"/>
    <w:rsid w:val="00020D51"/>
    <w:rsid w:val="00021652"/>
    <w:rsid w:val="0002170B"/>
    <w:rsid w:val="000223EC"/>
    <w:rsid w:val="000224BD"/>
    <w:rsid w:val="000229F8"/>
    <w:rsid w:val="00023018"/>
    <w:rsid w:val="00023BC6"/>
    <w:rsid w:val="00023E41"/>
    <w:rsid w:val="00024C1C"/>
    <w:rsid w:val="00024DCF"/>
    <w:rsid w:val="00025217"/>
    <w:rsid w:val="00026094"/>
    <w:rsid w:val="000262E7"/>
    <w:rsid w:val="000263C3"/>
    <w:rsid w:val="000266DF"/>
    <w:rsid w:val="00026C33"/>
    <w:rsid w:val="00026F34"/>
    <w:rsid w:val="00027479"/>
    <w:rsid w:val="00027755"/>
    <w:rsid w:val="000278DC"/>
    <w:rsid w:val="00027B68"/>
    <w:rsid w:val="0003047D"/>
    <w:rsid w:val="00031091"/>
    <w:rsid w:val="000310D3"/>
    <w:rsid w:val="000316E9"/>
    <w:rsid w:val="00031806"/>
    <w:rsid w:val="00031ACD"/>
    <w:rsid w:val="00032BB1"/>
    <w:rsid w:val="000333F9"/>
    <w:rsid w:val="00033450"/>
    <w:rsid w:val="00033578"/>
    <w:rsid w:val="000348D8"/>
    <w:rsid w:val="00035095"/>
    <w:rsid w:val="00035DD1"/>
    <w:rsid w:val="00035E7D"/>
    <w:rsid w:val="00035FC3"/>
    <w:rsid w:val="00035FFC"/>
    <w:rsid w:val="000363D0"/>
    <w:rsid w:val="000368AC"/>
    <w:rsid w:val="00036FB8"/>
    <w:rsid w:val="00036FC6"/>
    <w:rsid w:val="0003766B"/>
    <w:rsid w:val="00040083"/>
    <w:rsid w:val="0004025F"/>
    <w:rsid w:val="00040334"/>
    <w:rsid w:val="0004118D"/>
    <w:rsid w:val="00041190"/>
    <w:rsid w:val="00041977"/>
    <w:rsid w:val="00041B51"/>
    <w:rsid w:val="00042347"/>
    <w:rsid w:val="000427E2"/>
    <w:rsid w:val="00042AF8"/>
    <w:rsid w:val="00042BA6"/>
    <w:rsid w:val="00043529"/>
    <w:rsid w:val="00043C66"/>
    <w:rsid w:val="00043EA0"/>
    <w:rsid w:val="0004400E"/>
    <w:rsid w:val="0004457F"/>
    <w:rsid w:val="00044C0A"/>
    <w:rsid w:val="00044F5B"/>
    <w:rsid w:val="00045112"/>
    <w:rsid w:val="000459D2"/>
    <w:rsid w:val="0004600C"/>
    <w:rsid w:val="00046013"/>
    <w:rsid w:val="00046038"/>
    <w:rsid w:val="00046B73"/>
    <w:rsid w:val="000471AC"/>
    <w:rsid w:val="0004721A"/>
    <w:rsid w:val="0004751C"/>
    <w:rsid w:val="000477CA"/>
    <w:rsid w:val="00047829"/>
    <w:rsid w:val="00047C0D"/>
    <w:rsid w:val="00047D8D"/>
    <w:rsid w:val="00047D96"/>
    <w:rsid w:val="00050CEA"/>
    <w:rsid w:val="00050E13"/>
    <w:rsid w:val="00050E9D"/>
    <w:rsid w:val="0005144C"/>
    <w:rsid w:val="000514C7"/>
    <w:rsid w:val="00051A39"/>
    <w:rsid w:val="00051BB2"/>
    <w:rsid w:val="00051F28"/>
    <w:rsid w:val="00052351"/>
    <w:rsid w:val="00052B29"/>
    <w:rsid w:val="00052D66"/>
    <w:rsid w:val="00052E3F"/>
    <w:rsid w:val="00053BBB"/>
    <w:rsid w:val="00053EBF"/>
    <w:rsid w:val="00053F14"/>
    <w:rsid w:val="00054686"/>
    <w:rsid w:val="00054E2D"/>
    <w:rsid w:val="000553EB"/>
    <w:rsid w:val="00055739"/>
    <w:rsid w:val="0005590C"/>
    <w:rsid w:val="00055BB8"/>
    <w:rsid w:val="00055D22"/>
    <w:rsid w:val="00055DEF"/>
    <w:rsid w:val="000562D5"/>
    <w:rsid w:val="00057353"/>
    <w:rsid w:val="000574CD"/>
    <w:rsid w:val="00057654"/>
    <w:rsid w:val="000576E0"/>
    <w:rsid w:val="00057AEA"/>
    <w:rsid w:val="000604A8"/>
    <w:rsid w:val="000604CB"/>
    <w:rsid w:val="000604E6"/>
    <w:rsid w:val="00060550"/>
    <w:rsid w:val="00060619"/>
    <w:rsid w:val="000608D7"/>
    <w:rsid w:val="00060AB5"/>
    <w:rsid w:val="00060EB9"/>
    <w:rsid w:val="00061050"/>
    <w:rsid w:val="00061115"/>
    <w:rsid w:val="00061369"/>
    <w:rsid w:val="0006145C"/>
    <w:rsid w:val="000614E7"/>
    <w:rsid w:val="0006182C"/>
    <w:rsid w:val="0006227C"/>
    <w:rsid w:val="00062354"/>
    <w:rsid w:val="0006254F"/>
    <w:rsid w:val="000628D4"/>
    <w:rsid w:val="00063A27"/>
    <w:rsid w:val="00063CDC"/>
    <w:rsid w:val="00063D47"/>
    <w:rsid w:val="00064317"/>
    <w:rsid w:val="0006438F"/>
    <w:rsid w:val="0006468D"/>
    <w:rsid w:val="0006483C"/>
    <w:rsid w:val="00064BD6"/>
    <w:rsid w:val="00065317"/>
    <w:rsid w:val="00065930"/>
    <w:rsid w:val="00065E7B"/>
    <w:rsid w:val="000662C2"/>
    <w:rsid w:val="000669CB"/>
    <w:rsid w:val="00067575"/>
    <w:rsid w:val="000679F0"/>
    <w:rsid w:val="00067F81"/>
    <w:rsid w:val="00067FD7"/>
    <w:rsid w:val="0007010E"/>
    <w:rsid w:val="000702B9"/>
    <w:rsid w:val="00071E5D"/>
    <w:rsid w:val="00071F08"/>
    <w:rsid w:val="0007211E"/>
    <w:rsid w:val="00072262"/>
    <w:rsid w:val="00072F5D"/>
    <w:rsid w:val="000742A9"/>
    <w:rsid w:val="000743FB"/>
    <w:rsid w:val="000744D1"/>
    <w:rsid w:val="000749D9"/>
    <w:rsid w:val="000758E0"/>
    <w:rsid w:val="00075D12"/>
    <w:rsid w:val="00075DC8"/>
    <w:rsid w:val="00077D54"/>
    <w:rsid w:val="00077D99"/>
    <w:rsid w:val="0008001C"/>
    <w:rsid w:val="00080416"/>
    <w:rsid w:val="000807AA"/>
    <w:rsid w:val="00080DE3"/>
    <w:rsid w:val="00081712"/>
    <w:rsid w:val="00081E09"/>
    <w:rsid w:val="00081F5B"/>
    <w:rsid w:val="00082122"/>
    <w:rsid w:val="000828E3"/>
    <w:rsid w:val="0008372C"/>
    <w:rsid w:val="00083776"/>
    <w:rsid w:val="00083989"/>
    <w:rsid w:val="00083A67"/>
    <w:rsid w:val="00083D49"/>
    <w:rsid w:val="00083D9A"/>
    <w:rsid w:val="00084308"/>
    <w:rsid w:val="000844D8"/>
    <w:rsid w:val="000847B9"/>
    <w:rsid w:val="000847EF"/>
    <w:rsid w:val="00084D2E"/>
    <w:rsid w:val="00084F92"/>
    <w:rsid w:val="0008544A"/>
    <w:rsid w:val="000857D2"/>
    <w:rsid w:val="0008605C"/>
    <w:rsid w:val="000861D8"/>
    <w:rsid w:val="0008674F"/>
    <w:rsid w:val="0008684D"/>
    <w:rsid w:val="0008699A"/>
    <w:rsid w:val="0008708B"/>
    <w:rsid w:val="000872C1"/>
    <w:rsid w:val="00087507"/>
    <w:rsid w:val="00087E61"/>
    <w:rsid w:val="00087E9B"/>
    <w:rsid w:val="00090002"/>
    <w:rsid w:val="000903F5"/>
    <w:rsid w:val="00090707"/>
    <w:rsid w:val="000908D4"/>
    <w:rsid w:val="00090B69"/>
    <w:rsid w:val="0009117E"/>
    <w:rsid w:val="000914FA"/>
    <w:rsid w:val="000916C5"/>
    <w:rsid w:val="0009187B"/>
    <w:rsid w:val="00091BC5"/>
    <w:rsid w:val="0009213F"/>
    <w:rsid w:val="000925F8"/>
    <w:rsid w:val="00092EDC"/>
    <w:rsid w:val="00092F76"/>
    <w:rsid w:val="000930D5"/>
    <w:rsid w:val="00093560"/>
    <w:rsid w:val="000938AA"/>
    <w:rsid w:val="000947BD"/>
    <w:rsid w:val="000948EF"/>
    <w:rsid w:val="0009491A"/>
    <w:rsid w:val="00094A24"/>
    <w:rsid w:val="00094AC0"/>
    <w:rsid w:val="00094BF2"/>
    <w:rsid w:val="00094CA9"/>
    <w:rsid w:val="00094FCF"/>
    <w:rsid w:val="00095418"/>
    <w:rsid w:val="0009564E"/>
    <w:rsid w:val="00095E44"/>
    <w:rsid w:val="00095E60"/>
    <w:rsid w:val="0009655B"/>
    <w:rsid w:val="000965C7"/>
    <w:rsid w:val="0009693A"/>
    <w:rsid w:val="00096BE1"/>
    <w:rsid w:val="00096CF5"/>
    <w:rsid w:val="00097883"/>
    <w:rsid w:val="000A0862"/>
    <w:rsid w:val="000A0B7D"/>
    <w:rsid w:val="000A0BCB"/>
    <w:rsid w:val="000A0C92"/>
    <w:rsid w:val="000A0D56"/>
    <w:rsid w:val="000A0EA6"/>
    <w:rsid w:val="000A0F93"/>
    <w:rsid w:val="000A128D"/>
    <w:rsid w:val="000A1A50"/>
    <w:rsid w:val="000A1B05"/>
    <w:rsid w:val="000A1CA9"/>
    <w:rsid w:val="000A23FE"/>
    <w:rsid w:val="000A2573"/>
    <w:rsid w:val="000A266B"/>
    <w:rsid w:val="000A27C4"/>
    <w:rsid w:val="000A3BF4"/>
    <w:rsid w:val="000A3FD1"/>
    <w:rsid w:val="000A41F5"/>
    <w:rsid w:val="000A4C66"/>
    <w:rsid w:val="000A4EBC"/>
    <w:rsid w:val="000A5078"/>
    <w:rsid w:val="000A5162"/>
    <w:rsid w:val="000A5460"/>
    <w:rsid w:val="000A564C"/>
    <w:rsid w:val="000A5777"/>
    <w:rsid w:val="000A5D71"/>
    <w:rsid w:val="000A5D75"/>
    <w:rsid w:val="000A609B"/>
    <w:rsid w:val="000A6419"/>
    <w:rsid w:val="000A6532"/>
    <w:rsid w:val="000A69C3"/>
    <w:rsid w:val="000A6FDD"/>
    <w:rsid w:val="000A73E0"/>
    <w:rsid w:val="000A7825"/>
    <w:rsid w:val="000A7B87"/>
    <w:rsid w:val="000A7C73"/>
    <w:rsid w:val="000A7F90"/>
    <w:rsid w:val="000B0069"/>
    <w:rsid w:val="000B00A1"/>
    <w:rsid w:val="000B0842"/>
    <w:rsid w:val="000B0876"/>
    <w:rsid w:val="000B08CB"/>
    <w:rsid w:val="000B0E10"/>
    <w:rsid w:val="000B1A36"/>
    <w:rsid w:val="000B1CA3"/>
    <w:rsid w:val="000B1D6E"/>
    <w:rsid w:val="000B1F19"/>
    <w:rsid w:val="000B22B0"/>
    <w:rsid w:val="000B2941"/>
    <w:rsid w:val="000B2AFD"/>
    <w:rsid w:val="000B2B7B"/>
    <w:rsid w:val="000B39D1"/>
    <w:rsid w:val="000B3C6F"/>
    <w:rsid w:val="000B3EC6"/>
    <w:rsid w:val="000B42D6"/>
    <w:rsid w:val="000B45FA"/>
    <w:rsid w:val="000B4ABB"/>
    <w:rsid w:val="000B4F05"/>
    <w:rsid w:val="000B5171"/>
    <w:rsid w:val="000B60A0"/>
    <w:rsid w:val="000B6245"/>
    <w:rsid w:val="000B6462"/>
    <w:rsid w:val="000B667B"/>
    <w:rsid w:val="000B6886"/>
    <w:rsid w:val="000B7130"/>
    <w:rsid w:val="000B7416"/>
    <w:rsid w:val="000B74CE"/>
    <w:rsid w:val="000B7856"/>
    <w:rsid w:val="000B7B76"/>
    <w:rsid w:val="000C06AC"/>
    <w:rsid w:val="000C0795"/>
    <w:rsid w:val="000C09F5"/>
    <w:rsid w:val="000C11D5"/>
    <w:rsid w:val="000C128C"/>
    <w:rsid w:val="000C151B"/>
    <w:rsid w:val="000C1631"/>
    <w:rsid w:val="000C213A"/>
    <w:rsid w:val="000C2304"/>
    <w:rsid w:val="000C244A"/>
    <w:rsid w:val="000C2465"/>
    <w:rsid w:val="000C2C97"/>
    <w:rsid w:val="000C3016"/>
    <w:rsid w:val="000C324F"/>
    <w:rsid w:val="000C3331"/>
    <w:rsid w:val="000C382B"/>
    <w:rsid w:val="000C3B2E"/>
    <w:rsid w:val="000C3C5F"/>
    <w:rsid w:val="000C4270"/>
    <w:rsid w:val="000C4597"/>
    <w:rsid w:val="000C4788"/>
    <w:rsid w:val="000C4950"/>
    <w:rsid w:val="000C4961"/>
    <w:rsid w:val="000C4B53"/>
    <w:rsid w:val="000C5000"/>
    <w:rsid w:val="000C5003"/>
    <w:rsid w:val="000C504E"/>
    <w:rsid w:val="000C52E2"/>
    <w:rsid w:val="000C568C"/>
    <w:rsid w:val="000C5EBE"/>
    <w:rsid w:val="000C5EC8"/>
    <w:rsid w:val="000C5FB7"/>
    <w:rsid w:val="000C5FCC"/>
    <w:rsid w:val="000C6064"/>
    <w:rsid w:val="000C618C"/>
    <w:rsid w:val="000C6260"/>
    <w:rsid w:val="000C641F"/>
    <w:rsid w:val="000C660C"/>
    <w:rsid w:val="000C672C"/>
    <w:rsid w:val="000C6B99"/>
    <w:rsid w:val="000C6FD8"/>
    <w:rsid w:val="000C72A2"/>
    <w:rsid w:val="000C7AA3"/>
    <w:rsid w:val="000D0F6D"/>
    <w:rsid w:val="000D1010"/>
    <w:rsid w:val="000D1C00"/>
    <w:rsid w:val="000D213A"/>
    <w:rsid w:val="000D2928"/>
    <w:rsid w:val="000D2A18"/>
    <w:rsid w:val="000D3018"/>
    <w:rsid w:val="000D4419"/>
    <w:rsid w:val="000D4BA9"/>
    <w:rsid w:val="000D4FC4"/>
    <w:rsid w:val="000D5019"/>
    <w:rsid w:val="000D530F"/>
    <w:rsid w:val="000D54C4"/>
    <w:rsid w:val="000D561F"/>
    <w:rsid w:val="000D6C87"/>
    <w:rsid w:val="000D7336"/>
    <w:rsid w:val="000D7447"/>
    <w:rsid w:val="000D7497"/>
    <w:rsid w:val="000D7788"/>
    <w:rsid w:val="000D790C"/>
    <w:rsid w:val="000D7C8F"/>
    <w:rsid w:val="000E0379"/>
    <w:rsid w:val="000E08CD"/>
    <w:rsid w:val="000E09F4"/>
    <w:rsid w:val="000E0A7A"/>
    <w:rsid w:val="000E1C46"/>
    <w:rsid w:val="000E1E06"/>
    <w:rsid w:val="000E212E"/>
    <w:rsid w:val="000E218F"/>
    <w:rsid w:val="000E2222"/>
    <w:rsid w:val="000E23C7"/>
    <w:rsid w:val="000E24EC"/>
    <w:rsid w:val="000E27AF"/>
    <w:rsid w:val="000E2C9D"/>
    <w:rsid w:val="000E2EDA"/>
    <w:rsid w:val="000E2F6D"/>
    <w:rsid w:val="000E32C8"/>
    <w:rsid w:val="000E37C2"/>
    <w:rsid w:val="000E43A9"/>
    <w:rsid w:val="000E4690"/>
    <w:rsid w:val="000E46F5"/>
    <w:rsid w:val="000E48C1"/>
    <w:rsid w:val="000E492C"/>
    <w:rsid w:val="000E4E4A"/>
    <w:rsid w:val="000E508C"/>
    <w:rsid w:val="000E54E5"/>
    <w:rsid w:val="000E557A"/>
    <w:rsid w:val="000E612A"/>
    <w:rsid w:val="000E62F1"/>
    <w:rsid w:val="000E65A4"/>
    <w:rsid w:val="000E6B67"/>
    <w:rsid w:val="000F0024"/>
    <w:rsid w:val="000F0890"/>
    <w:rsid w:val="000F0A7C"/>
    <w:rsid w:val="000F0F6F"/>
    <w:rsid w:val="000F0FE9"/>
    <w:rsid w:val="000F1995"/>
    <w:rsid w:val="000F1AFF"/>
    <w:rsid w:val="000F287C"/>
    <w:rsid w:val="000F287F"/>
    <w:rsid w:val="000F28DF"/>
    <w:rsid w:val="000F29E7"/>
    <w:rsid w:val="000F30D8"/>
    <w:rsid w:val="000F30E6"/>
    <w:rsid w:val="000F34A5"/>
    <w:rsid w:val="000F427E"/>
    <w:rsid w:val="000F48C1"/>
    <w:rsid w:val="000F509A"/>
    <w:rsid w:val="000F5D13"/>
    <w:rsid w:val="000F6050"/>
    <w:rsid w:val="000F6113"/>
    <w:rsid w:val="000F622C"/>
    <w:rsid w:val="000F68B2"/>
    <w:rsid w:val="000F6994"/>
    <w:rsid w:val="000F6B25"/>
    <w:rsid w:val="000F6CE2"/>
    <w:rsid w:val="000F7097"/>
    <w:rsid w:val="000F72EC"/>
    <w:rsid w:val="000F7352"/>
    <w:rsid w:val="000F79D5"/>
    <w:rsid w:val="000F7C47"/>
    <w:rsid w:val="000F7CE4"/>
    <w:rsid w:val="000F7E5D"/>
    <w:rsid w:val="00100788"/>
    <w:rsid w:val="0010081D"/>
    <w:rsid w:val="0010108D"/>
    <w:rsid w:val="001010B8"/>
    <w:rsid w:val="00101638"/>
    <w:rsid w:val="001016B7"/>
    <w:rsid w:val="001018CC"/>
    <w:rsid w:val="00101C8D"/>
    <w:rsid w:val="00101FD4"/>
    <w:rsid w:val="00102A2C"/>
    <w:rsid w:val="00103E36"/>
    <w:rsid w:val="001043B5"/>
    <w:rsid w:val="001048BB"/>
    <w:rsid w:val="00104BC3"/>
    <w:rsid w:val="00104CB4"/>
    <w:rsid w:val="00104CDB"/>
    <w:rsid w:val="00104F24"/>
    <w:rsid w:val="0010541E"/>
    <w:rsid w:val="00105834"/>
    <w:rsid w:val="00105A3D"/>
    <w:rsid w:val="00105C84"/>
    <w:rsid w:val="00105EDE"/>
    <w:rsid w:val="00106674"/>
    <w:rsid w:val="00107338"/>
    <w:rsid w:val="00107E4B"/>
    <w:rsid w:val="00110249"/>
    <w:rsid w:val="001102C2"/>
    <w:rsid w:val="0011044A"/>
    <w:rsid w:val="00110F8C"/>
    <w:rsid w:val="00111199"/>
    <w:rsid w:val="0011150D"/>
    <w:rsid w:val="001115F9"/>
    <w:rsid w:val="001118BC"/>
    <w:rsid w:val="00111B14"/>
    <w:rsid w:val="00111DDA"/>
    <w:rsid w:val="00111E4E"/>
    <w:rsid w:val="00112041"/>
    <w:rsid w:val="001123D4"/>
    <w:rsid w:val="001128FB"/>
    <w:rsid w:val="001138E9"/>
    <w:rsid w:val="00113921"/>
    <w:rsid w:val="00113DD7"/>
    <w:rsid w:val="001141C7"/>
    <w:rsid w:val="00114418"/>
    <w:rsid w:val="0011462A"/>
    <w:rsid w:val="001149A6"/>
    <w:rsid w:val="00114AEB"/>
    <w:rsid w:val="00114D11"/>
    <w:rsid w:val="001153BB"/>
    <w:rsid w:val="00115940"/>
    <w:rsid w:val="00115FDC"/>
    <w:rsid w:val="0011631B"/>
    <w:rsid w:val="00116463"/>
    <w:rsid w:val="00116556"/>
    <w:rsid w:val="0011683C"/>
    <w:rsid w:val="00116BD1"/>
    <w:rsid w:val="001170BC"/>
    <w:rsid w:val="0011720F"/>
    <w:rsid w:val="00117217"/>
    <w:rsid w:val="001174FF"/>
    <w:rsid w:val="00117A29"/>
    <w:rsid w:val="00117A3A"/>
    <w:rsid w:val="00120384"/>
    <w:rsid w:val="001208B6"/>
    <w:rsid w:val="00120C0D"/>
    <w:rsid w:val="00120E3C"/>
    <w:rsid w:val="00120E5B"/>
    <w:rsid w:val="00121579"/>
    <w:rsid w:val="00121913"/>
    <w:rsid w:val="001219C3"/>
    <w:rsid w:val="00122059"/>
    <w:rsid w:val="00122F81"/>
    <w:rsid w:val="0012315A"/>
    <w:rsid w:val="001237ED"/>
    <w:rsid w:val="00123998"/>
    <w:rsid w:val="00123A57"/>
    <w:rsid w:val="00123AAE"/>
    <w:rsid w:val="001242C0"/>
    <w:rsid w:val="00124F93"/>
    <w:rsid w:val="001251D3"/>
    <w:rsid w:val="00125B6B"/>
    <w:rsid w:val="0012617F"/>
    <w:rsid w:val="00126E88"/>
    <w:rsid w:val="001270CF"/>
    <w:rsid w:val="0012716E"/>
    <w:rsid w:val="001273F2"/>
    <w:rsid w:val="00127475"/>
    <w:rsid w:val="00127A1A"/>
    <w:rsid w:val="00127A5B"/>
    <w:rsid w:val="001300E2"/>
    <w:rsid w:val="001301F9"/>
    <w:rsid w:val="0013055E"/>
    <w:rsid w:val="00130A84"/>
    <w:rsid w:val="00130CA7"/>
    <w:rsid w:val="00130D78"/>
    <w:rsid w:val="001316D7"/>
    <w:rsid w:val="0013211E"/>
    <w:rsid w:val="00132183"/>
    <w:rsid w:val="00132487"/>
    <w:rsid w:val="00133054"/>
    <w:rsid w:val="0013318D"/>
    <w:rsid w:val="00133542"/>
    <w:rsid w:val="00133E5E"/>
    <w:rsid w:val="001346C2"/>
    <w:rsid w:val="00134775"/>
    <w:rsid w:val="00135513"/>
    <w:rsid w:val="001358FB"/>
    <w:rsid w:val="001359CE"/>
    <w:rsid w:val="00135B8B"/>
    <w:rsid w:val="00135CEC"/>
    <w:rsid w:val="00135D43"/>
    <w:rsid w:val="00136992"/>
    <w:rsid w:val="00136993"/>
    <w:rsid w:val="001372FE"/>
    <w:rsid w:val="001378B9"/>
    <w:rsid w:val="00137CEA"/>
    <w:rsid w:val="001403D1"/>
    <w:rsid w:val="0014048C"/>
    <w:rsid w:val="00140553"/>
    <w:rsid w:val="001405EA"/>
    <w:rsid w:val="001409AA"/>
    <w:rsid w:val="00140AE9"/>
    <w:rsid w:val="00140EFF"/>
    <w:rsid w:val="00140F92"/>
    <w:rsid w:val="00141475"/>
    <w:rsid w:val="0014244A"/>
    <w:rsid w:val="001425DE"/>
    <w:rsid w:val="00142F4C"/>
    <w:rsid w:val="00143437"/>
    <w:rsid w:val="00144467"/>
    <w:rsid w:val="00144670"/>
    <w:rsid w:val="00144C4A"/>
    <w:rsid w:val="00144D29"/>
    <w:rsid w:val="001451B1"/>
    <w:rsid w:val="00145775"/>
    <w:rsid w:val="00145A14"/>
    <w:rsid w:val="00145C01"/>
    <w:rsid w:val="00145D0C"/>
    <w:rsid w:val="0014608F"/>
    <w:rsid w:val="00146926"/>
    <w:rsid w:val="00146A9E"/>
    <w:rsid w:val="00146E13"/>
    <w:rsid w:val="0015069D"/>
    <w:rsid w:val="001506E9"/>
    <w:rsid w:val="001515DF"/>
    <w:rsid w:val="00151859"/>
    <w:rsid w:val="00152602"/>
    <w:rsid w:val="00152702"/>
    <w:rsid w:val="00152AEE"/>
    <w:rsid w:val="00152D6A"/>
    <w:rsid w:val="0015327D"/>
    <w:rsid w:val="001540BF"/>
    <w:rsid w:val="00154674"/>
    <w:rsid w:val="00154699"/>
    <w:rsid w:val="00155450"/>
    <w:rsid w:val="0015640D"/>
    <w:rsid w:val="00156A04"/>
    <w:rsid w:val="00156FD4"/>
    <w:rsid w:val="00157216"/>
    <w:rsid w:val="001572ED"/>
    <w:rsid w:val="00157AE7"/>
    <w:rsid w:val="00157C65"/>
    <w:rsid w:val="0016006D"/>
    <w:rsid w:val="001607D6"/>
    <w:rsid w:val="00160E01"/>
    <w:rsid w:val="0016125F"/>
    <w:rsid w:val="00161BE6"/>
    <w:rsid w:val="0016215E"/>
    <w:rsid w:val="0016249D"/>
    <w:rsid w:val="0016257E"/>
    <w:rsid w:val="001630EA"/>
    <w:rsid w:val="001638AB"/>
    <w:rsid w:val="00163D79"/>
    <w:rsid w:val="00164513"/>
    <w:rsid w:val="00164F8D"/>
    <w:rsid w:val="00165103"/>
    <w:rsid w:val="001651DB"/>
    <w:rsid w:val="0016578F"/>
    <w:rsid w:val="00166067"/>
    <w:rsid w:val="001666AD"/>
    <w:rsid w:val="001678B3"/>
    <w:rsid w:val="001700A8"/>
    <w:rsid w:val="00170E8D"/>
    <w:rsid w:val="0017104C"/>
    <w:rsid w:val="0017122B"/>
    <w:rsid w:val="001715F3"/>
    <w:rsid w:val="0017187E"/>
    <w:rsid w:val="00171CFC"/>
    <w:rsid w:val="00171F40"/>
    <w:rsid w:val="00172035"/>
    <w:rsid w:val="001720B3"/>
    <w:rsid w:val="0017278F"/>
    <w:rsid w:val="00172ABA"/>
    <w:rsid w:val="00172C1B"/>
    <w:rsid w:val="00172DDE"/>
    <w:rsid w:val="00172F7A"/>
    <w:rsid w:val="00173034"/>
    <w:rsid w:val="00173070"/>
    <w:rsid w:val="00173946"/>
    <w:rsid w:val="001739D5"/>
    <w:rsid w:val="001739F1"/>
    <w:rsid w:val="0017402B"/>
    <w:rsid w:val="001741DE"/>
    <w:rsid w:val="0017426D"/>
    <w:rsid w:val="00174739"/>
    <w:rsid w:val="001747F3"/>
    <w:rsid w:val="00174984"/>
    <w:rsid w:val="00174D38"/>
    <w:rsid w:val="00174FBD"/>
    <w:rsid w:val="00175279"/>
    <w:rsid w:val="00175282"/>
    <w:rsid w:val="00175ECA"/>
    <w:rsid w:val="00175F4C"/>
    <w:rsid w:val="00176049"/>
    <w:rsid w:val="001765EA"/>
    <w:rsid w:val="00177426"/>
    <w:rsid w:val="00177458"/>
    <w:rsid w:val="00177750"/>
    <w:rsid w:val="00177A3C"/>
    <w:rsid w:val="00177DB7"/>
    <w:rsid w:val="00177E24"/>
    <w:rsid w:val="00177E5F"/>
    <w:rsid w:val="00177E90"/>
    <w:rsid w:val="00180DA4"/>
    <w:rsid w:val="0018136B"/>
    <w:rsid w:val="00181C48"/>
    <w:rsid w:val="00181E78"/>
    <w:rsid w:val="00182364"/>
    <w:rsid w:val="001825B6"/>
    <w:rsid w:val="00182AF7"/>
    <w:rsid w:val="00182CF6"/>
    <w:rsid w:val="00182EA9"/>
    <w:rsid w:val="001831C5"/>
    <w:rsid w:val="0018355E"/>
    <w:rsid w:val="00183971"/>
    <w:rsid w:val="00183999"/>
    <w:rsid w:val="001843D5"/>
    <w:rsid w:val="00184678"/>
    <w:rsid w:val="00184818"/>
    <w:rsid w:val="001848C8"/>
    <w:rsid w:val="001858F1"/>
    <w:rsid w:val="00185F7C"/>
    <w:rsid w:val="001863A2"/>
    <w:rsid w:val="00186760"/>
    <w:rsid w:val="001868EF"/>
    <w:rsid w:val="00186C1F"/>
    <w:rsid w:val="00187691"/>
    <w:rsid w:val="001878BD"/>
    <w:rsid w:val="00190310"/>
    <w:rsid w:val="00190E02"/>
    <w:rsid w:val="001911FD"/>
    <w:rsid w:val="001913A4"/>
    <w:rsid w:val="00191403"/>
    <w:rsid w:val="00191446"/>
    <w:rsid w:val="00193042"/>
    <w:rsid w:val="001932BD"/>
    <w:rsid w:val="00193570"/>
    <w:rsid w:val="00193622"/>
    <w:rsid w:val="00193823"/>
    <w:rsid w:val="00193A55"/>
    <w:rsid w:val="00193F45"/>
    <w:rsid w:val="00194D87"/>
    <w:rsid w:val="00195606"/>
    <w:rsid w:val="001956ED"/>
    <w:rsid w:val="00195949"/>
    <w:rsid w:val="00195D31"/>
    <w:rsid w:val="0019622C"/>
    <w:rsid w:val="0019670E"/>
    <w:rsid w:val="0019692C"/>
    <w:rsid w:val="00196E46"/>
    <w:rsid w:val="00197196"/>
    <w:rsid w:val="0019756F"/>
    <w:rsid w:val="0019764F"/>
    <w:rsid w:val="00197F28"/>
    <w:rsid w:val="001A00C4"/>
    <w:rsid w:val="001A0900"/>
    <w:rsid w:val="001A0CE9"/>
    <w:rsid w:val="001A0DFD"/>
    <w:rsid w:val="001A0FB9"/>
    <w:rsid w:val="001A104A"/>
    <w:rsid w:val="001A1400"/>
    <w:rsid w:val="001A19A5"/>
    <w:rsid w:val="001A1BCE"/>
    <w:rsid w:val="001A1E76"/>
    <w:rsid w:val="001A31C9"/>
    <w:rsid w:val="001A31D3"/>
    <w:rsid w:val="001A32AA"/>
    <w:rsid w:val="001A3CC2"/>
    <w:rsid w:val="001A3DDA"/>
    <w:rsid w:val="001A424D"/>
    <w:rsid w:val="001A43EB"/>
    <w:rsid w:val="001A4B1D"/>
    <w:rsid w:val="001A4C47"/>
    <w:rsid w:val="001A55C3"/>
    <w:rsid w:val="001A574F"/>
    <w:rsid w:val="001A5789"/>
    <w:rsid w:val="001A5983"/>
    <w:rsid w:val="001A5E94"/>
    <w:rsid w:val="001A6200"/>
    <w:rsid w:val="001A672A"/>
    <w:rsid w:val="001A6A46"/>
    <w:rsid w:val="001A7280"/>
    <w:rsid w:val="001A72EA"/>
    <w:rsid w:val="001A75ED"/>
    <w:rsid w:val="001A7A58"/>
    <w:rsid w:val="001A7E08"/>
    <w:rsid w:val="001A7E45"/>
    <w:rsid w:val="001B07FB"/>
    <w:rsid w:val="001B0ED4"/>
    <w:rsid w:val="001B121A"/>
    <w:rsid w:val="001B1759"/>
    <w:rsid w:val="001B1B57"/>
    <w:rsid w:val="001B1BC5"/>
    <w:rsid w:val="001B1BEB"/>
    <w:rsid w:val="001B29C5"/>
    <w:rsid w:val="001B3B00"/>
    <w:rsid w:val="001B466F"/>
    <w:rsid w:val="001B484E"/>
    <w:rsid w:val="001B49E7"/>
    <w:rsid w:val="001B4AB0"/>
    <w:rsid w:val="001B5185"/>
    <w:rsid w:val="001B5DB4"/>
    <w:rsid w:val="001B5EB3"/>
    <w:rsid w:val="001B6038"/>
    <w:rsid w:val="001B63BE"/>
    <w:rsid w:val="001B6557"/>
    <w:rsid w:val="001B6F29"/>
    <w:rsid w:val="001B6FB3"/>
    <w:rsid w:val="001B72C4"/>
    <w:rsid w:val="001C039B"/>
    <w:rsid w:val="001C0ADB"/>
    <w:rsid w:val="001C0C00"/>
    <w:rsid w:val="001C16F4"/>
    <w:rsid w:val="001C2C71"/>
    <w:rsid w:val="001C2DFD"/>
    <w:rsid w:val="001C2EFC"/>
    <w:rsid w:val="001C3069"/>
    <w:rsid w:val="001C3322"/>
    <w:rsid w:val="001C3554"/>
    <w:rsid w:val="001C3E00"/>
    <w:rsid w:val="001C408F"/>
    <w:rsid w:val="001C4126"/>
    <w:rsid w:val="001C4366"/>
    <w:rsid w:val="001C436B"/>
    <w:rsid w:val="001C43AB"/>
    <w:rsid w:val="001C458E"/>
    <w:rsid w:val="001C4BA2"/>
    <w:rsid w:val="001C4ECA"/>
    <w:rsid w:val="001C551E"/>
    <w:rsid w:val="001C554C"/>
    <w:rsid w:val="001C577E"/>
    <w:rsid w:val="001C59A9"/>
    <w:rsid w:val="001C5F54"/>
    <w:rsid w:val="001C6CC5"/>
    <w:rsid w:val="001C7358"/>
    <w:rsid w:val="001C7830"/>
    <w:rsid w:val="001C78B4"/>
    <w:rsid w:val="001C7AE4"/>
    <w:rsid w:val="001C7CD5"/>
    <w:rsid w:val="001C7E38"/>
    <w:rsid w:val="001D03A6"/>
    <w:rsid w:val="001D097B"/>
    <w:rsid w:val="001D0BCE"/>
    <w:rsid w:val="001D10F7"/>
    <w:rsid w:val="001D179F"/>
    <w:rsid w:val="001D23E5"/>
    <w:rsid w:val="001D2813"/>
    <w:rsid w:val="001D2D8A"/>
    <w:rsid w:val="001D30BE"/>
    <w:rsid w:val="001D349C"/>
    <w:rsid w:val="001D3654"/>
    <w:rsid w:val="001D3DAA"/>
    <w:rsid w:val="001D48F8"/>
    <w:rsid w:val="001D4D23"/>
    <w:rsid w:val="001D4D77"/>
    <w:rsid w:val="001D4E25"/>
    <w:rsid w:val="001D5242"/>
    <w:rsid w:val="001D593F"/>
    <w:rsid w:val="001D59F0"/>
    <w:rsid w:val="001D5E69"/>
    <w:rsid w:val="001D7180"/>
    <w:rsid w:val="001D76F1"/>
    <w:rsid w:val="001D7C72"/>
    <w:rsid w:val="001E0433"/>
    <w:rsid w:val="001E0A0C"/>
    <w:rsid w:val="001E0BDF"/>
    <w:rsid w:val="001E0EBC"/>
    <w:rsid w:val="001E110D"/>
    <w:rsid w:val="001E1B73"/>
    <w:rsid w:val="001E1DD9"/>
    <w:rsid w:val="001E1F35"/>
    <w:rsid w:val="001E2814"/>
    <w:rsid w:val="001E2AEB"/>
    <w:rsid w:val="001E2BF8"/>
    <w:rsid w:val="001E2EB3"/>
    <w:rsid w:val="001E2EF0"/>
    <w:rsid w:val="001E2F8A"/>
    <w:rsid w:val="001E3A30"/>
    <w:rsid w:val="001E4976"/>
    <w:rsid w:val="001E4A07"/>
    <w:rsid w:val="001E4B00"/>
    <w:rsid w:val="001E4B19"/>
    <w:rsid w:val="001E50D1"/>
    <w:rsid w:val="001E5246"/>
    <w:rsid w:val="001E5957"/>
    <w:rsid w:val="001E5A17"/>
    <w:rsid w:val="001E5D7E"/>
    <w:rsid w:val="001E6A61"/>
    <w:rsid w:val="001E6ADE"/>
    <w:rsid w:val="001E6EC5"/>
    <w:rsid w:val="001E72EC"/>
    <w:rsid w:val="001E778C"/>
    <w:rsid w:val="001E7BF0"/>
    <w:rsid w:val="001E7C92"/>
    <w:rsid w:val="001F0015"/>
    <w:rsid w:val="001F0080"/>
    <w:rsid w:val="001F00CC"/>
    <w:rsid w:val="001F04C5"/>
    <w:rsid w:val="001F0B69"/>
    <w:rsid w:val="001F239D"/>
    <w:rsid w:val="001F2838"/>
    <w:rsid w:val="001F2A35"/>
    <w:rsid w:val="001F2AF3"/>
    <w:rsid w:val="001F2B97"/>
    <w:rsid w:val="001F39B9"/>
    <w:rsid w:val="001F3AA9"/>
    <w:rsid w:val="001F3B68"/>
    <w:rsid w:val="001F408F"/>
    <w:rsid w:val="001F4729"/>
    <w:rsid w:val="001F49B4"/>
    <w:rsid w:val="001F520E"/>
    <w:rsid w:val="001F5470"/>
    <w:rsid w:val="001F58AF"/>
    <w:rsid w:val="001F5A73"/>
    <w:rsid w:val="001F6475"/>
    <w:rsid w:val="001F653D"/>
    <w:rsid w:val="001F662F"/>
    <w:rsid w:val="001F6A27"/>
    <w:rsid w:val="001F7580"/>
    <w:rsid w:val="001F767D"/>
    <w:rsid w:val="001F7D5D"/>
    <w:rsid w:val="002003E2"/>
    <w:rsid w:val="0020081E"/>
    <w:rsid w:val="00200E93"/>
    <w:rsid w:val="00200EFA"/>
    <w:rsid w:val="00201186"/>
    <w:rsid w:val="00201216"/>
    <w:rsid w:val="00201347"/>
    <w:rsid w:val="0020148F"/>
    <w:rsid w:val="002017D9"/>
    <w:rsid w:val="00201940"/>
    <w:rsid w:val="00202679"/>
    <w:rsid w:val="00202A20"/>
    <w:rsid w:val="00203068"/>
    <w:rsid w:val="00203F6E"/>
    <w:rsid w:val="002043FC"/>
    <w:rsid w:val="00204654"/>
    <w:rsid w:val="00204767"/>
    <w:rsid w:val="00204AF5"/>
    <w:rsid w:val="00204E36"/>
    <w:rsid w:val="00205083"/>
    <w:rsid w:val="00205A7A"/>
    <w:rsid w:val="00205EB8"/>
    <w:rsid w:val="00206362"/>
    <w:rsid w:val="00206B33"/>
    <w:rsid w:val="002071E7"/>
    <w:rsid w:val="002072B8"/>
    <w:rsid w:val="002073DF"/>
    <w:rsid w:val="00207810"/>
    <w:rsid w:val="0020798F"/>
    <w:rsid w:val="00207BD2"/>
    <w:rsid w:val="00207D79"/>
    <w:rsid w:val="00210121"/>
    <w:rsid w:val="00210B7D"/>
    <w:rsid w:val="00210DEA"/>
    <w:rsid w:val="002118A6"/>
    <w:rsid w:val="00211F69"/>
    <w:rsid w:val="0021217E"/>
    <w:rsid w:val="00212870"/>
    <w:rsid w:val="00212E9F"/>
    <w:rsid w:val="002149E7"/>
    <w:rsid w:val="00214DF6"/>
    <w:rsid w:val="00214FDA"/>
    <w:rsid w:val="00215A16"/>
    <w:rsid w:val="00215A1B"/>
    <w:rsid w:val="00215D82"/>
    <w:rsid w:val="0021613B"/>
    <w:rsid w:val="002164AD"/>
    <w:rsid w:val="002168B3"/>
    <w:rsid w:val="00216AC3"/>
    <w:rsid w:val="00216F9E"/>
    <w:rsid w:val="0021797E"/>
    <w:rsid w:val="00217D38"/>
    <w:rsid w:val="00221329"/>
    <w:rsid w:val="00221372"/>
    <w:rsid w:val="00221475"/>
    <w:rsid w:val="00221661"/>
    <w:rsid w:val="00221919"/>
    <w:rsid w:val="00221D20"/>
    <w:rsid w:val="002223FC"/>
    <w:rsid w:val="0022292A"/>
    <w:rsid w:val="00222A17"/>
    <w:rsid w:val="00222A29"/>
    <w:rsid w:val="00222B33"/>
    <w:rsid w:val="00222BAE"/>
    <w:rsid w:val="00222EA9"/>
    <w:rsid w:val="00222F8A"/>
    <w:rsid w:val="00223588"/>
    <w:rsid w:val="0022385B"/>
    <w:rsid w:val="002242E6"/>
    <w:rsid w:val="00224452"/>
    <w:rsid w:val="00224479"/>
    <w:rsid w:val="00224AE3"/>
    <w:rsid w:val="00224D19"/>
    <w:rsid w:val="00224DED"/>
    <w:rsid w:val="00225154"/>
    <w:rsid w:val="00225538"/>
    <w:rsid w:val="0022598C"/>
    <w:rsid w:val="00225B0E"/>
    <w:rsid w:val="00226330"/>
    <w:rsid w:val="00226A75"/>
    <w:rsid w:val="00226D8B"/>
    <w:rsid w:val="00227701"/>
    <w:rsid w:val="002278FE"/>
    <w:rsid w:val="00230C17"/>
    <w:rsid w:val="00230CDF"/>
    <w:rsid w:val="00230CE6"/>
    <w:rsid w:val="0023147E"/>
    <w:rsid w:val="00231A35"/>
    <w:rsid w:val="00231A48"/>
    <w:rsid w:val="00231A9C"/>
    <w:rsid w:val="00231D26"/>
    <w:rsid w:val="00231E7D"/>
    <w:rsid w:val="00232328"/>
    <w:rsid w:val="00232F16"/>
    <w:rsid w:val="00233283"/>
    <w:rsid w:val="002332CE"/>
    <w:rsid w:val="002336AD"/>
    <w:rsid w:val="00233B8A"/>
    <w:rsid w:val="00234037"/>
    <w:rsid w:val="002344F9"/>
    <w:rsid w:val="002346F6"/>
    <w:rsid w:val="002349FC"/>
    <w:rsid w:val="00234AF0"/>
    <w:rsid w:val="002350D3"/>
    <w:rsid w:val="00235147"/>
    <w:rsid w:val="00235198"/>
    <w:rsid w:val="0023524F"/>
    <w:rsid w:val="0023551C"/>
    <w:rsid w:val="00235538"/>
    <w:rsid w:val="00235E58"/>
    <w:rsid w:val="0023621E"/>
    <w:rsid w:val="00236658"/>
    <w:rsid w:val="00236BD8"/>
    <w:rsid w:val="002373EF"/>
    <w:rsid w:val="002375DF"/>
    <w:rsid w:val="002376D3"/>
    <w:rsid w:val="002376EE"/>
    <w:rsid w:val="00240486"/>
    <w:rsid w:val="00240606"/>
    <w:rsid w:val="0024068D"/>
    <w:rsid w:val="00240D6A"/>
    <w:rsid w:val="00240E12"/>
    <w:rsid w:val="00241146"/>
    <w:rsid w:val="002412E5"/>
    <w:rsid w:val="002414DA"/>
    <w:rsid w:val="002418F6"/>
    <w:rsid w:val="00241B28"/>
    <w:rsid w:val="00241F22"/>
    <w:rsid w:val="00242205"/>
    <w:rsid w:val="00242913"/>
    <w:rsid w:val="00242CCA"/>
    <w:rsid w:val="00242F10"/>
    <w:rsid w:val="00242FA0"/>
    <w:rsid w:val="00243727"/>
    <w:rsid w:val="00243ACE"/>
    <w:rsid w:val="00243AE9"/>
    <w:rsid w:val="00243CDF"/>
    <w:rsid w:val="00244484"/>
    <w:rsid w:val="002445C9"/>
    <w:rsid w:val="00244837"/>
    <w:rsid w:val="00244D85"/>
    <w:rsid w:val="002451E5"/>
    <w:rsid w:val="00245428"/>
    <w:rsid w:val="002462D7"/>
    <w:rsid w:val="002464AD"/>
    <w:rsid w:val="002464BC"/>
    <w:rsid w:val="00246590"/>
    <w:rsid w:val="002467D8"/>
    <w:rsid w:val="00246A9C"/>
    <w:rsid w:val="0024757B"/>
    <w:rsid w:val="00247FF9"/>
    <w:rsid w:val="002512BC"/>
    <w:rsid w:val="002514E2"/>
    <w:rsid w:val="00252876"/>
    <w:rsid w:val="00253F67"/>
    <w:rsid w:val="00255086"/>
    <w:rsid w:val="0025539A"/>
    <w:rsid w:val="00255A98"/>
    <w:rsid w:val="00255E63"/>
    <w:rsid w:val="002561C9"/>
    <w:rsid w:val="002561FE"/>
    <w:rsid w:val="00257EDC"/>
    <w:rsid w:val="0026062F"/>
    <w:rsid w:val="00261244"/>
    <w:rsid w:val="002612A2"/>
    <w:rsid w:val="002612B2"/>
    <w:rsid w:val="002614A3"/>
    <w:rsid w:val="00261FB1"/>
    <w:rsid w:val="00262905"/>
    <w:rsid w:val="00263204"/>
    <w:rsid w:val="0026367C"/>
    <w:rsid w:val="002638A0"/>
    <w:rsid w:val="00264491"/>
    <w:rsid w:val="00264622"/>
    <w:rsid w:val="00264766"/>
    <w:rsid w:val="00264C6A"/>
    <w:rsid w:val="0026514C"/>
    <w:rsid w:val="002656D0"/>
    <w:rsid w:val="00265D63"/>
    <w:rsid w:val="00265FB9"/>
    <w:rsid w:val="00266409"/>
    <w:rsid w:val="00266D41"/>
    <w:rsid w:val="00267B99"/>
    <w:rsid w:val="00267E9C"/>
    <w:rsid w:val="002701F2"/>
    <w:rsid w:val="00270784"/>
    <w:rsid w:val="00270DA7"/>
    <w:rsid w:val="00271AB0"/>
    <w:rsid w:val="00271E97"/>
    <w:rsid w:val="00272549"/>
    <w:rsid w:val="002725F2"/>
    <w:rsid w:val="00272BAE"/>
    <w:rsid w:val="00272FF8"/>
    <w:rsid w:val="002739C4"/>
    <w:rsid w:val="0027427D"/>
    <w:rsid w:val="002742B6"/>
    <w:rsid w:val="002746AE"/>
    <w:rsid w:val="0027488A"/>
    <w:rsid w:val="00274EAB"/>
    <w:rsid w:val="00275035"/>
    <w:rsid w:val="00275152"/>
    <w:rsid w:val="00275574"/>
    <w:rsid w:val="002756C7"/>
    <w:rsid w:val="002756EC"/>
    <w:rsid w:val="002757D5"/>
    <w:rsid w:val="00275CBC"/>
    <w:rsid w:val="00275F8F"/>
    <w:rsid w:val="00276478"/>
    <w:rsid w:val="002765A6"/>
    <w:rsid w:val="002765FF"/>
    <w:rsid w:val="002767A7"/>
    <w:rsid w:val="00276812"/>
    <w:rsid w:val="002768BE"/>
    <w:rsid w:val="00276978"/>
    <w:rsid w:val="0027740D"/>
    <w:rsid w:val="0027799B"/>
    <w:rsid w:val="00277A35"/>
    <w:rsid w:val="0028024D"/>
    <w:rsid w:val="0028040C"/>
    <w:rsid w:val="00280673"/>
    <w:rsid w:val="00280C2A"/>
    <w:rsid w:val="0028102D"/>
    <w:rsid w:val="002811FA"/>
    <w:rsid w:val="0028130E"/>
    <w:rsid w:val="0028143C"/>
    <w:rsid w:val="00281CAD"/>
    <w:rsid w:val="00282504"/>
    <w:rsid w:val="00282983"/>
    <w:rsid w:val="00283104"/>
    <w:rsid w:val="002832A9"/>
    <w:rsid w:val="002841A0"/>
    <w:rsid w:val="00284753"/>
    <w:rsid w:val="00284AFE"/>
    <w:rsid w:val="00284CBD"/>
    <w:rsid w:val="002854DD"/>
    <w:rsid w:val="0028663F"/>
    <w:rsid w:val="002868F9"/>
    <w:rsid w:val="00286A4F"/>
    <w:rsid w:val="00286DE7"/>
    <w:rsid w:val="00286ED2"/>
    <w:rsid w:val="0028703B"/>
    <w:rsid w:val="00287238"/>
    <w:rsid w:val="00287694"/>
    <w:rsid w:val="002876B9"/>
    <w:rsid w:val="00287DD1"/>
    <w:rsid w:val="00287E9B"/>
    <w:rsid w:val="002905EA"/>
    <w:rsid w:val="00290BCF"/>
    <w:rsid w:val="0029186A"/>
    <w:rsid w:val="00291990"/>
    <w:rsid w:val="00291992"/>
    <w:rsid w:val="00291D15"/>
    <w:rsid w:val="00291E66"/>
    <w:rsid w:val="00292F38"/>
    <w:rsid w:val="00292F43"/>
    <w:rsid w:val="00293BAE"/>
    <w:rsid w:val="00294AC8"/>
    <w:rsid w:val="00294B61"/>
    <w:rsid w:val="00294E90"/>
    <w:rsid w:val="00294F13"/>
    <w:rsid w:val="00295384"/>
    <w:rsid w:val="00295F95"/>
    <w:rsid w:val="0029604A"/>
    <w:rsid w:val="0029623D"/>
    <w:rsid w:val="002963B7"/>
    <w:rsid w:val="002966FF"/>
    <w:rsid w:val="0029692E"/>
    <w:rsid w:val="00296B79"/>
    <w:rsid w:val="00296BCA"/>
    <w:rsid w:val="00296CDE"/>
    <w:rsid w:val="00296E1D"/>
    <w:rsid w:val="00296FD0"/>
    <w:rsid w:val="00297667"/>
    <w:rsid w:val="0029771E"/>
    <w:rsid w:val="00297721"/>
    <w:rsid w:val="00297CC8"/>
    <w:rsid w:val="002A0152"/>
    <w:rsid w:val="002A0570"/>
    <w:rsid w:val="002A059F"/>
    <w:rsid w:val="002A0829"/>
    <w:rsid w:val="002A10B4"/>
    <w:rsid w:val="002A1402"/>
    <w:rsid w:val="002A1DC7"/>
    <w:rsid w:val="002A23F8"/>
    <w:rsid w:val="002A244A"/>
    <w:rsid w:val="002A2A16"/>
    <w:rsid w:val="002A3186"/>
    <w:rsid w:val="002A3891"/>
    <w:rsid w:val="002A4118"/>
    <w:rsid w:val="002A4881"/>
    <w:rsid w:val="002A4F2F"/>
    <w:rsid w:val="002A53C9"/>
    <w:rsid w:val="002A5766"/>
    <w:rsid w:val="002A5A78"/>
    <w:rsid w:val="002A60BB"/>
    <w:rsid w:val="002A6311"/>
    <w:rsid w:val="002A63D7"/>
    <w:rsid w:val="002A66EF"/>
    <w:rsid w:val="002A6A9A"/>
    <w:rsid w:val="002A6AE3"/>
    <w:rsid w:val="002A6D58"/>
    <w:rsid w:val="002A746C"/>
    <w:rsid w:val="002A7FBA"/>
    <w:rsid w:val="002B02CF"/>
    <w:rsid w:val="002B063F"/>
    <w:rsid w:val="002B133C"/>
    <w:rsid w:val="002B14D9"/>
    <w:rsid w:val="002B1A0B"/>
    <w:rsid w:val="002B1B87"/>
    <w:rsid w:val="002B1DDC"/>
    <w:rsid w:val="002B231D"/>
    <w:rsid w:val="002B232C"/>
    <w:rsid w:val="002B234C"/>
    <w:rsid w:val="002B2EC4"/>
    <w:rsid w:val="002B2FEB"/>
    <w:rsid w:val="002B3100"/>
    <w:rsid w:val="002B3A6C"/>
    <w:rsid w:val="002B445A"/>
    <w:rsid w:val="002B4B7B"/>
    <w:rsid w:val="002B5163"/>
    <w:rsid w:val="002B5538"/>
    <w:rsid w:val="002B5ABE"/>
    <w:rsid w:val="002B5DE3"/>
    <w:rsid w:val="002B5E00"/>
    <w:rsid w:val="002B5FFD"/>
    <w:rsid w:val="002B6209"/>
    <w:rsid w:val="002B69D3"/>
    <w:rsid w:val="002B6CC7"/>
    <w:rsid w:val="002B6E01"/>
    <w:rsid w:val="002B6E36"/>
    <w:rsid w:val="002B6E37"/>
    <w:rsid w:val="002B6EE3"/>
    <w:rsid w:val="002B72A2"/>
    <w:rsid w:val="002B7454"/>
    <w:rsid w:val="002C0103"/>
    <w:rsid w:val="002C0117"/>
    <w:rsid w:val="002C0268"/>
    <w:rsid w:val="002C1349"/>
    <w:rsid w:val="002C167D"/>
    <w:rsid w:val="002C17C9"/>
    <w:rsid w:val="002C1A6A"/>
    <w:rsid w:val="002C2272"/>
    <w:rsid w:val="002C26DF"/>
    <w:rsid w:val="002C38B9"/>
    <w:rsid w:val="002C4231"/>
    <w:rsid w:val="002C4EDE"/>
    <w:rsid w:val="002C6630"/>
    <w:rsid w:val="002C6B36"/>
    <w:rsid w:val="002C7FAA"/>
    <w:rsid w:val="002D0081"/>
    <w:rsid w:val="002D06B3"/>
    <w:rsid w:val="002D14A5"/>
    <w:rsid w:val="002D1684"/>
    <w:rsid w:val="002D1B8A"/>
    <w:rsid w:val="002D202E"/>
    <w:rsid w:val="002D21E4"/>
    <w:rsid w:val="002D2F77"/>
    <w:rsid w:val="002D32FE"/>
    <w:rsid w:val="002D368D"/>
    <w:rsid w:val="002D4252"/>
    <w:rsid w:val="002D44F5"/>
    <w:rsid w:val="002D50B2"/>
    <w:rsid w:val="002D514B"/>
    <w:rsid w:val="002D51B2"/>
    <w:rsid w:val="002D54E4"/>
    <w:rsid w:val="002D561D"/>
    <w:rsid w:val="002D5982"/>
    <w:rsid w:val="002D5EC6"/>
    <w:rsid w:val="002D5FA8"/>
    <w:rsid w:val="002D6F1E"/>
    <w:rsid w:val="002D72FF"/>
    <w:rsid w:val="002D73AF"/>
    <w:rsid w:val="002D76FC"/>
    <w:rsid w:val="002D7D6C"/>
    <w:rsid w:val="002E0265"/>
    <w:rsid w:val="002E0585"/>
    <w:rsid w:val="002E080A"/>
    <w:rsid w:val="002E0926"/>
    <w:rsid w:val="002E09A8"/>
    <w:rsid w:val="002E0D92"/>
    <w:rsid w:val="002E12AC"/>
    <w:rsid w:val="002E1B34"/>
    <w:rsid w:val="002E1DFF"/>
    <w:rsid w:val="002E235E"/>
    <w:rsid w:val="002E255F"/>
    <w:rsid w:val="002E38ED"/>
    <w:rsid w:val="002E4272"/>
    <w:rsid w:val="002E42B5"/>
    <w:rsid w:val="002E4425"/>
    <w:rsid w:val="002E6190"/>
    <w:rsid w:val="002E67A6"/>
    <w:rsid w:val="002E6AF0"/>
    <w:rsid w:val="002E75FE"/>
    <w:rsid w:val="002E775C"/>
    <w:rsid w:val="002E7962"/>
    <w:rsid w:val="002F044E"/>
    <w:rsid w:val="002F0669"/>
    <w:rsid w:val="002F0C2A"/>
    <w:rsid w:val="002F102A"/>
    <w:rsid w:val="002F126A"/>
    <w:rsid w:val="002F14AE"/>
    <w:rsid w:val="002F15B0"/>
    <w:rsid w:val="002F16C9"/>
    <w:rsid w:val="002F1B45"/>
    <w:rsid w:val="002F21E3"/>
    <w:rsid w:val="002F21FF"/>
    <w:rsid w:val="002F2AD8"/>
    <w:rsid w:val="002F30FC"/>
    <w:rsid w:val="002F37E6"/>
    <w:rsid w:val="002F3960"/>
    <w:rsid w:val="002F3A52"/>
    <w:rsid w:val="002F3B8C"/>
    <w:rsid w:val="002F42BF"/>
    <w:rsid w:val="002F53E5"/>
    <w:rsid w:val="002F5ACC"/>
    <w:rsid w:val="002F5CF3"/>
    <w:rsid w:val="002F5D38"/>
    <w:rsid w:val="002F5DA0"/>
    <w:rsid w:val="002F616C"/>
    <w:rsid w:val="002F6454"/>
    <w:rsid w:val="002F6551"/>
    <w:rsid w:val="002F680E"/>
    <w:rsid w:val="002F6B74"/>
    <w:rsid w:val="002F7326"/>
    <w:rsid w:val="002F77F6"/>
    <w:rsid w:val="002F7976"/>
    <w:rsid w:val="002F79C7"/>
    <w:rsid w:val="002F7A02"/>
    <w:rsid w:val="002F7E01"/>
    <w:rsid w:val="002F7E6C"/>
    <w:rsid w:val="003005BF"/>
    <w:rsid w:val="00300989"/>
    <w:rsid w:val="0030168A"/>
    <w:rsid w:val="003018F6"/>
    <w:rsid w:val="003026A7"/>
    <w:rsid w:val="00302C12"/>
    <w:rsid w:val="00302DAF"/>
    <w:rsid w:val="00303364"/>
    <w:rsid w:val="003036C7"/>
    <w:rsid w:val="003040E0"/>
    <w:rsid w:val="0030486A"/>
    <w:rsid w:val="003052F5"/>
    <w:rsid w:val="003054A9"/>
    <w:rsid w:val="0030582F"/>
    <w:rsid w:val="00305B50"/>
    <w:rsid w:val="00306326"/>
    <w:rsid w:val="00306439"/>
    <w:rsid w:val="00306735"/>
    <w:rsid w:val="00306C1D"/>
    <w:rsid w:val="00306D33"/>
    <w:rsid w:val="00307053"/>
    <w:rsid w:val="00307C9C"/>
    <w:rsid w:val="00307E8F"/>
    <w:rsid w:val="00310967"/>
    <w:rsid w:val="00310FB1"/>
    <w:rsid w:val="00311039"/>
    <w:rsid w:val="003116DB"/>
    <w:rsid w:val="00311E4A"/>
    <w:rsid w:val="00311F3C"/>
    <w:rsid w:val="003125AA"/>
    <w:rsid w:val="0031358A"/>
    <w:rsid w:val="003143F5"/>
    <w:rsid w:val="003144EC"/>
    <w:rsid w:val="00314795"/>
    <w:rsid w:val="00314C3A"/>
    <w:rsid w:val="00314EAB"/>
    <w:rsid w:val="00315598"/>
    <w:rsid w:val="003156AE"/>
    <w:rsid w:val="00315954"/>
    <w:rsid w:val="00315C5E"/>
    <w:rsid w:val="00315F59"/>
    <w:rsid w:val="00315FAB"/>
    <w:rsid w:val="00316001"/>
    <w:rsid w:val="003160B3"/>
    <w:rsid w:val="003163B5"/>
    <w:rsid w:val="003164B1"/>
    <w:rsid w:val="003168C3"/>
    <w:rsid w:val="00317170"/>
    <w:rsid w:val="003171BC"/>
    <w:rsid w:val="0031756C"/>
    <w:rsid w:val="003175D1"/>
    <w:rsid w:val="0032001F"/>
    <w:rsid w:val="0032033F"/>
    <w:rsid w:val="00320436"/>
    <w:rsid w:val="00321322"/>
    <w:rsid w:val="00321618"/>
    <w:rsid w:val="00322645"/>
    <w:rsid w:val="00322AD0"/>
    <w:rsid w:val="00322EBA"/>
    <w:rsid w:val="00323409"/>
    <w:rsid w:val="003235E8"/>
    <w:rsid w:val="003241C5"/>
    <w:rsid w:val="00324292"/>
    <w:rsid w:val="003242E1"/>
    <w:rsid w:val="003245E5"/>
    <w:rsid w:val="0032474D"/>
    <w:rsid w:val="00324CD7"/>
    <w:rsid w:val="00324D81"/>
    <w:rsid w:val="0032547C"/>
    <w:rsid w:val="003256C8"/>
    <w:rsid w:val="00325E82"/>
    <w:rsid w:val="00325FEB"/>
    <w:rsid w:val="00326141"/>
    <w:rsid w:val="003264A1"/>
    <w:rsid w:val="003265E5"/>
    <w:rsid w:val="00326ECC"/>
    <w:rsid w:val="003271B4"/>
    <w:rsid w:val="003271E0"/>
    <w:rsid w:val="00327251"/>
    <w:rsid w:val="003273B8"/>
    <w:rsid w:val="003274CB"/>
    <w:rsid w:val="003274FE"/>
    <w:rsid w:val="00327E39"/>
    <w:rsid w:val="00327F32"/>
    <w:rsid w:val="00330759"/>
    <w:rsid w:val="00330882"/>
    <w:rsid w:val="00330BD0"/>
    <w:rsid w:val="00330F18"/>
    <w:rsid w:val="003316C8"/>
    <w:rsid w:val="00332659"/>
    <w:rsid w:val="00332B2F"/>
    <w:rsid w:val="003332F0"/>
    <w:rsid w:val="003335A5"/>
    <w:rsid w:val="003335CB"/>
    <w:rsid w:val="00333AC1"/>
    <w:rsid w:val="003342BE"/>
    <w:rsid w:val="00334392"/>
    <w:rsid w:val="003345A8"/>
    <w:rsid w:val="00334BB0"/>
    <w:rsid w:val="00334BBA"/>
    <w:rsid w:val="00334BD8"/>
    <w:rsid w:val="00334BF7"/>
    <w:rsid w:val="00334DDF"/>
    <w:rsid w:val="003354D2"/>
    <w:rsid w:val="00335515"/>
    <w:rsid w:val="00335527"/>
    <w:rsid w:val="00335C94"/>
    <w:rsid w:val="00336698"/>
    <w:rsid w:val="00336798"/>
    <w:rsid w:val="00336F0D"/>
    <w:rsid w:val="003371AF"/>
    <w:rsid w:val="00337755"/>
    <w:rsid w:val="00337B3A"/>
    <w:rsid w:val="00337B7A"/>
    <w:rsid w:val="00337E7E"/>
    <w:rsid w:val="00340713"/>
    <w:rsid w:val="00340868"/>
    <w:rsid w:val="00340A96"/>
    <w:rsid w:val="00341249"/>
    <w:rsid w:val="00342118"/>
    <w:rsid w:val="00342CC8"/>
    <w:rsid w:val="00342D79"/>
    <w:rsid w:val="0034307F"/>
    <w:rsid w:val="003435EC"/>
    <w:rsid w:val="003446A4"/>
    <w:rsid w:val="00345534"/>
    <w:rsid w:val="00345B4B"/>
    <w:rsid w:val="003465DD"/>
    <w:rsid w:val="00346B8B"/>
    <w:rsid w:val="00347047"/>
    <w:rsid w:val="003471E2"/>
    <w:rsid w:val="003477E4"/>
    <w:rsid w:val="00350690"/>
    <w:rsid w:val="00350733"/>
    <w:rsid w:val="00350C3D"/>
    <w:rsid w:val="003512E6"/>
    <w:rsid w:val="0035180A"/>
    <w:rsid w:val="00351DD5"/>
    <w:rsid w:val="0035291E"/>
    <w:rsid w:val="00352DF8"/>
    <w:rsid w:val="00352EB8"/>
    <w:rsid w:val="00352ECD"/>
    <w:rsid w:val="00352ED0"/>
    <w:rsid w:val="00352F9C"/>
    <w:rsid w:val="003532CE"/>
    <w:rsid w:val="003537FE"/>
    <w:rsid w:val="00353C5F"/>
    <w:rsid w:val="00354331"/>
    <w:rsid w:val="00354664"/>
    <w:rsid w:val="00354BEA"/>
    <w:rsid w:val="00354CFB"/>
    <w:rsid w:val="00354E1F"/>
    <w:rsid w:val="00354E55"/>
    <w:rsid w:val="00354EC3"/>
    <w:rsid w:val="003565AD"/>
    <w:rsid w:val="003569C5"/>
    <w:rsid w:val="00356D42"/>
    <w:rsid w:val="00357112"/>
    <w:rsid w:val="00357192"/>
    <w:rsid w:val="003574C2"/>
    <w:rsid w:val="00357808"/>
    <w:rsid w:val="0035788B"/>
    <w:rsid w:val="00357CA5"/>
    <w:rsid w:val="00357DDB"/>
    <w:rsid w:val="00357E10"/>
    <w:rsid w:val="00360020"/>
    <w:rsid w:val="00360314"/>
    <w:rsid w:val="003606EA"/>
    <w:rsid w:val="00360FD1"/>
    <w:rsid w:val="003612CE"/>
    <w:rsid w:val="003615C3"/>
    <w:rsid w:val="00361D0A"/>
    <w:rsid w:val="0036299A"/>
    <w:rsid w:val="00363300"/>
    <w:rsid w:val="003637AC"/>
    <w:rsid w:val="003639B3"/>
    <w:rsid w:val="00363BF9"/>
    <w:rsid w:val="0036400B"/>
    <w:rsid w:val="00364676"/>
    <w:rsid w:val="00364885"/>
    <w:rsid w:val="003650E0"/>
    <w:rsid w:val="003650F7"/>
    <w:rsid w:val="00365552"/>
    <w:rsid w:val="003656D3"/>
    <w:rsid w:val="0036592F"/>
    <w:rsid w:val="00365DAD"/>
    <w:rsid w:val="00365E7F"/>
    <w:rsid w:val="0036623A"/>
    <w:rsid w:val="0036637C"/>
    <w:rsid w:val="00367127"/>
    <w:rsid w:val="00367318"/>
    <w:rsid w:val="003673E6"/>
    <w:rsid w:val="003678C2"/>
    <w:rsid w:val="00367A7A"/>
    <w:rsid w:val="00367C92"/>
    <w:rsid w:val="00367F01"/>
    <w:rsid w:val="0037087F"/>
    <w:rsid w:val="00370AED"/>
    <w:rsid w:val="00370C11"/>
    <w:rsid w:val="00370EC8"/>
    <w:rsid w:val="00371527"/>
    <w:rsid w:val="003729A9"/>
    <w:rsid w:val="00372B46"/>
    <w:rsid w:val="00372F2D"/>
    <w:rsid w:val="00372FB0"/>
    <w:rsid w:val="0037304C"/>
    <w:rsid w:val="00373519"/>
    <w:rsid w:val="0037371E"/>
    <w:rsid w:val="00373D3E"/>
    <w:rsid w:val="0037486B"/>
    <w:rsid w:val="00374DFF"/>
    <w:rsid w:val="0037510C"/>
    <w:rsid w:val="003753C6"/>
    <w:rsid w:val="00375CD1"/>
    <w:rsid w:val="0037605C"/>
    <w:rsid w:val="00376117"/>
    <w:rsid w:val="003768EB"/>
    <w:rsid w:val="00376AAE"/>
    <w:rsid w:val="00376C99"/>
    <w:rsid w:val="0037718B"/>
    <w:rsid w:val="0037746C"/>
    <w:rsid w:val="0037766B"/>
    <w:rsid w:val="00377836"/>
    <w:rsid w:val="00377B21"/>
    <w:rsid w:val="00377F4F"/>
    <w:rsid w:val="0038004D"/>
    <w:rsid w:val="003800AB"/>
    <w:rsid w:val="00380A92"/>
    <w:rsid w:val="00381044"/>
    <w:rsid w:val="003811C1"/>
    <w:rsid w:val="00381519"/>
    <w:rsid w:val="00381676"/>
    <w:rsid w:val="003817FA"/>
    <w:rsid w:val="00381A2D"/>
    <w:rsid w:val="00381CA3"/>
    <w:rsid w:val="00381D9F"/>
    <w:rsid w:val="00381E5E"/>
    <w:rsid w:val="00382164"/>
    <w:rsid w:val="003821B0"/>
    <w:rsid w:val="003821BC"/>
    <w:rsid w:val="00382F3D"/>
    <w:rsid w:val="00383598"/>
    <w:rsid w:val="0038426A"/>
    <w:rsid w:val="00384452"/>
    <w:rsid w:val="003847CA"/>
    <w:rsid w:val="00384955"/>
    <w:rsid w:val="003849C0"/>
    <w:rsid w:val="0038564B"/>
    <w:rsid w:val="003861F0"/>
    <w:rsid w:val="00386297"/>
    <w:rsid w:val="003866D4"/>
    <w:rsid w:val="00386D70"/>
    <w:rsid w:val="00386D98"/>
    <w:rsid w:val="00387060"/>
    <w:rsid w:val="00387CA1"/>
    <w:rsid w:val="00390309"/>
    <w:rsid w:val="00390726"/>
    <w:rsid w:val="00390794"/>
    <w:rsid w:val="003907D5"/>
    <w:rsid w:val="00390F6F"/>
    <w:rsid w:val="003912E6"/>
    <w:rsid w:val="00391313"/>
    <w:rsid w:val="003914F5"/>
    <w:rsid w:val="003915F7"/>
    <w:rsid w:val="00391704"/>
    <w:rsid w:val="00391D98"/>
    <w:rsid w:val="00392026"/>
    <w:rsid w:val="00392454"/>
    <w:rsid w:val="0039263E"/>
    <w:rsid w:val="003928E7"/>
    <w:rsid w:val="00392FD6"/>
    <w:rsid w:val="003938B5"/>
    <w:rsid w:val="003938C9"/>
    <w:rsid w:val="00393D1F"/>
    <w:rsid w:val="00394455"/>
    <w:rsid w:val="003948C3"/>
    <w:rsid w:val="00394997"/>
    <w:rsid w:val="00394F1D"/>
    <w:rsid w:val="0039519C"/>
    <w:rsid w:val="003951B0"/>
    <w:rsid w:val="00395353"/>
    <w:rsid w:val="00395925"/>
    <w:rsid w:val="0039615A"/>
    <w:rsid w:val="003A0127"/>
    <w:rsid w:val="003A01B8"/>
    <w:rsid w:val="003A15E9"/>
    <w:rsid w:val="003A17CA"/>
    <w:rsid w:val="003A2843"/>
    <w:rsid w:val="003A289B"/>
    <w:rsid w:val="003A30D5"/>
    <w:rsid w:val="003A3591"/>
    <w:rsid w:val="003A3DE1"/>
    <w:rsid w:val="003A40CB"/>
    <w:rsid w:val="003A4316"/>
    <w:rsid w:val="003A469A"/>
    <w:rsid w:val="003A4B7A"/>
    <w:rsid w:val="003A4C59"/>
    <w:rsid w:val="003A5E18"/>
    <w:rsid w:val="003A5E27"/>
    <w:rsid w:val="003A6287"/>
    <w:rsid w:val="003A6312"/>
    <w:rsid w:val="003A6DB1"/>
    <w:rsid w:val="003A6F34"/>
    <w:rsid w:val="003A791E"/>
    <w:rsid w:val="003A79D1"/>
    <w:rsid w:val="003B04E6"/>
    <w:rsid w:val="003B0795"/>
    <w:rsid w:val="003B0A02"/>
    <w:rsid w:val="003B1012"/>
    <w:rsid w:val="003B1066"/>
    <w:rsid w:val="003B1259"/>
    <w:rsid w:val="003B12B1"/>
    <w:rsid w:val="003B15AC"/>
    <w:rsid w:val="003B1832"/>
    <w:rsid w:val="003B18AD"/>
    <w:rsid w:val="003B1F4C"/>
    <w:rsid w:val="003B20D0"/>
    <w:rsid w:val="003B275E"/>
    <w:rsid w:val="003B338F"/>
    <w:rsid w:val="003B34F1"/>
    <w:rsid w:val="003B3B6A"/>
    <w:rsid w:val="003B46A5"/>
    <w:rsid w:val="003B4746"/>
    <w:rsid w:val="003B4CDD"/>
    <w:rsid w:val="003B525B"/>
    <w:rsid w:val="003B533A"/>
    <w:rsid w:val="003B5609"/>
    <w:rsid w:val="003B5C9E"/>
    <w:rsid w:val="003B5F07"/>
    <w:rsid w:val="003B640A"/>
    <w:rsid w:val="003B669C"/>
    <w:rsid w:val="003B760E"/>
    <w:rsid w:val="003B7C96"/>
    <w:rsid w:val="003C016C"/>
    <w:rsid w:val="003C0603"/>
    <w:rsid w:val="003C0816"/>
    <w:rsid w:val="003C11AA"/>
    <w:rsid w:val="003C1494"/>
    <w:rsid w:val="003C2560"/>
    <w:rsid w:val="003C2910"/>
    <w:rsid w:val="003C2FA7"/>
    <w:rsid w:val="003C3216"/>
    <w:rsid w:val="003C37BC"/>
    <w:rsid w:val="003C3BE7"/>
    <w:rsid w:val="003C3C4F"/>
    <w:rsid w:val="003C3CA2"/>
    <w:rsid w:val="003C3D5E"/>
    <w:rsid w:val="003C442D"/>
    <w:rsid w:val="003C46A7"/>
    <w:rsid w:val="003C46B8"/>
    <w:rsid w:val="003C4B11"/>
    <w:rsid w:val="003C53FE"/>
    <w:rsid w:val="003C5CD8"/>
    <w:rsid w:val="003C5D73"/>
    <w:rsid w:val="003C5EC0"/>
    <w:rsid w:val="003C6270"/>
    <w:rsid w:val="003C6C93"/>
    <w:rsid w:val="003C6E0E"/>
    <w:rsid w:val="003C6F60"/>
    <w:rsid w:val="003C70B1"/>
    <w:rsid w:val="003C77E8"/>
    <w:rsid w:val="003C7C2F"/>
    <w:rsid w:val="003C7E6F"/>
    <w:rsid w:val="003D03EE"/>
    <w:rsid w:val="003D0408"/>
    <w:rsid w:val="003D1452"/>
    <w:rsid w:val="003D1890"/>
    <w:rsid w:val="003D1C8B"/>
    <w:rsid w:val="003D2D04"/>
    <w:rsid w:val="003D2E90"/>
    <w:rsid w:val="003D2FBC"/>
    <w:rsid w:val="003D3232"/>
    <w:rsid w:val="003D4632"/>
    <w:rsid w:val="003D479A"/>
    <w:rsid w:val="003D4AEE"/>
    <w:rsid w:val="003D4B43"/>
    <w:rsid w:val="003D4E90"/>
    <w:rsid w:val="003D4F13"/>
    <w:rsid w:val="003D4FEB"/>
    <w:rsid w:val="003D54A8"/>
    <w:rsid w:val="003D54BB"/>
    <w:rsid w:val="003D5CF9"/>
    <w:rsid w:val="003D6A20"/>
    <w:rsid w:val="003D6DDE"/>
    <w:rsid w:val="003D6DE9"/>
    <w:rsid w:val="003D73C2"/>
    <w:rsid w:val="003D752D"/>
    <w:rsid w:val="003D7605"/>
    <w:rsid w:val="003D7950"/>
    <w:rsid w:val="003D7AB9"/>
    <w:rsid w:val="003D7C17"/>
    <w:rsid w:val="003D7ECA"/>
    <w:rsid w:val="003E012D"/>
    <w:rsid w:val="003E035C"/>
    <w:rsid w:val="003E0464"/>
    <w:rsid w:val="003E104D"/>
    <w:rsid w:val="003E145F"/>
    <w:rsid w:val="003E1470"/>
    <w:rsid w:val="003E18AC"/>
    <w:rsid w:val="003E1B28"/>
    <w:rsid w:val="003E301A"/>
    <w:rsid w:val="003E312F"/>
    <w:rsid w:val="003E33DB"/>
    <w:rsid w:val="003E39F4"/>
    <w:rsid w:val="003E3BC4"/>
    <w:rsid w:val="003E3BCB"/>
    <w:rsid w:val="003E3C17"/>
    <w:rsid w:val="003E4173"/>
    <w:rsid w:val="003E46CD"/>
    <w:rsid w:val="003E59A2"/>
    <w:rsid w:val="003E5B54"/>
    <w:rsid w:val="003E5CA9"/>
    <w:rsid w:val="003E61FC"/>
    <w:rsid w:val="003E69EF"/>
    <w:rsid w:val="003E6B01"/>
    <w:rsid w:val="003E6E46"/>
    <w:rsid w:val="003E6F31"/>
    <w:rsid w:val="003E71FB"/>
    <w:rsid w:val="003E7A64"/>
    <w:rsid w:val="003E7D76"/>
    <w:rsid w:val="003F08EA"/>
    <w:rsid w:val="003F0900"/>
    <w:rsid w:val="003F0A90"/>
    <w:rsid w:val="003F0D6E"/>
    <w:rsid w:val="003F0E95"/>
    <w:rsid w:val="003F1497"/>
    <w:rsid w:val="003F15C4"/>
    <w:rsid w:val="003F15F0"/>
    <w:rsid w:val="003F1736"/>
    <w:rsid w:val="003F2121"/>
    <w:rsid w:val="003F2155"/>
    <w:rsid w:val="003F2477"/>
    <w:rsid w:val="003F26FC"/>
    <w:rsid w:val="003F27BA"/>
    <w:rsid w:val="003F27D4"/>
    <w:rsid w:val="003F48A1"/>
    <w:rsid w:val="003F4957"/>
    <w:rsid w:val="003F5962"/>
    <w:rsid w:val="003F5F6A"/>
    <w:rsid w:val="003F601E"/>
    <w:rsid w:val="003F617E"/>
    <w:rsid w:val="003F6AF2"/>
    <w:rsid w:val="003F6FFD"/>
    <w:rsid w:val="003F76D5"/>
    <w:rsid w:val="003F7708"/>
    <w:rsid w:val="003F7931"/>
    <w:rsid w:val="003F79BD"/>
    <w:rsid w:val="004000EF"/>
    <w:rsid w:val="00400861"/>
    <w:rsid w:val="004008DB"/>
    <w:rsid w:val="004011C9"/>
    <w:rsid w:val="004012B6"/>
    <w:rsid w:val="0040172C"/>
    <w:rsid w:val="00401BFB"/>
    <w:rsid w:val="00401CBE"/>
    <w:rsid w:val="00401D30"/>
    <w:rsid w:val="00403120"/>
    <w:rsid w:val="004035E6"/>
    <w:rsid w:val="00403971"/>
    <w:rsid w:val="0040415D"/>
    <w:rsid w:val="0040422D"/>
    <w:rsid w:val="00404604"/>
    <w:rsid w:val="00404843"/>
    <w:rsid w:val="00404968"/>
    <w:rsid w:val="00405BCF"/>
    <w:rsid w:val="00406037"/>
    <w:rsid w:val="004062F4"/>
    <w:rsid w:val="00406348"/>
    <w:rsid w:val="004063BE"/>
    <w:rsid w:val="004063F9"/>
    <w:rsid w:val="00406549"/>
    <w:rsid w:val="0040697A"/>
    <w:rsid w:val="0040705A"/>
    <w:rsid w:val="0040716D"/>
    <w:rsid w:val="0040784A"/>
    <w:rsid w:val="00407CFD"/>
    <w:rsid w:val="00407DBC"/>
    <w:rsid w:val="00407FB3"/>
    <w:rsid w:val="0041000D"/>
    <w:rsid w:val="00410560"/>
    <w:rsid w:val="00410A04"/>
    <w:rsid w:val="00410A8F"/>
    <w:rsid w:val="004116A6"/>
    <w:rsid w:val="00411925"/>
    <w:rsid w:val="004119CF"/>
    <w:rsid w:val="00411BF0"/>
    <w:rsid w:val="00411FE1"/>
    <w:rsid w:val="00412750"/>
    <w:rsid w:val="00412D5B"/>
    <w:rsid w:val="00412FFE"/>
    <w:rsid w:val="004131E9"/>
    <w:rsid w:val="00413C6A"/>
    <w:rsid w:val="004140DD"/>
    <w:rsid w:val="00414250"/>
    <w:rsid w:val="004149F4"/>
    <w:rsid w:val="00415099"/>
    <w:rsid w:val="0041548B"/>
    <w:rsid w:val="0041581F"/>
    <w:rsid w:val="004158B8"/>
    <w:rsid w:val="004158DC"/>
    <w:rsid w:val="00416317"/>
    <w:rsid w:val="00416372"/>
    <w:rsid w:val="00416559"/>
    <w:rsid w:val="004169F5"/>
    <w:rsid w:val="0041789B"/>
    <w:rsid w:val="00417C75"/>
    <w:rsid w:val="00417CD1"/>
    <w:rsid w:val="00420591"/>
    <w:rsid w:val="0042104B"/>
    <w:rsid w:val="0042173A"/>
    <w:rsid w:val="00421ADF"/>
    <w:rsid w:val="00421BD3"/>
    <w:rsid w:val="00421CD6"/>
    <w:rsid w:val="00421F3E"/>
    <w:rsid w:val="00422872"/>
    <w:rsid w:val="004229F4"/>
    <w:rsid w:val="00422CA9"/>
    <w:rsid w:val="00423396"/>
    <w:rsid w:val="004239A2"/>
    <w:rsid w:val="004242B7"/>
    <w:rsid w:val="0042478D"/>
    <w:rsid w:val="004247EA"/>
    <w:rsid w:val="00424884"/>
    <w:rsid w:val="00424B12"/>
    <w:rsid w:val="0042528D"/>
    <w:rsid w:val="004258D0"/>
    <w:rsid w:val="00425918"/>
    <w:rsid w:val="004260D6"/>
    <w:rsid w:val="00426778"/>
    <w:rsid w:val="00426F0F"/>
    <w:rsid w:val="00426F80"/>
    <w:rsid w:val="004270CF"/>
    <w:rsid w:val="004275AF"/>
    <w:rsid w:val="00427DD4"/>
    <w:rsid w:val="004300E2"/>
    <w:rsid w:val="0043010C"/>
    <w:rsid w:val="0043020A"/>
    <w:rsid w:val="00430A23"/>
    <w:rsid w:val="00430AF6"/>
    <w:rsid w:val="00430C2E"/>
    <w:rsid w:val="00430F14"/>
    <w:rsid w:val="00430F66"/>
    <w:rsid w:val="004311E9"/>
    <w:rsid w:val="00431589"/>
    <w:rsid w:val="004315A2"/>
    <w:rsid w:val="004315C4"/>
    <w:rsid w:val="00431930"/>
    <w:rsid w:val="00431A7D"/>
    <w:rsid w:val="00431CBA"/>
    <w:rsid w:val="00432292"/>
    <w:rsid w:val="0043268F"/>
    <w:rsid w:val="00432AC5"/>
    <w:rsid w:val="00432E2C"/>
    <w:rsid w:val="00433579"/>
    <w:rsid w:val="004336CB"/>
    <w:rsid w:val="00434064"/>
    <w:rsid w:val="004340C2"/>
    <w:rsid w:val="00434171"/>
    <w:rsid w:val="004341A8"/>
    <w:rsid w:val="00434471"/>
    <w:rsid w:val="00434997"/>
    <w:rsid w:val="00434B25"/>
    <w:rsid w:val="00434F58"/>
    <w:rsid w:val="00435390"/>
    <w:rsid w:val="00435BF5"/>
    <w:rsid w:val="00435FE1"/>
    <w:rsid w:val="004367B8"/>
    <w:rsid w:val="00436BB6"/>
    <w:rsid w:val="00436CA5"/>
    <w:rsid w:val="00436DB8"/>
    <w:rsid w:val="00436FB3"/>
    <w:rsid w:val="00437041"/>
    <w:rsid w:val="00437156"/>
    <w:rsid w:val="00440133"/>
    <w:rsid w:val="0044051E"/>
    <w:rsid w:val="0044076B"/>
    <w:rsid w:val="00440904"/>
    <w:rsid w:val="00440AA4"/>
    <w:rsid w:val="00441088"/>
    <w:rsid w:val="00441169"/>
    <w:rsid w:val="00441A94"/>
    <w:rsid w:val="00441AF6"/>
    <w:rsid w:val="00441C0D"/>
    <w:rsid w:val="00441F03"/>
    <w:rsid w:val="00441F10"/>
    <w:rsid w:val="004423F1"/>
    <w:rsid w:val="004429B6"/>
    <w:rsid w:val="00442AB9"/>
    <w:rsid w:val="00442B82"/>
    <w:rsid w:val="0044327D"/>
    <w:rsid w:val="00443AAF"/>
    <w:rsid w:val="004443C0"/>
    <w:rsid w:val="00444C54"/>
    <w:rsid w:val="00444D10"/>
    <w:rsid w:val="004457D4"/>
    <w:rsid w:val="00445C73"/>
    <w:rsid w:val="00446015"/>
    <w:rsid w:val="00446178"/>
    <w:rsid w:val="004462D6"/>
    <w:rsid w:val="0044636E"/>
    <w:rsid w:val="00446DAD"/>
    <w:rsid w:val="0044737A"/>
    <w:rsid w:val="00447F17"/>
    <w:rsid w:val="004504C9"/>
    <w:rsid w:val="004505CF"/>
    <w:rsid w:val="00450706"/>
    <w:rsid w:val="0045073B"/>
    <w:rsid w:val="00450A52"/>
    <w:rsid w:val="00450C04"/>
    <w:rsid w:val="004512E9"/>
    <w:rsid w:val="0045156B"/>
    <w:rsid w:val="00451A4A"/>
    <w:rsid w:val="0045220F"/>
    <w:rsid w:val="00452235"/>
    <w:rsid w:val="0045227F"/>
    <w:rsid w:val="004527BE"/>
    <w:rsid w:val="00452F38"/>
    <w:rsid w:val="00453765"/>
    <w:rsid w:val="00453990"/>
    <w:rsid w:val="00453D75"/>
    <w:rsid w:val="004541C3"/>
    <w:rsid w:val="004543B2"/>
    <w:rsid w:val="00454408"/>
    <w:rsid w:val="00454C93"/>
    <w:rsid w:val="0045500C"/>
    <w:rsid w:val="0045528D"/>
    <w:rsid w:val="004553C0"/>
    <w:rsid w:val="00455955"/>
    <w:rsid w:val="00455AAF"/>
    <w:rsid w:val="00455CD1"/>
    <w:rsid w:val="00455EA7"/>
    <w:rsid w:val="004562EC"/>
    <w:rsid w:val="00456542"/>
    <w:rsid w:val="00456947"/>
    <w:rsid w:val="00456A07"/>
    <w:rsid w:val="00456A37"/>
    <w:rsid w:val="0045706F"/>
    <w:rsid w:val="004570B7"/>
    <w:rsid w:val="00457685"/>
    <w:rsid w:val="00457F93"/>
    <w:rsid w:val="00460601"/>
    <w:rsid w:val="0046092A"/>
    <w:rsid w:val="00461009"/>
    <w:rsid w:val="00461071"/>
    <w:rsid w:val="0046120D"/>
    <w:rsid w:val="0046135C"/>
    <w:rsid w:val="004618DD"/>
    <w:rsid w:val="00461A1D"/>
    <w:rsid w:val="00461B13"/>
    <w:rsid w:val="00461C75"/>
    <w:rsid w:val="00461D6E"/>
    <w:rsid w:val="00461E78"/>
    <w:rsid w:val="004624B0"/>
    <w:rsid w:val="00462A3A"/>
    <w:rsid w:val="00463113"/>
    <w:rsid w:val="00463798"/>
    <w:rsid w:val="0046393A"/>
    <w:rsid w:val="00463B2F"/>
    <w:rsid w:val="004640A2"/>
    <w:rsid w:val="0046432D"/>
    <w:rsid w:val="0046433C"/>
    <w:rsid w:val="0046441E"/>
    <w:rsid w:val="0046498D"/>
    <w:rsid w:val="004651EB"/>
    <w:rsid w:val="0046583A"/>
    <w:rsid w:val="00465867"/>
    <w:rsid w:val="00465B3F"/>
    <w:rsid w:val="00466261"/>
    <w:rsid w:val="00466287"/>
    <w:rsid w:val="00466418"/>
    <w:rsid w:val="004664DF"/>
    <w:rsid w:val="004669B4"/>
    <w:rsid w:val="00466A2D"/>
    <w:rsid w:val="0046725B"/>
    <w:rsid w:val="00467B04"/>
    <w:rsid w:val="00467FA4"/>
    <w:rsid w:val="00470E70"/>
    <w:rsid w:val="0047143F"/>
    <w:rsid w:val="004717E5"/>
    <w:rsid w:val="00471A06"/>
    <w:rsid w:val="00471F5A"/>
    <w:rsid w:val="004721A7"/>
    <w:rsid w:val="00472500"/>
    <w:rsid w:val="004737CE"/>
    <w:rsid w:val="00473F71"/>
    <w:rsid w:val="00474463"/>
    <w:rsid w:val="004749DF"/>
    <w:rsid w:val="00474F18"/>
    <w:rsid w:val="00475043"/>
    <w:rsid w:val="004755B0"/>
    <w:rsid w:val="00476089"/>
    <w:rsid w:val="004763A4"/>
    <w:rsid w:val="0047683D"/>
    <w:rsid w:val="0047692B"/>
    <w:rsid w:val="00477171"/>
    <w:rsid w:val="004802F0"/>
    <w:rsid w:val="00480307"/>
    <w:rsid w:val="004818C0"/>
    <w:rsid w:val="00481B39"/>
    <w:rsid w:val="00481D38"/>
    <w:rsid w:val="00482754"/>
    <w:rsid w:val="004830D0"/>
    <w:rsid w:val="00483287"/>
    <w:rsid w:val="004832AC"/>
    <w:rsid w:val="004839EF"/>
    <w:rsid w:val="004839F8"/>
    <w:rsid w:val="00483B4A"/>
    <w:rsid w:val="0048417C"/>
    <w:rsid w:val="00484472"/>
    <w:rsid w:val="0048458F"/>
    <w:rsid w:val="00484741"/>
    <w:rsid w:val="00484853"/>
    <w:rsid w:val="00484DDF"/>
    <w:rsid w:val="00485676"/>
    <w:rsid w:val="00485C40"/>
    <w:rsid w:val="00485C61"/>
    <w:rsid w:val="00485E02"/>
    <w:rsid w:val="004864E1"/>
    <w:rsid w:val="004867B6"/>
    <w:rsid w:val="00486CF3"/>
    <w:rsid w:val="00487FBC"/>
    <w:rsid w:val="00490348"/>
    <w:rsid w:val="00490659"/>
    <w:rsid w:val="00490843"/>
    <w:rsid w:val="00490DC1"/>
    <w:rsid w:val="00490F57"/>
    <w:rsid w:val="004914BD"/>
    <w:rsid w:val="004915AB"/>
    <w:rsid w:val="00491BBD"/>
    <w:rsid w:val="004928E6"/>
    <w:rsid w:val="00492CD3"/>
    <w:rsid w:val="00492D8E"/>
    <w:rsid w:val="004930BE"/>
    <w:rsid w:val="0049356B"/>
    <w:rsid w:val="00493AF9"/>
    <w:rsid w:val="004940C1"/>
    <w:rsid w:val="004940CE"/>
    <w:rsid w:val="00494169"/>
    <w:rsid w:val="004955F5"/>
    <w:rsid w:val="00495864"/>
    <w:rsid w:val="00495D71"/>
    <w:rsid w:val="00496109"/>
    <w:rsid w:val="00496205"/>
    <w:rsid w:val="00496B67"/>
    <w:rsid w:val="0049739F"/>
    <w:rsid w:val="00497673"/>
    <w:rsid w:val="004977E6"/>
    <w:rsid w:val="00497F30"/>
    <w:rsid w:val="004A046F"/>
    <w:rsid w:val="004A0790"/>
    <w:rsid w:val="004A0D5F"/>
    <w:rsid w:val="004A0F4E"/>
    <w:rsid w:val="004A1A69"/>
    <w:rsid w:val="004A1DE0"/>
    <w:rsid w:val="004A22BB"/>
    <w:rsid w:val="004A2750"/>
    <w:rsid w:val="004A2847"/>
    <w:rsid w:val="004A2D44"/>
    <w:rsid w:val="004A30F8"/>
    <w:rsid w:val="004A371D"/>
    <w:rsid w:val="004A3CD0"/>
    <w:rsid w:val="004A4041"/>
    <w:rsid w:val="004A4117"/>
    <w:rsid w:val="004A48A9"/>
    <w:rsid w:val="004A4A5F"/>
    <w:rsid w:val="004A525B"/>
    <w:rsid w:val="004A59E4"/>
    <w:rsid w:val="004A6550"/>
    <w:rsid w:val="004A681F"/>
    <w:rsid w:val="004A6CBC"/>
    <w:rsid w:val="004B0076"/>
    <w:rsid w:val="004B0390"/>
    <w:rsid w:val="004B0BD1"/>
    <w:rsid w:val="004B13F2"/>
    <w:rsid w:val="004B162A"/>
    <w:rsid w:val="004B1BBF"/>
    <w:rsid w:val="004B1D24"/>
    <w:rsid w:val="004B1D80"/>
    <w:rsid w:val="004B2678"/>
    <w:rsid w:val="004B2AD2"/>
    <w:rsid w:val="004B2C76"/>
    <w:rsid w:val="004B333A"/>
    <w:rsid w:val="004B348C"/>
    <w:rsid w:val="004B3530"/>
    <w:rsid w:val="004B35C3"/>
    <w:rsid w:val="004B39F8"/>
    <w:rsid w:val="004B3BE7"/>
    <w:rsid w:val="004B40AB"/>
    <w:rsid w:val="004B42DB"/>
    <w:rsid w:val="004B435A"/>
    <w:rsid w:val="004B5132"/>
    <w:rsid w:val="004B5A1C"/>
    <w:rsid w:val="004B5ADC"/>
    <w:rsid w:val="004B5DDB"/>
    <w:rsid w:val="004B5F95"/>
    <w:rsid w:val="004B67ED"/>
    <w:rsid w:val="004B6E83"/>
    <w:rsid w:val="004B6E9F"/>
    <w:rsid w:val="004B6EA9"/>
    <w:rsid w:val="004B74F1"/>
    <w:rsid w:val="004B77CC"/>
    <w:rsid w:val="004B7B1C"/>
    <w:rsid w:val="004C0876"/>
    <w:rsid w:val="004C10A8"/>
    <w:rsid w:val="004C1127"/>
    <w:rsid w:val="004C2545"/>
    <w:rsid w:val="004C2A16"/>
    <w:rsid w:val="004C2D9E"/>
    <w:rsid w:val="004C3274"/>
    <w:rsid w:val="004C361A"/>
    <w:rsid w:val="004C3657"/>
    <w:rsid w:val="004C3845"/>
    <w:rsid w:val="004C3A9C"/>
    <w:rsid w:val="004C430D"/>
    <w:rsid w:val="004C4431"/>
    <w:rsid w:val="004C4564"/>
    <w:rsid w:val="004C45C1"/>
    <w:rsid w:val="004C4802"/>
    <w:rsid w:val="004C4BA7"/>
    <w:rsid w:val="004C5E81"/>
    <w:rsid w:val="004C604A"/>
    <w:rsid w:val="004C643A"/>
    <w:rsid w:val="004C66C2"/>
    <w:rsid w:val="004C66D9"/>
    <w:rsid w:val="004C68BC"/>
    <w:rsid w:val="004C6BF8"/>
    <w:rsid w:val="004D0449"/>
    <w:rsid w:val="004D0CB0"/>
    <w:rsid w:val="004D1843"/>
    <w:rsid w:val="004D23BB"/>
    <w:rsid w:val="004D2477"/>
    <w:rsid w:val="004D27F8"/>
    <w:rsid w:val="004D2C8E"/>
    <w:rsid w:val="004D2CFA"/>
    <w:rsid w:val="004D30DB"/>
    <w:rsid w:val="004D3312"/>
    <w:rsid w:val="004D3B65"/>
    <w:rsid w:val="004D3FBB"/>
    <w:rsid w:val="004D40B2"/>
    <w:rsid w:val="004D4246"/>
    <w:rsid w:val="004D4858"/>
    <w:rsid w:val="004D48F2"/>
    <w:rsid w:val="004D4FB9"/>
    <w:rsid w:val="004D5008"/>
    <w:rsid w:val="004D5059"/>
    <w:rsid w:val="004D5218"/>
    <w:rsid w:val="004D5553"/>
    <w:rsid w:val="004D597C"/>
    <w:rsid w:val="004D688D"/>
    <w:rsid w:val="004D71FF"/>
    <w:rsid w:val="004D7AED"/>
    <w:rsid w:val="004E02BA"/>
    <w:rsid w:val="004E0343"/>
    <w:rsid w:val="004E047A"/>
    <w:rsid w:val="004E17D6"/>
    <w:rsid w:val="004E203C"/>
    <w:rsid w:val="004E21B7"/>
    <w:rsid w:val="004E28D8"/>
    <w:rsid w:val="004E2C37"/>
    <w:rsid w:val="004E2C7F"/>
    <w:rsid w:val="004E2C9D"/>
    <w:rsid w:val="004E2E3A"/>
    <w:rsid w:val="004E2F2A"/>
    <w:rsid w:val="004E3DBC"/>
    <w:rsid w:val="004E44BF"/>
    <w:rsid w:val="004E4760"/>
    <w:rsid w:val="004E4862"/>
    <w:rsid w:val="004E48BF"/>
    <w:rsid w:val="004E4907"/>
    <w:rsid w:val="004E4AF8"/>
    <w:rsid w:val="004E4D1A"/>
    <w:rsid w:val="004E54D0"/>
    <w:rsid w:val="004E625F"/>
    <w:rsid w:val="004E6366"/>
    <w:rsid w:val="004E657F"/>
    <w:rsid w:val="004E67AA"/>
    <w:rsid w:val="004E6A59"/>
    <w:rsid w:val="004E6BA0"/>
    <w:rsid w:val="004E7546"/>
    <w:rsid w:val="004E78F3"/>
    <w:rsid w:val="004E7B8C"/>
    <w:rsid w:val="004E7EA2"/>
    <w:rsid w:val="004E7F9C"/>
    <w:rsid w:val="004F01FB"/>
    <w:rsid w:val="004F04B2"/>
    <w:rsid w:val="004F05E6"/>
    <w:rsid w:val="004F06C9"/>
    <w:rsid w:val="004F1D3D"/>
    <w:rsid w:val="004F315E"/>
    <w:rsid w:val="004F32E4"/>
    <w:rsid w:val="004F403A"/>
    <w:rsid w:val="004F4169"/>
    <w:rsid w:val="004F462E"/>
    <w:rsid w:val="004F47D0"/>
    <w:rsid w:val="004F48A6"/>
    <w:rsid w:val="004F4967"/>
    <w:rsid w:val="004F57F0"/>
    <w:rsid w:val="004F6223"/>
    <w:rsid w:val="004F6648"/>
    <w:rsid w:val="004F6A29"/>
    <w:rsid w:val="004F6F0D"/>
    <w:rsid w:val="004F74B4"/>
    <w:rsid w:val="004F7910"/>
    <w:rsid w:val="004F797F"/>
    <w:rsid w:val="004F7A86"/>
    <w:rsid w:val="005005AF"/>
    <w:rsid w:val="0050063B"/>
    <w:rsid w:val="00501004"/>
    <w:rsid w:val="005014F3"/>
    <w:rsid w:val="00501598"/>
    <w:rsid w:val="005016D5"/>
    <w:rsid w:val="00501769"/>
    <w:rsid w:val="00501B4B"/>
    <w:rsid w:val="00501D0F"/>
    <w:rsid w:val="0050207E"/>
    <w:rsid w:val="00502A13"/>
    <w:rsid w:val="00502EDA"/>
    <w:rsid w:val="005034B9"/>
    <w:rsid w:val="00503722"/>
    <w:rsid w:val="0050375B"/>
    <w:rsid w:val="005043C9"/>
    <w:rsid w:val="00504AFA"/>
    <w:rsid w:val="00504CBF"/>
    <w:rsid w:val="00504E18"/>
    <w:rsid w:val="00504F4C"/>
    <w:rsid w:val="00505142"/>
    <w:rsid w:val="00505DD8"/>
    <w:rsid w:val="00505DEE"/>
    <w:rsid w:val="00505ED6"/>
    <w:rsid w:val="005064EB"/>
    <w:rsid w:val="00506B4D"/>
    <w:rsid w:val="00506BC0"/>
    <w:rsid w:val="00506F87"/>
    <w:rsid w:val="00507051"/>
    <w:rsid w:val="0050736E"/>
    <w:rsid w:val="005079D0"/>
    <w:rsid w:val="00507AB0"/>
    <w:rsid w:val="0051001F"/>
    <w:rsid w:val="0051027A"/>
    <w:rsid w:val="0051043B"/>
    <w:rsid w:val="0051146A"/>
    <w:rsid w:val="00511842"/>
    <w:rsid w:val="00511924"/>
    <w:rsid w:val="00513B17"/>
    <w:rsid w:val="005140F9"/>
    <w:rsid w:val="00514BFC"/>
    <w:rsid w:val="00514CE8"/>
    <w:rsid w:val="0051540B"/>
    <w:rsid w:val="005154A8"/>
    <w:rsid w:val="005158EC"/>
    <w:rsid w:val="00515D6F"/>
    <w:rsid w:val="00515D96"/>
    <w:rsid w:val="00515F12"/>
    <w:rsid w:val="0051635C"/>
    <w:rsid w:val="00516597"/>
    <w:rsid w:val="0051766D"/>
    <w:rsid w:val="005179BD"/>
    <w:rsid w:val="005179C7"/>
    <w:rsid w:val="00520878"/>
    <w:rsid w:val="00520C67"/>
    <w:rsid w:val="00521666"/>
    <w:rsid w:val="0052182B"/>
    <w:rsid w:val="00522982"/>
    <w:rsid w:val="00522DE7"/>
    <w:rsid w:val="00522F68"/>
    <w:rsid w:val="005230EE"/>
    <w:rsid w:val="00523961"/>
    <w:rsid w:val="00525239"/>
    <w:rsid w:val="00525860"/>
    <w:rsid w:val="00525D86"/>
    <w:rsid w:val="00525EA4"/>
    <w:rsid w:val="005260CB"/>
    <w:rsid w:val="0052632D"/>
    <w:rsid w:val="00526762"/>
    <w:rsid w:val="00526FC9"/>
    <w:rsid w:val="005270BC"/>
    <w:rsid w:val="00527A6D"/>
    <w:rsid w:val="0053071C"/>
    <w:rsid w:val="00530BD0"/>
    <w:rsid w:val="0053115F"/>
    <w:rsid w:val="0053118B"/>
    <w:rsid w:val="005312D9"/>
    <w:rsid w:val="00531EC9"/>
    <w:rsid w:val="0053236B"/>
    <w:rsid w:val="0053256F"/>
    <w:rsid w:val="00532831"/>
    <w:rsid w:val="00532C36"/>
    <w:rsid w:val="00532C4E"/>
    <w:rsid w:val="00533266"/>
    <w:rsid w:val="005332CC"/>
    <w:rsid w:val="00533389"/>
    <w:rsid w:val="005339E9"/>
    <w:rsid w:val="00533CC2"/>
    <w:rsid w:val="005346A6"/>
    <w:rsid w:val="00534CEE"/>
    <w:rsid w:val="00534E2B"/>
    <w:rsid w:val="00535082"/>
    <w:rsid w:val="00535654"/>
    <w:rsid w:val="0053581D"/>
    <w:rsid w:val="0053586A"/>
    <w:rsid w:val="005358CE"/>
    <w:rsid w:val="0053634A"/>
    <w:rsid w:val="00536734"/>
    <w:rsid w:val="005372A8"/>
    <w:rsid w:val="005375A5"/>
    <w:rsid w:val="00540233"/>
    <w:rsid w:val="00540457"/>
    <w:rsid w:val="00540A4F"/>
    <w:rsid w:val="00541051"/>
    <w:rsid w:val="00541E93"/>
    <w:rsid w:val="00541F24"/>
    <w:rsid w:val="005421D0"/>
    <w:rsid w:val="00542634"/>
    <w:rsid w:val="005426F2"/>
    <w:rsid w:val="00542850"/>
    <w:rsid w:val="005431B0"/>
    <w:rsid w:val="00543F63"/>
    <w:rsid w:val="00544A45"/>
    <w:rsid w:val="00544A98"/>
    <w:rsid w:val="00544AFC"/>
    <w:rsid w:val="00544D8F"/>
    <w:rsid w:val="00545048"/>
    <w:rsid w:val="005452DD"/>
    <w:rsid w:val="005455D5"/>
    <w:rsid w:val="0054560B"/>
    <w:rsid w:val="00545699"/>
    <w:rsid w:val="005456E5"/>
    <w:rsid w:val="0054691E"/>
    <w:rsid w:val="005475AB"/>
    <w:rsid w:val="005476C1"/>
    <w:rsid w:val="00547AF1"/>
    <w:rsid w:val="00547C63"/>
    <w:rsid w:val="0055025E"/>
    <w:rsid w:val="00550E3A"/>
    <w:rsid w:val="00551A6F"/>
    <w:rsid w:val="0055272F"/>
    <w:rsid w:val="00553379"/>
    <w:rsid w:val="005535B1"/>
    <w:rsid w:val="005538FB"/>
    <w:rsid w:val="0055397F"/>
    <w:rsid w:val="00553E38"/>
    <w:rsid w:val="00554364"/>
    <w:rsid w:val="00554A64"/>
    <w:rsid w:val="00555416"/>
    <w:rsid w:val="00555C64"/>
    <w:rsid w:val="00555C92"/>
    <w:rsid w:val="00555E4B"/>
    <w:rsid w:val="00555E78"/>
    <w:rsid w:val="00556A1C"/>
    <w:rsid w:val="00556E03"/>
    <w:rsid w:val="0055787D"/>
    <w:rsid w:val="00557B4B"/>
    <w:rsid w:val="0056046A"/>
    <w:rsid w:val="00560523"/>
    <w:rsid w:val="005607D9"/>
    <w:rsid w:val="005609B3"/>
    <w:rsid w:val="00560A39"/>
    <w:rsid w:val="00560B1E"/>
    <w:rsid w:val="00560D16"/>
    <w:rsid w:val="005611B9"/>
    <w:rsid w:val="0056138A"/>
    <w:rsid w:val="00561FD8"/>
    <w:rsid w:val="00562123"/>
    <w:rsid w:val="00562424"/>
    <w:rsid w:val="0056269A"/>
    <w:rsid w:val="00562A65"/>
    <w:rsid w:val="005631D1"/>
    <w:rsid w:val="0056347E"/>
    <w:rsid w:val="00563A65"/>
    <w:rsid w:val="00563D74"/>
    <w:rsid w:val="00563DE3"/>
    <w:rsid w:val="00563FC1"/>
    <w:rsid w:val="00563FC7"/>
    <w:rsid w:val="0056455F"/>
    <w:rsid w:val="00564911"/>
    <w:rsid w:val="005649A5"/>
    <w:rsid w:val="00564FB2"/>
    <w:rsid w:val="00565431"/>
    <w:rsid w:val="00565B50"/>
    <w:rsid w:val="00565D4F"/>
    <w:rsid w:val="00566187"/>
    <w:rsid w:val="005662FA"/>
    <w:rsid w:val="005664C6"/>
    <w:rsid w:val="005668C4"/>
    <w:rsid w:val="00566E35"/>
    <w:rsid w:val="005675CB"/>
    <w:rsid w:val="005676A9"/>
    <w:rsid w:val="00567ABC"/>
    <w:rsid w:val="00567FA5"/>
    <w:rsid w:val="00567FB2"/>
    <w:rsid w:val="00570D20"/>
    <w:rsid w:val="0057107F"/>
    <w:rsid w:val="0057170D"/>
    <w:rsid w:val="00572804"/>
    <w:rsid w:val="005731FD"/>
    <w:rsid w:val="0057338A"/>
    <w:rsid w:val="00573746"/>
    <w:rsid w:val="00573E63"/>
    <w:rsid w:val="0057406F"/>
    <w:rsid w:val="00574282"/>
    <w:rsid w:val="00574CB9"/>
    <w:rsid w:val="00575C2F"/>
    <w:rsid w:val="00575C4B"/>
    <w:rsid w:val="00575E55"/>
    <w:rsid w:val="005765FF"/>
    <w:rsid w:val="0057768E"/>
    <w:rsid w:val="005802CF"/>
    <w:rsid w:val="00581396"/>
    <w:rsid w:val="005818EF"/>
    <w:rsid w:val="00581D66"/>
    <w:rsid w:val="00581EDD"/>
    <w:rsid w:val="00581F35"/>
    <w:rsid w:val="005820A8"/>
    <w:rsid w:val="0058231E"/>
    <w:rsid w:val="005828BB"/>
    <w:rsid w:val="00582B02"/>
    <w:rsid w:val="00582EC8"/>
    <w:rsid w:val="00583A45"/>
    <w:rsid w:val="005841DD"/>
    <w:rsid w:val="00584368"/>
    <w:rsid w:val="00584411"/>
    <w:rsid w:val="00584962"/>
    <w:rsid w:val="00584A09"/>
    <w:rsid w:val="00584B72"/>
    <w:rsid w:val="00585232"/>
    <w:rsid w:val="005855F0"/>
    <w:rsid w:val="00585BCF"/>
    <w:rsid w:val="0058622A"/>
    <w:rsid w:val="005863AD"/>
    <w:rsid w:val="0058648B"/>
    <w:rsid w:val="005866C8"/>
    <w:rsid w:val="00586744"/>
    <w:rsid w:val="005867BA"/>
    <w:rsid w:val="00586891"/>
    <w:rsid w:val="00586D61"/>
    <w:rsid w:val="00587A38"/>
    <w:rsid w:val="00587D7D"/>
    <w:rsid w:val="00590589"/>
    <w:rsid w:val="0059059A"/>
    <w:rsid w:val="00590A1F"/>
    <w:rsid w:val="00590C63"/>
    <w:rsid w:val="005915ED"/>
    <w:rsid w:val="0059173F"/>
    <w:rsid w:val="005919F7"/>
    <w:rsid w:val="00591BAB"/>
    <w:rsid w:val="0059264C"/>
    <w:rsid w:val="005929B3"/>
    <w:rsid w:val="00592A36"/>
    <w:rsid w:val="005933C8"/>
    <w:rsid w:val="0059480A"/>
    <w:rsid w:val="00594911"/>
    <w:rsid w:val="005949B8"/>
    <w:rsid w:val="00594A19"/>
    <w:rsid w:val="00594D14"/>
    <w:rsid w:val="005956AB"/>
    <w:rsid w:val="00595918"/>
    <w:rsid w:val="00595D2C"/>
    <w:rsid w:val="005967FD"/>
    <w:rsid w:val="00596F38"/>
    <w:rsid w:val="005971DD"/>
    <w:rsid w:val="00597237"/>
    <w:rsid w:val="0059746D"/>
    <w:rsid w:val="005974F0"/>
    <w:rsid w:val="005975AB"/>
    <w:rsid w:val="00597B47"/>
    <w:rsid w:val="00597C75"/>
    <w:rsid w:val="005A01F0"/>
    <w:rsid w:val="005A04DD"/>
    <w:rsid w:val="005A18DC"/>
    <w:rsid w:val="005A230F"/>
    <w:rsid w:val="005A243E"/>
    <w:rsid w:val="005A2CEC"/>
    <w:rsid w:val="005A2D7D"/>
    <w:rsid w:val="005A2F26"/>
    <w:rsid w:val="005A31EC"/>
    <w:rsid w:val="005A3DB4"/>
    <w:rsid w:val="005A3DB7"/>
    <w:rsid w:val="005A4C8B"/>
    <w:rsid w:val="005A513E"/>
    <w:rsid w:val="005A526F"/>
    <w:rsid w:val="005A5B00"/>
    <w:rsid w:val="005A6828"/>
    <w:rsid w:val="005A69E5"/>
    <w:rsid w:val="005A716A"/>
    <w:rsid w:val="005A7644"/>
    <w:rsid w:val="005A7A37"/>
    <w:rsid w:val="005B08BF"/>
    <w:rsid w:val="005B0C17"/>
    <w:rsid w:val="005B1753"/>
    <w:rsid w:val="005B199D"/>
    <w:rsid w:val="005B1DBC"/>
    <w:rsid w:val="005B1FAC"/>
    <w:rsid w:val="005B2157"/>
    <w:rsid w:val="005B35D7"/>
    <w:rsid w:val="005B3914"/>
    <w:rsid w:val="005B39D3"/>
    <w:rsid w:val="005B3B8D"/>
    <w:rsid w:val="005B49B9"/>
    <w:rsid w:val="005B4F4E"/>
    <w:rsid w:val="005B54C8"/>
    <w:rsid w:val="005B5A74"/>
    <w:rsid w:val="005B5BB0"/>
    <w:rsid w:val="005B6005"/>
    <w:rsid w:val="005B6114"/>
    <w:rsid w:val="005B645F"/>
    <w:rsid w:val="005B647E"/>
    <w:rsid w:val="005B6C75"/>
    <w:rsid w:val="005B6E70"/>
    <w:rsid w:val="005B74EF"/>
    <w:rsid w:val="005B78B2"/>
    <w:rsid w:val="005B7AF6"/>
    <w:rsid w:val="005B7E4A"/>
    <w:rsid w:val="005B7F1D"/>
    <w:rsid w:val="005C0951"/>
    <w:rsid w:val="005C0B98"/>
    <w:rsid w:val="005C0C36"/>
    <w:rsid w:val="005C1851"/>
    <w:rsid w:val="005C2443"/>
    <w:rsid w:val="005C26EE"/>
    <w:rsid w:val="005C30DA"/>
    <w:rsid w:val="005C3424"/>
    <w:rsid w:val="005C39D1"/>
    <w:rsid w:val="005C3E45"/>
    <w:rsid w:val="005C4169"/>
    <w:rsid w:val="005C424F"/>
    <w:rsid w:val="005C43EC"/>
    <w:rsid w:val="005C4418"/>
    <w:rsid w:val="005C49CF"/>
    <w:rsid w:val="005C4D1C"/>
    <w:rsid w:val="005C4F97"/>
    <w:rsid w:val="005C58CA"/>
    <w:rsid w:val="005C5DA4"/>
    <w:rsid w:val="005C5DE8"/>
    <w:rsid w:val="005C65FC"/>
    <w:rsid w:val="005C6D21"/>
    <w:rsid w:val="005C71BE"/>
    <w:rsid w:val="005C763C"/>
    <w:rsid w:val="005C7871"/>
    <w:rsid w:val="005C7E50"/>
    <w:rsid w:val="005C7E8C"/>
    <w:rsid w:val="005D0A27"/>
    <w:rsid w:val="005D0D6B"/>
    <w:rsid w:val="005D0EE6"/>
    <w:rsid w:val="005D1370"/>
    <w:rsid w:val="005D15DB"/>
    <w:rsid w:val="005D1CDB"/>
    <w:rsid w:val="005D258D"/>
    <w:rsid w:val="005D29D7"/>
    <w:rsid w:val="005D3013"/>
    <w:rsid w:val="005D36AA"/>
    <w:rsid w:val="005D3D64"/>
    <w:rsid w:val="005D408F"/>
    <w:rsid w:val="005D40E4"/>
    <w:rsid w:val="005D444F"/>
    <w:rsid w:val="005D4B39"/>
    <w:rsid w:val="005D4F31"/>
    <w:rsid w:val="005D51EC"/>
    <w:rsid w:val="005D53B0"/>
    <w:rsid w:val="005D5809"/>
    <w:rsid w:val="005D583A"/>
    <w:rsid w:val="005D5C7C"/>
    <w:rsid w:val="005D6324"/>
    <w:rsid w:val="005D65B7"/>
    <w:rsid w:val="005D6864"/>
    <w:rsid w:val="005D6F3F"/>
    <w:rsid w:val="005D728D"/>
    <w:rsid w:val="005D7A81"/>
    <w:rsid w:val="005D7AA0"/>
    <w:rsid w:val="005D7C9C"/>
    <w:rsid w:val="005E010B"/>
    <w:rsid w:val="005E0192"/>
    <w:rsid w:val="005E1151"/>
    <w:rsid w:val="005E1315"/>
    <w:rsid w:val="005E1356"/>
    <w:rsid w:val="005E1412"/>
    <w:rsid w:val="005E1567"/>
    <w:rsid w:val="005E1CE1"/>
    <w:rsid w:val="005E298B"/>
    <w:rsid w:val="005E3331"/>
    <w:rsid w:val="005E39F3"/>
    <w:rsid w:val="005E3C3A"/>
    <w:rsid w:val="005E41FD"/>
    <w:rsid w:val="005E4383"/>
    <w:rsid w:val="005E4404"/>
    <w:rsid w:val="005E45C7"/>
    <w:rsid w:val="005E4EA1"/>
    <w:rsid w:val="005E540E"/>
    <w:rsid w:val="005E5767"/>
    <w:rsid w:val="005E664B"/>
    <w:rsid w:val="005E6FFE"/>
    <w:rsid w:val="005E7458"/>
    <w:rsid w:val="005E7FD5"/>
    <w:rsid w:val="005F069B"/>
    <w:rsid w:val="005F089E"/>
    <w:rsid w:val="005F0FEC"/>
    <w:rsid w:val="005F1AB9"/>
    <w:rsid w:val="005F3878"/>
    <w:rsid w:val="005F3B9B"/>
    <w:rsid w:val="005F3BCF"/>
    <w:rsid w:val="005F3E4D"/>
    <w:rsid w:val="005F3EE1"/>
    <w:rsid w:val="005F4D79"/>
    <w:rsid w:val="005F5137"/>
    <w:rsid w:val="005F5CEB"/>
    <w:rsid w:val="005F5D50"/>
    <w:rsid w:val="005F680E"/>
    <w:rsid w:val="005F683C"/>
    <w:rsid w:val="005F6D3D"/>
    <w:rsid w:val="005F72F4"/>
    <w:rsid w:val="005F736C"/>
    <w:rsid w:val="005F7555"/>
    <w:rsid w:val="005F764B"/>
    <w:rsid w:val="005F7CFF"/>
    <w:rsid w:val="005F7FD3"/>
    <w:rsid w:val="006002E6"/>
    <w:rsid w:val="00600852"/>
    <w:rsid w:val="00600B28"/>
    <w:rsid w:val="00600DA2"/>
    <w:rsid w:val="00601006"/>
    <w:rsid w:val="0060133A"/>
    <w:rsid w:val="0060136D"/>
    <w:rsid w:val="00602BC9"/>
    <w:rsid w:val="00602C86"/>
    <w:rsid w:val="006039FA"/>
    <w:rsid w:val="006046E0"/>
    <w:rsid w:val="00604E5B"/>
    <w:rsid w:val="00605637"/>
    <w:rsid w:val="006056B6"/>
    <w:rsid w:val="00605718"/>
    <w:rsid w:val="00605C3A"/>
    <w:rsid w:val="006062EA"/>
    <w:rsid w:val="00606842"/>
    <w:rsid w:val="00606D0D"/>
    <w:rsid w:val="00606DEF"/>
    <w:rsid w:val="00606F0F"/>
    <w:rsid w:val="00607CF1"/>
    <w:rsid w:val="00607D5B"/>
    <w:rsid w:val="0061025A"/>
    <w:rsid w:val="006115A2"/>
    <w:rsid w:val="006117E0"/>
    <w:rsid w:val="0061180E"/>
    <w:rsid w:val="00611FB5"/>
    <w:rsid w:val="006128D9"/>
    <w:rsid w:val="00613279"/>
    <w:rsid w:val="006132F1"/>
    <w:rsid w:val="0061333E"/>
    <w:rsid w:val="00613E2D"/>
    <w:rsid w:val="00613FBD"/>
    <w:rsid w:val="00614067"/>
    <w:rsid w:val="0061464C"/>
    <w:rsid w:val="006148ED"/>
    <w:rsid w:val="00614BC6"/>
    <w:rsid w:val="00614D63"/>
    <w:rsid w:val="00614E35"/>
    <w:rsid w:val="006150F7"/>
    <w:rsid w:val="006156B1"/>
    <w:rsid w:val="0061583F"/>
    <w:rsid w:val="00615B16"/>
    <w:rsid w:val="00615C33"/>
    <w:rsid w:val="00615C53"/>
    <w:rsid w:val="00615FD3"/>
    <w:rsid w:val="006165D3"/>
    <w:rsid w:val="00616DB9"/>
    <w:rsid w:val="00617012"/>
    <w:rsid w:val="006172C8"/>
    <w:rsid w:val="00617B2F"/>
    <w:rsid w:val="006202A8"/>
    <w:rsid w:val="0062044C"/>
    <w:rsid w:val="006205C4"/>
    <w:rsid w:val="0062066B"/>
    <w:rsid w:val="0062072A"/>
    <w:rsid w:val="006209E8"/>
    <w:rsid w:val="00620AD7"/>
    <w:rsid w:val="00620E82"/>
    <w:rsid w:val="0062106A"/>
    <w:rsid w:val="006212B6"/>
    <w:rsid w:val="00621A57"/>
    <w:rsid w:val="00621FC6"/>
    <w:rsid w:val="00621FE0"/>
    <w:rsid w:val="0062275A"/>
    <w:rsid w:val="00622B45"/>
    <w:rsid w:val="00622CAF"/>
    <w:rsid w:val="00622EA7"/>
    <w:rsid w:val="00622EB7"/>
    <w:rsid w:val="00623122"/>
    <w:rsid w:val="006232D4"/>
    <w:rsid w:val="006234C7"/>
    <w:rsid w:val="0062466A"/>
    <w:rsid w:val="0062492F"/>
    <w:rsid w:val="006252D1"/>
    <w:rsid w:val="0062530E"/>
    <w:rsid w:val="006259A9"/>
    <w:rsid w:val="00626B30"/>
    <w:rsid w:val="00626C6A"/>
    <w:rsid w:val="00626DE8"/>
    <w:rsid w:val="00627575"/>
    <w:rsid w:val="00627918"/>
    <w:rsid w:val="00627AAE"/>
    <w:rsid w:val="00630715"/>
    <w:rsid w:val="00630950"/>
    <w:rsid w:val="00630AC4"/>
    <w:rsid w:val="00630B23"/>
    <w:rsid w:val="00630D15"/>
    <w:rsid w:val="00630D63"/>
    <w:rsid w:val="006318CE"/>
    <w:rsid w:val="00631F41"/>
    <w:rsid w:val="00632BF3"/>
    <w:rsid w:val="00633A5C"/>
    <w:rsid w:val="00634020"/>
    <w:rsid w:val="0063419E"/>
    <w:rsid w:val="00634D16"/>
    <w:rsid w:val="0063518E"/>
    <w:rsid w:val="006351A7"/>
    <w:rsid w:val="006351B6"/>
    <w:rsid w:val="00635395"/>
    <w:rsid w:val="00635437"/>
    <w:rsid w:val="00635AC0"/>
    <w:rsid w:val="00635B36"/>
    <w:rsid w:val="00635E6D"/>
    <w:rsid w:val="00636139"/>
    <w:rsid w:val="006362A1"/>
    <w:rsid w:val="006362C0"/>
    <w:rsid w:val="00636545"/>
    <w:rsid w:val="00636C4B"/>
    <w:rsid w:val="00636D7A"/>
    <w:rsid w:val="00636EBA"/>
    <w:rsid w:val="006378B8"/>
    <w:rsid w:val="0063796D"/>
    <w:rsid w:val="00637C57"/>
    <w:rsid w:val="0064057B"/>
    <w:rsid w:val="00640B45"/>
    <w:rsid w:val="00640CD8"/>
    <w:rsid w:val="00640DE9"/>
    <w:rsid w:val="006412D7"/>
    <w:rsid w:val="006414C8"/>
    <w:rsid w:val="006415FC"/>
    <w:rsid w:val="00641868"/>
    <w:rsid w:val="00641A4D"/>
    <w:rsid w:val="00641D0E"/>
    <w:rsid w:val="00641FCB"/>
    <w:rsid w:val="00642377"/>
    <w:rsid w:val="0064295C"/>
    <w:rsid w:val="00642D2E"/>
    <w:rsid w:val="00643BC1"/>
    <w:rsid w:val="0064473F"/>
    <w:rsid w:val="00644748"/>
    <w:rsid w:val="00644B7F"/>
    <w:rsid w:val="00644BD7"/>
    <w:rsid w:val="00644D0E"/>
    <w:rsid w:val="00645D18"/>
    <w:rsid w:val="006462AD"/>
    <w:rsid w:val="00646719"/>
    <w:rsid w:val="00646B06"/>
    <w:rsid w:val="00646BFC"/>
    <w:rsid w:val="006471E3"/>
    <w:rsid w:val="00647833"/>
    <w:rsid w:val="006479DE"/>
    <w:rsid w:val="00647CAA"/>
    <w:rsid w:val="00647DE9"/>
    <w:rsid w:val="00650482"/>
    <w:rsid w:val="00650756"/>
    <w:rsid w:val="00651A4C"/>
    <w:rsid w:val="00651B33"/>
    <w:rsid w:val="00651F9A"/>
    <w:rsid w:val="0065235F"/>
    <w:rsid w:val="006523BF"/>
    <w:rsid w:val="006524CA"/>
    <w:rsid w:val="00652A98"/>
    <w:rsid w:val="00652C56"/>
    <w:rsid w:val="00652DFF"/>
    <w:rsid w:val="00652E05"/>
    <w:rsid w:val="00653AFC"/>
    <w:rsid w:val="00653E71"/>
    <w:rsid w:val="0065400F"/>
    <w:rsid w:val="0065419F"/>
    <w:rsid w:val="006546D9"/>
    <w:rsid w:val="00654FD3"/>
    <w:rsid w:val="00655386"/>
    <w:rsid w:val="006554E1"/>
    <w:rsid w:val="00655513"/>
    <w:rsid w:val="0065560B"/>
    <w:rsid w:val="0065596F"/>
    <w:rsid w:val="0065609B"/>
    <w:rsid w:val="00656510"/>
    <w:rsid w:val="00656548"/>
    <w:rsid w:val="00656AD5"/>
    <w:rsid w:val="006570CA"/>
    <w:rsid w:val="00657135"/>
    <w:rsid w:val="006571CF"/>
    <w:rsid w:val="006575DD"/>
    <w:rsid w:val="00657704"/>
    <w:rsid w:val="0065782D"/>
    <w:rsid w:val="00657E63"/>
    <w:rsid w:val="00657EF7"/>
    <w:rsid w:val="006600D8"/>
    <w:rsid w:val="006607E5"/>
    <w:rsid w:val="00660885"/>
    <w:rsid w:val="006608D0"/>
    <w:rsid w:val="00660C97"/>
    <w:rsid w:val="00661116"/>
    <w:rsid w:val="006618B1"/>
    <w:rsid w:val="00661CE4"/>
    <w:rsid w:val="0066299A"/>
    <w:rsid w:val="00662AD2"/>
    <w:rsid w:val="00662DC1"/>
    <w:rsid w:val="00663057"/>
    <w:rsid w:val="00663BB0"/>
    <w:rsid w:val="0066412B"/>
    <w:rsid w:val="00664133"/>
    <w:rsid w:val="006644A8"/>
    <w:rsid w:val="00664565"/>
    <w:rsid w:val="0066499C"/>
    <w:rsid w:val="00665032"/>
    <w:rsid w:val="00665258"/>
    <w:rsid w:val="0066676E"/>
    <w:rsid w:val="00666C02"/>
    <w:rsid w:val="00667043"/>
    <w:rsid w:val="00667113"/>
    <w:rsid w:val="0066737E"/>
    <w:rsid w:val="00667718"/>
    <w:rsid w:val="00667AC0"/>
    <w:rsid w:val="00667DDD"/>
    <w:rsid w:val="0067013B"/>
    <w:rsid w:val="006703EB"/>
    <w:rsid w:val="006706EB"/>
    <w:rsid w:val="0067074E"/>
    <w:rsid w:val="00670861"/>
    <w:rsid w:val="006711B8"/>
    <w:rsid w:val="006712B2"/>
    <w:rsid w:val="006713F6"/>
    <w:rsid w:val="006714DE"/>
    <w:rsid w:val="006719CE"/>
    <w:rsid w:val="00671CB2"/>
    <w:rsid w:val="00672023"/>
    <w:rsid w:val="0067220E"/>
    <w:rsid w:val="006729DC"/>
    <w:rsid w:val="00672EDC"/>
    <w:rsid w:val="00673064"/>
    <w:rsid w:val="006732D8"/>
    <w:rsid w:val="0067368D"/>
    <w:rsid w:val="00673895"/>
    <w:rsid w:val="00673CA3"/>
    <w:rsid w:val="00674522"/>
    <w:rsid w:val="00674C42"/>
    <w:rsid w:val="00675473"/>
    <w:rsid w:val="00675608"/>
    <w:rsid w:val="00675703"/>
    <w:rsid w:val="00675FF4"/>
    <w:rsid w:val="00676202"/>
    <w:rsid w:val="0067626F"/>
    <w:rsid w:val="0067691D"/>
    <w:rsid w:val="00676DEA"/>
    <w:rsid w:val="00676F7A"/>
    <w:rsid w:val="0067718D"/>
    <w:rsid w:val="0067751D"/>
    <w:rsid w:val="00677B84"/>
    <w:rsid w:val="00680DD5"/>
    <w:rsid w:val="00681210"/>
    <w:rsid w:val="0068343F"/>
    <w:rsid w:val="006834EB"/>
    <w:rsid w:val="0068355D"/>
    <w:rsid w:val="00683732"/>
    <w:rsid w:val="0068381A"/>
    <w:rsid w:val="0068414E"/>
    <w:rsid w:val="006842BB"/>
    <w:rsid w:val="006845D0"/>
    <w:rsid w:val="0068471A"/>
    <w:rsid w:val="00684C29"/>
    <w:rsid w:val="00684F5B"/>
    <w:rsid w:val="006856B9"/>
    <w:rsid w:val="006856DF"/>
    <w:rsid w:val="00685B70"/>
    <w:rsid w:val="006860B4"/>
    <w:rsid w:val="006865C4"/>
    <w:rsid w:val="006865D7"/>
    <w:rsid w:val="006866FD"/>
    <w:rsid w:val="00686D0C"/>
    <w:rsid w:val="006874E6"/>
    <w:rsid w:val="00687763"/>
    <w:rsid w:val="0069096C"/>
    <w:rsid w:val="00690ECA"/>
    <w:rsid w:val="00691007"/>
    <w:rsid w:val="006913A0"/>
    <w:rsid w:val="00691401"/>
    <w:rsid w:val="006915FE"/>
    <w:rsid w:val="00691777"/>
    <w:rsid w:val="0069180A"/>
    <w:rsid w:val="00691CE3"/>
    <w:rsid w:val="006921AD"/>
    <w:rsid w:val="00692393"/>
    <w:rsid w:val="006923F1"/>
    <w:rsid w:val="00692654"/>
    <w:rsid w:val="00693415"/>
    <w:rsid w:val="00693422"/>
    <w:rsid w:val="006936F9"/>
    <w:rsid w:val="00693AAF"/>
    <w:rsid w:val="00695403"/>
    <w:rsid w:val="006958B9"/>
    <w:rsid w:val="00695C34"/>
    <w:rsid w:val="00695D8B"/>
    <w:rsid w:val="00695F17"/>
    <w:rsid w:val="00696C1D"/>
    <w:rsid w:val="00696CBC"/>
    <w:rsid w:val="006974C7"/>
    <w:rsid w:val="00697676"/>
    <w:rsid w:val="00697799"/>
    <w:rsid w:val="006979AD"/>
    <w:rsid w:val="00697C5B"/>
    <w:rsid w:val="006A0099"/>
    <w:rsid w:val="006A0594"/>
    <w:rsid w:val="006A0683"/>
    <w:rsid w:val="006A1128"/>
    <w:rsid w:val="006A15F7"/>
    <w:rsid w:val="006A1BD1"/>
    <w:rsid w:val="006A1C12"/>
    <w:rsid w:val="006A1EC5"/>
    <w:rsid w:val="006A1F9F"/>
    <w:rsid w:val="006A2264"/>
    <w:rsid w:val="006A286B"/>
    <w:rsid w:val="006A2A0A"/>
    <w:rsid w:val="006A302E"/>
    <w:rsid w:val="006A3448"/>
    <w:rsid w:val="006A3BEB"/>
    <w:rsid w:val="006A4750"/>
    <w:rsid w:val="006A4772"/>
    <w:rsid w:val="006A4C9E"/>
    <w:rsid w:val="006A52E2"/>
    <w:rsid w:val="006A5CCD"/>
    <w:rsid w:val="006A6AFA"/>
    <w:rsid w:val="006A72E9"/>
    <w:rsid w:val="006A74F9"/>
    <w:rsid w:val="006A756E"/>
    <w:rsid w:val="006A7A49"/>
    <w:rsid w:val="006A7C79"/>
    <w:rsid w:val="006A7E05"/>
    <w:rsid w:val="006B00A3"/>
    <w:rsid w:val="006B0502"/>
    <w:rsid w:val="006B053F"/>
    <w:rsid w:val="006B0852"/>
    <w:rsid w:val="006B1057"/>
    <w:rsid w:val="006B1505"/>
    <w:rsid w:val="006B1677"/>
    <w:rsid w:val="006B1B18"/>
    <w:rsid w:val="006B1F5D"/>
    <w:rsid w:val="006B2374"/>
    <w:rsid w:val="006B3472"/>
    <w:rsid w:val="006B38C7"/>
    <w:rsid w:val="006B3CC5"/>
    <w:rsid w:val="006B3CF5"/>
    <w:rsid w:val="006B565F"/>
    <w:rsid w:val="006B6372"/>
    <w:rsid w:val="006B6B2B"/>
    <w:rsid w:val="006B6CB1"/>
    <w:rsid w:val="006B7614"/>
    <w:rsid w:val="006B783F"/>
    <w:rsid w:val="006B7EE5"/>
    <w:rsid w:val="006B7F87"/>
    <w:rsid w:val="006C01F0"/>
    <w:rsid w:val="006C02C8"/>
    <w:rsid w:val="006C0B67"/>
    <w:rsid w:val="006C0B99"/>
    <w:rsid w:val="006C0DF3"/>
    <w:rsid w:val="006C100F"/>
    <w:rsid w:val="006C13AA"/>
    <w:rsid w:val="006C13BD"/>
    <w:rsid w:val="006C1719"/>
    <w:rsid w:val="006C1729"/>
    <w:rsid w:val="006C174C"/>
    <w:rsid w:val="006C1B54"/>
    <w:rsid w:val="006C26B5"/>
    <w:rsid w:val="006C2885"/>
    <w:rsid w:val="006C3E7A"/>
    <w:rsid w:val="006C480A"/>
    <w:rsid w:val="006C49D9"/>
    <w:rsid w:val="006C4ECA"/>
    <w:rsid w:val="006C5171"/>
    <w:rsid w:val="006C5D36"/>
    <w:rsid w:val="006C69FD"/>
    <w:rsid w:val="006C6DB8"/>
    <w:rsid w:val="006C77FA"/>
    <w:rsid w:val="006C794D"/>
    <w:rsid w:val="006C7FAB"/>
    <w:rsid w:val="006C7FD9"/>
    <w:rsid w:val="006D00A6"/>
    <w:rsid w:val="006D00B4"/>
    <w:rsid w:val="006D0B2A"/>
    <w:rsid w:val="006D0FBA"/>
    <w:rsid w:val="006D1469"/>
    <w:rsid w:val="006D16F5"/>
    <w:rsid w:val="006D1A7B"/>
    <w:rsid w:val="006D1ADE"/>
    <w:rsid w:val="006D1B8B"/>
    <w:rsid w:val="006D1C39"/>
    <w:rsid w:val="006D2018"/>
    <w:rsid w:val="006D2EFB"/>
    <w:rsid w:val="006D3053"/>
    <w:rsid w:val="006D429A"/>
    <w:rsid w:val="006D4342"/>
    <w:rsid w:val="006D4359"/>
    <w:rsid w:val="006D5495"/>
    <w:rsid w:val="006D56D8"/>
    <w:rsid w:val="006D5BB5"/>
    <w:rsid w:val="006D681D"/>
    <w:rsid w:val="006D696C"/>
    <w:rsid w:val="006D6A90"/>
    <w:rsid w:val="006D7164"/>
    <w:rsid w:val="006D7D99"/>
    <w:rsid w:val="006D7FF6"/>
    <w:rsid w:val="006E012B"/>
    <w:rsid w:val="006E0442"/>
    <w:rsid w:val="006E0C8F"/>
    <w:rsid w:val="006E0F9D"/>
    <w:rsid w:val="006E1647"/>
    <w:rsid w:val="006E1770"/>
    <w:rsid w:val="006E182B"/>
    <w:rsid w:val="006E1978"/>
    <w:rsid w:val="006E1D14"/>
    <w:rsid w:val="006E2000"/>
    <w:rsid w:val="006E2016"/>
    <w:rsid w:val="006E21F5"/>
    <w:rsid w:val="006E22F4"/>
    <w:rsid w:val="006E2678"/>
    <w:rsid w:val="006E2990"/>
    <w:rsid w:val="006E2E72"/>
    <w:rsid w:val="006E32C6"/>
    <w:rsid w:val="006E3871"/>
    <w:rsid w:val="006E3E21"/>
    <w:rsid w:val="006E43EB"/>
    <w:rsid w:val="006E483D"/>
    <w:rsid w:val="006E48FD"/>
    <w:rsid w:val="006E4C99"/>
    <w:rsid w:val="006E4FF6"/>
    <w:rsid w:val="006E534A"/>
    <w:rsid w:val="006E5A4F"/>
    <w:rsid w:val="006E5AF7"/>
    <w:rsid w:val="006E5BFF"/>
    <w:rsid w:val="006E678F"/>
    <w:rsid w:val="006E6D52"/>
    <w:rsid w:val="006E710C"/>
    <w:rsid w:val="006E7522"/>
    <w:rsid w:val="006E78D7"/>
    <w:rsid w:val="006E7B73"/>
    <w:rsid w:val="006F00B1"/>
    <w:rsid w:val="006F08BC"/>
    <w:rsid w:val="006F0BA7"/>
    <w:rsid w:val="006F0C53"/>
    <w:rsid w:val="006F0FD4"/>
    <w:rsid w:val="006F12D8"/>
    <w:rsid w:val="006F15F6"/>
    <w:rsid w:val="006F1BCD"/>
    <w:rsid w:val="006F1E5F"/>
    <w:rsid w:val="006F20CA"/>
    <w:rsid w:val="006F2152"/>
    <w:rsid w:val="006F24E2"/>
    <w:rsid w:val="006F265F"/>
    <w:rsid w:val="006F295D"/>
    <w:rsid w:val="006F3114"/>
    <w:rsid w:val="006F3669"/>
    <w:rsid w:val="006F3B03"/>
    <w:rsid w:val="006F3DD4"/>
    <w:rsid w:val="006F3FE8"/>
    <w:rsid w:val="006F4639"/>
    <w:rsid w:val="006F4C20"/>
    <w:rsid w:val="006F4D53"/>
    <w:rsid w:val="006F4E3F"/>
    <w:rsid w:val="006F4FB9"/>
    <w:rsid w:val="006F611C"/>
    <w:rsid w:val="006F6F84"/>
    <w:rsid w:val="00700331"/>
    <w:rsid w:val="0070043A"/>
    <w:rsid w:val="00700660"/>
    <w:rsid w:val="007007E4"/>
    <w:rsid w:val="00700FD1"/>
    <w:rsid w:val="00701109"/>
    <w:rsid w:val="00701257"/>
    <w:rsid w:val="007019EE"/>
    <w:rsid w:val="00702244"/>
    <w:rsid w:val="007022AD"/>
    <w:rsid w:val="0070290B"/>
    <w:rsid w:val="00702A1B"/>
    <w:rsid w:val="00702B32"/>
    <w:rsid w:val="00702D8D"/>
    <w:rsid w:val="007031B3"/>
    <w:rsid w:val="00703262"/>
    <w:rsid w:val="007032D6"/>
    <w:rsid w:val="00703455"/>
    <w:rsid w:val="0070351F"/>
    <w:rsid w:val="007035C0"/>
    <w:rsid w:val="007037AB"/>
    <w:rsid w:val="00703B8F"/>
    <w:rsid w:val="00703DBB"/>
    <w:rsid w:val="007040AF"/>
    <w:rsid w:val="00704154"/>
    <w:rsid w:val="0070422C"/>
    <w:rsid w:val="007043A4"/>
    <w:rsid w:val="007050A8"/>
    <w:rsid w:val="0070562B"/>
    <w:rsid w:val="00705664"/>
    <w:rsid w:val="00705726"/>
    <w:rsid w:val="007064C0"/>
    <w:rsid w:val="0070685F"/>
    <w:rsid w:val="00706AF9"/>
    <w:rsid w:val="00707016"/>
    <w:rsid w:val="00707350"/>
    <w:rsid w:val="00707AF4"/>
    <w:rsid w:val="00707B51"/>
    <w:rsid w:val="00707C50"/>
    <w:rsid w:val="0071036E"/>
    <w:rsid w:val="0071094D"/>
    <w:rsid w:val="00710B18"/>
    <w:rsid w:val="007112A7"/>
    <w:rsid w:val="0071161D"/>
    <w:rsid w:val="007116F0"/>
    <w:rsid w:val="00711796"/>
    <w:rsid w:val="00711AF2"/>
    <w:rsid w:val="00712B4D"/>
    <w:rsid w:val="00712C3E"/>
    <w:rsid w:val="00712FE9"/>
    <w:rsid w:val="0071323C"/>
    <w:rsid w:val="007135B7"/>
    <w:rsid w:val="0071375C"/>
    <w:rsid w:val="0071376F"/>
    <w:rsid w:val="00713EA2"/>
    <w:rsid w:val="00714485"/>
    <w:rsid w:val="007144EF"/>
    <w:rsid w:val="00714BAA"/>
    <w:rsid w:val="00714BF0"/>
    <w:rsid w:val="00715248"/>
    <w:rsid w:val="00715620"/>
    <w:rsid w:val="00715861"/>
    <w:rsid w:val="00715964"/>
    <w:rsid w:val="00715D47"/>
    <w:rsid w:val="007160EC"/>
    <w:rsid w:val="00716191"/>
    <w:rsid w:val="00716D5B"/>
    <w:rsid w:val="00716E98"/>
    <w:rsid w:val="00717C45"/>
    <w:rsid w:val="007205B2"/>
    <w:rsid w:val="007206C4"/>
    <w:rsid w:val="007208A7"/>
    <w:rsid w:val="007208A9"/>
    <w:rsid w:val="007209CF"/>
    <w:rsid w:val="00720D4E"/>
    <w:rsid w:val="00721595"/>
    <w:rsid w:val="00722314"/>
    <w:rsid w:val="00722347"/>
    <w:rsid w:val="00722BBD"/>
    <w:rsid w:val="007239D6"/>
    <w:rsid w:val="00723B37"/>
    <w:rsid w:val="0072435B"/>
    <w:rsid w:val="007249D5"/>
    <w:rsid w:val="00724DAE"/>
    <w:rsid w:val="00724FB9"/>
    <w:rsid w:val="00725A06"/>
    <w:rsid w:val="00726259"/>
    <w:rsid w:val="00726534"/>
    <w:rsid w:val="00726676"/>
    <w:rsid w:val="00730472"/>
    <w:rsid w:val="00730622"/>
    <w:rsid w:val="00730A2A"/>
    <w:rsid w:val="00732271"/>
    <w:rsid w:val="00732605"/>
    <w:rsid w:val="007326EF"/>
    <w:rsid w:val="00732788"/>
    <w:rsid w:val="0073285C"/>
    <w:rsid w:val="00732A2C"/>
    <w:rsid w:val="00732ECD"/>
    <w:rsid w:val="0073321E"/>
    <w:rsid w:val="00733A32"/>
    <w:rsid w:val="00733DD3"/>
    <w:rsid w:val="00733FEA"/>
    <w:rsid w:val="0073406C"/>
    <w:rsid w:val="00734E55"/>
    <w:rsid w:val="0073558D"/>
    <w:rsid w:val="007357B8"/>
    <w:rsid w:val="007359B0"/>
    <w:rsid w:val="00735CB9"/>
    <w:rsid w:val="00736329"/>
    <w:rsid w:val="0073635B"/>
    <w:rsid w:val="00736B45"/>
    <w:rsid w:val="00736C5B"/>
    <w:rsid w:val="00736D46"/>
    <w:rsid w:val="007374A4"/>
    <w:rsid w:val="007374D8"/>
    <w:rsid w:val="007376CC"/>
    <w:rsid w:val="00737A2A"/>
    <w:rsid w:val="00737B4A"/>
    <w:rsid w:val="0074011A"/>
    <w:rsid w:val="00740184"/>
    <w:rsid w:val="007402C2"/>
    <w:rsid w:val="00740D79"/>
    <w:rsid w:val="00741276"/>
    <w:rsid w:val="0074177B"/>
    <w:rsid w:val="00741E57"/>
    <w:rsid w:val="00742166"/>
    <w:rsid w:val="00742AB0"/>
    <w:rsid w:val="007436C7"/>
    <w:rsid w:val="00743CE9"/>
    <w:rsid w:val="0074433E"/>
    <w:rsid w:val="007443E5"/>
    <w:rsid w:val="00744530"/>
    <w:rsid w:val="007448A7"/>
    <w:rsid w:val="00744B1C"/>
    <w:rsid w:val="00745130"/>
    <w:rsid w:val="00745337"/>
    <w:rsid w:val="00745462"/>
    <w:rsid w:val="00745565"/>
    <w:rsid w:val="00745590"/>
    <w:rsid w:val="007455BB"/>
    <w:rsid w:val="007459EB"/>
    <w:rsid w:val="00746165"/>
    <w:rsid w:val="00746B37"/>
    <w:rsid w:val="00747DDB"/>
    <w:rsid w:val="00750064"/>
    <w:rsid w:val="00750396"/>
    <w:rsid w:val="00750487"/>
    <w:rsid w:val="007508AB"/>
    <w:rsid w:val="00751B9D"/>
    <w:rsid w:val="00751BE2"/>
    <w:rsid w:val="00751DE0"/>
    <w:rsid w:val="0075326D"/>
    <w:rsid w:val="007532EA"/>
    <w:rsid w:val="007535EC"/>
    <w:rsid w:val="007537D3"/>
    <w:rsid w:val="0075395B"/>
    <w:rsid w:val="00753ED4"/>
    <w:rsid w:val="00753F2D"/>
    <w:rsid w:val="0075429F"/>
    <w:rsid w:val="0075431A"/>
    <w:rsid w:val="00754B12"/>
    <w:rsid w:val="00754C15"/>
    <w:rsid w:val="00755394"/>
    <w:rsid w:val="00755775"/>
    <w:rsid w:val="00756350"/>
    <w:rsid w:val="00756984"/>
    <w:rsid w:val="00756986"/>
    <w:rsid w:val="00756C6B"/>
    <w:rsid w:val="0075744E"/>
    <w:rsid w:val="007576E3"/>
    <w:rsid w:val="00760D38"/>
    <w:rsid w:val="00762199"/>
    <w:rsid w:val="0076238F"/>
    <w:rsid w:val="007623BE"/>
    <w:rsid w:val="00762525"/>
    <w:rsid w:val="0076258C"/>
    <w:rsid w:val="00762A9B"/>
    <w:rsid w:val="00762B08"/>
    <w:rsid w:val="00762C23"/>
    <w:rsid w:val="007634DA"/>
    <w:rsid w:val="007636BC"/>
    <w:rsid w:val="00763E70"/>
    <w:rsid w:val="00764018"/>
    <w:rsid w:val="00764050"/>
    <w:rsid w:val="007640E1"/>
    <w:rsid w:val="007648D8"/>
    <w:rsid w:val="00764B16"/>
    <w:rsid w:val="00764D17"/>
    <w:rsid w:val="00765343"/>
    <w:rsid w:val="00765C68"/>
    <w:rsid w:val="00765C97"/>
    <w:rsid w:val="00765F61"/>
    <w:rsid w:val="007664C1"/>
    <w:rsid w:val="00766A00"/>
    <w:rsid w:val="00766C94"/>
    <w:rsid w:val="00766CC4"/>
    <w:rsid w:val="00766D43"/>
    <w:rsid w:val="00767BA6"/>
    <w:rsid w:val="00767F8D"/>
    <w:rsid w:val="00767FAA"/>
    <w:rsid w:val="00770369"/>
    <w:rsid w:val="0077038C"/>
    <w:rsid w:val="00770C1A"/>
    <w:rsid w:val="00770CFF"/>
    <w:rsid w:val="00770E21"/>
    <w:rsid w:val="00771137"/>
    <w:rsid w:val="007719CC"/>
    <w:rsid w:val="00772215"/>
    <w:rsid w:val="00772F35"/>
    <w:rsid w:val="007732A5"/>
    <w:rsid w:val="00773483"/>
    <w:rsid w:val="0077391B"/>
    <w:rsid w:val="00774801"/>
    <w:rsid w:val="00774C1A"/>
    <w:rsid w:val="00774FF3"/>
    <w:rsid w:val="00775147"/>
    <w:rsid w:val="00775FDB"/>
    <w:rsid w:val="00776C89"/>
    <w:rsid w:val="00776FB1"/>
    <w:rsid w:val="007770D7"/>
    <w:rsid w:val="0077769F"/>
    <w:rsid w:val="00777802"/>
    <w:rsid w:val="00777EBE"/>
    <w:rsid w:val="00780321"/>
    <w:rsid w:val="00780C49"/>
    <w:rsid w:val="007810C7"/>
    <w:rsid w:val="007811A7"/>
    <w:rsid w:val="0078144E"/>
    <w:rsid w:val="0078150D"/>
    <w:rsid w:val="007821B2"/>
    <w:rsid w:val="00782662"/>
    <w:rsid w:val="00782679"/>
    <w:rsid w:val="00782879"/>
    <w:rsid w:val="00782DB9"/>
    <w:rsid w:val="00783050"/>
    <w:rsid w:val="0078360B"/>
    <w:rsid w:val="00783939"/>
    <w:rsid w:val="00783C9D"/>
    <w:rsid w:val="00783D1D"/>
    <w:rsid w:val="00783F25"/>
    <w:rsid w:val="00783F80"/>
    <w:rsid w:val="007842A3"/>
    <w:rsid w:val="007847FB"/>
    <w:rsid w:val="00785205"/>
    <w:rsid w:val="00785511"/>
    <w:rsid w:val="00785F1F"/>
    <w:rsid w:val="007861AC"/>
    <w:rsid w:val="0078646C"/>
    <w:rsid w:val="00786867"/>
    <w:rsid w:val="00786953"/>
    <w:rsid w:val="00786BC0"/>
    <w:rsid w:val="007871AB"/>
    <w:rsid w:val="007873DE"/>
    <w:rsid w:val="00787886"/>
    <w:rsid w:val="00787D93"/>
    <w:rsid w:val="007905D1"/>
    <w:rsid w:val="00790BFF"/>
    <w:rsid w:val="00790CC5"/>
    <w:rsid w:val="00790DAE"/>
    <w:rsid w:val="00790DF5"/>
    <w:rsid w:val="00791230"/>
    <w:rsid w:val="007913E3"/>
    <w:rsid w:val="0079183C"/>
    <w:rsid w:val="00791B4B"/>
    <w:rsid w:val="00791B5D"/>
    <w:rsid w:val="00792047"/>
    <w:rsid w:val="00792DC7"/>
    <w:rsid w:val="0079331F"/>
    <w:rsid w:val="0079346A"/>
    <w:rsid w:val="0079399F"/>
    <w:rsid w:val="00793CA9"/>
    <w:rsid w:val="00793CFC"/>
    <w:rsid w:val="00794159"/>
    <w:rsid w:val="00794267"/>
    <w:rsid w:val="00794662"/>
    <w:rsid w:val="00794B26"/>
    <w:rsid w:val="00794EEE"/>
    <w:rsid w:val="007951E4"/>
    <w:rsid w:val="00795272"/>
    <w:rsid w:val="007952F2"/>
    <w:rsid w:val="007956B9"/>
    <w:rsid w:val="0079604C"/>
    <w:rsid w:val="00796E0D"/>
    <w:rsid w:val="0079708F"/>
    <w:rsid w:val="007972B9"/>
    <w:rsid w:val="0079759E"/>
    <w:rsid w:val="007977DA"/>
    <w:rsid w:val="007977ED"/>
    <w:rsid w:val="00797AB1"/>
    <w:rsid w:val="00797E56"/>
    <w:rsid w:val="007A0225"/>
    <w:rsid w:val="007A0246"/>
    <w:rsid w:val="007A0588"/>
    <w:rsid w:val="007A0A2A"/>
    <w:rsid w:val="007A0E8C"/>
    <w:rsid w:val="007A1E2F"/>
    <w:rsid w:val="007A21D1"/>
    <w:rsid w:val="007A22C5"/>
    <w:rsid w:val="007A265C"/>
    <w:rsid w:val="007A2A04"/>
    <w:rsid w:val="007A2AE6"/>
    <w:rsid w:val="007A329B"/>
    <w:rsid w:val="007A3407"/>
    <w:rsid w:val="007A3D4F"/>
    <w:rsid w:val="007A3F1E"/>
    <w:rsid w:val="007A3F77"/>
    <w:rsid w:val="007A4279"/>
    <w:rsid w:val="007A4B8F"/>
    <w:rsid w:val="007A5894"/>
    <w:rsid w:val="007A5BEA"/>
    <w:rsid w:val="007A5F24"/>
    <w:rsid w:val="007A62B1"/>
    <w:rsid w:val="007A69DC"/>
    <w:rsid w:val="007A6C5F"/>
    <w:rsid w:val="007A6FCB"/>
    <w:rsid w:val="007A742A"/>
    <w:rsid w:val="007A7558"/>
    <w:rsid w:val="007A7DB8"/>
    <w:rsid w:val="007A7FC5"/>
    <w:rsid w:val="007B00F4"/>
    <w:rsid w:val="007B0D6C"/>
    <w:rsid w:val="007B21EA"/>
    <w:rsid w:val="007B2471"/>
    <w:rsid w:val="007B294F"/>
    <w:rsid w:val="007B2B8E"/>
    <w:rsid w:val="007B2BBF"/>
    <w:rsid w:val="007B3893"/>
    <w:rsid w:val="007B4B41"/>
    <w:rsid w:val="007B4C0F"/>
    <w:rsid w:val="007B4F21"/>
    <w:rsid w:val="007B523F"/>
    <w:rsid w:val="007B5C73"/>
    <w:rsid w:val="007B5E37"/>
    <w:rsid w:val="007B5E83"/>
    <w:rsid w:val="007B6664"/>
    <w:rsid w:val="007B7BF7"/>
    <w:rsid w:val="007C0042"/>
    <w:rsid w:val="007C01B8"/>
    <w:rsid w:val="007C021F"/>
    <w:rsid w:val="007C0826"/>
    <w:rsid w:val="007C11C1"/>
    <w:rsid w:val="007C1F84"/>
    <w:rsid w:val="007C2885"/>
    <w:rsid w:val="007C28A8"/>
    <w:rsid w:val="007C324C"/>
    <w:rsid w:val="007C3967"/>
    <w:rsid w:val="007C3BE5"/>
    <w:rsid w:val="007C3CB8"/>
    <w:rsid w:val="007C4958"/>
    <w:rsid w:val="007C4CCD"/>
    <w:rsid w:val="007C65F0"/>
    <w:rsid w:val="007C68AF"/>
    <w:rsid w:val="007C6A19"/>
    <w:rsid w:val="007C6A89"/>
    <w:rsid w:val="007C6BD1"/>
    <w:rsid w:val="007C6E0F"/>
    <w:rsid w:val="007C6F38"/>
    <w:rsid w:val="007C70C2"/>
    <w:rsid w:val="007C7615"/>
    <w:rsid w:val="007C76F8"/>
    <w:rsid w:val="007C78BF"/>
    <w:rsid w:val="007C7C6D"/>
    <w:rsid w:val="007C7DA7"/>
    <w:rsid w:val="007D02B1"/>
    <w:rsid w:val="007D089B"/>
    <w:rsid w:val="007D093E"/>
    <w:rsid w:val="007D09B4"/>
    <w:rsid w:val="007D0ABE"/>
    <w:rsid w:val="007D2141"/>
    <w:rsid w:val="007D2411"/>
    <w:rsid w:val="007D2511"/>
    <w:rsid w:val="007D301E"/>
    <w:rsid w:val="007D313B"/>
    <w:rsid w:val="007D3A1D"/>
    <w:rsid w:val="007D41C1"/>
    <w:rsid w:val="007D4C18"/>
    <w:rsid w:val="007D4C76"/>
    <w:rsid w:val="007D4E83"/>
    <w:rsid w:val="007D54C5"/>
    <w:rsid w:val="007D5E46"/>
    <w:rsid w:val="007D5EAD"/>
    <w:rsid w:val="007D5FAD"/>
    <w:rsid w:val="007D6830"/>
    <w:rsid w:val="007D6E73"/>
    <w:rsid w:val="007D73B3"/>
    <w:rsid w:val="007D79C6"/>
    <w:rsid w:val="007D7B77"/>
    <w:rsid w:val="007D7F1C"/>
    <w:rsid w:val="007E04E0"/>
    <w:rsid w:val="007E0615"/>
    <w:rsid w:val="007E1639"/>
    <w:rsid w:val="007E2A03"/>
    <w:rsid w:val="007E2A78"/>
    <w:rsid w:val="007E2FCA"/>
    <w:rsid w:val="007E330F"/>
    <w:rsid w:val="007E35B4"/>
    <w:rsid w:val="007E35F0"/>
    <w:rsid w:val="007E38BD"/>
    <w:rsid w:val="007E3E75"/>
    <w:rsid w:val="007E4094"/>
    <w:rsid w:val="007E431D"/>
    <w:rsid w:val="007E4431"/>
    <w:rsid w:val="007E46B7"/>
    <w:rsid w:val="007E4D56"/>
    <w:rsid w:val="007E5C7C"/>
    <w:rsid w:val="007E6125"/>
    <w:rsid w:val="007E691C"/>
    <w:rsid w:val="007E6A32"/>
    <w:rsid w:val="007E6B3B"/>
    <w:rsid w:val="007E70BF"/>
    <w:rsid w:val="007E73DC"/>
    <w:rsid w:val="007E79EA"/>
    <w:rsid w:val="007E7BA8"/>
    <w:rsid w:val="007F0136"/>
    <w:rsid w:val="007F07F9"/>
    <w:rsid w:val="007F08B1"/>
    <w:rsid w:val="007F0A4B"/>
    <w:rsid w:val="007F0FEA"/>
    <w:rsid w:val="007F10D0"/>
    <w:rsid w:val="007F13DA"/>
    <w:rsid w:val="007F14DF"/>
    <w:rsid w:val="007F20D7"/>
    <w:rsid w:val="007F2438"/>
    <w:rsid w:val="007F24EF"/>
    <w:rsid w:val="007F286B"/>
    <w:rsid w:val="007F2A87"/>
    <w:rsid w:val="007F2B7E"/>
    <w:rsid w:val="007F35ED"/>
    <w:rsid w:val="007F360F"/>
    <w:rsid w:val="007F4509"/>
    <w:rsid w:val="007F4979"/>
    <w:rsid w:val="007F49F4"/>
    <w:rsid w:val="007F4C01"/>
    <w:rsid w:val="007F4E77"/>
    <w:rsid w:val="007F5103"/>
    <w:rsid w:val="007F53E2"/>
    <w:rsid w:val="007F556F"/>
    <w:rsid w:val="007F5A5F"/>
    <w:rsid w:val="007F5F04"/>
    <w:rsid w:val="007F7286"/>
    <w:rsid w:val="007F7364"/>
    <w:rsid w:val="007F7521"/>
    <w:rsid w:val="007F7703"/>
    <w:rsid w:val="007F78B4"/>
    <w:rsid w:val="007F78C9"/>
    <w:rsid w:val="007F7E16"/>
    <w:rsid w:val="00800B1D"/>
    <w:rsid w:val="00800ECD"/>
    <w:rsid w:val="00801437"/>
    <w:rsid w:val="00801955"/>
    <w:rsid w:val="0080220A"/>
    <w:rsid w:val="00802F9A"/>
    <w:rsid w:val="008036DA"/>
    <w:rsid w:val="00803831"/>
    <w:rsid w:val="0080399E"/>
    <w:rsid w:val="008042AA"/>
    <w:rsid w:val="0080444F"/>
    <w:rsid w:val="00804595"/>
    <w:rsid w:val="00804761"/>
    <w:rsid w:val="00805417"/>
    <w:rsid w:val="00805963"/>
    <w:rsid w:val="00805AAA"/>
    <w:rsid w:val="00805E2A"/>
    <w:rsid w:val="00806085"/>
    <w:rsid w:val="00806191"/>
    <w:rsid w:val="00806304"/>
    <w:rsid w:val="00806389"/>
    <w:rsid w:val="0080650E"/>
    <w:rsid w:val="0080657F"/>
    <w:rsid w:val="0080672F"/>
    <w:rsid w:val="008067B8"/>
    <w:rsid w:val="00807446"/>
    <w:rsid w:val="00807C8F"/>
    <w:rsid w:val="008107F8"/>
    <w:rsid w:val="00810C80"/>
    <w:rsid w:val="00810D5A"/>
    <w:rsid w:val="00810EFF"/>
    <w:rsid w:val="00811671"/>
    <w:rsid w:val="008116E3"/>
    <w:rsid w:val="00811C62"/>
    <w:rsid w:val="0081232E"/>
    <w:rsid w:val="00812441"/>
    <w:rsid w:val="00812687"/>
    <w:rsid w:val="0081289C"/>
    <w:rsid w:val="00812D2D"/>
    <w:rsid w:val="0081350E"/>
    <w:rsid w:val="00813763"/>
    <w:rsid w:val="00813CA6"/>
    <w:rsid w:val="00813E07"/>
    <w:rsid w:val="00814462"/>
    <w:rsid w:val="0081457B"/>
    <w:rsid w:val="00814583"/>
    <w:rsid w:val="008145DC"/>
    <w:rsid w:val="00814A59"/>
    <w:rsid w:val="00814CD8"/>
    <w:rsid w:val="00815007"/>
    <w:rsid w:val="00815454"/>
    <w:rsid w:val="008159BA"/>
    <w:rsid w:val="00816557"/>
    <w:rsid w:val="008166D2"/>
    <w:rsid w:val="008168E9"/>
    <w:rsid w:val="00816E81"/>
    <w:rsid w:val="0081757B"/>
    <w:rsid w:val="00817695"/>
    <w:rsid w:val="00817AF2"/>
    <w:rsid w:val="00820460"/>
    <w:rsid w:val="0082096D"/>
    <w:rsid w:val="00820A96"/>
    <w:rsid w:val="00820B54"/>
    <w:rsid w:val="00820F85"/>
    <w:rsid w:val="00821474"/>
    <w:rsid w:val="00821475"/>
    <w:rsid w:val="00821775"/>
    <w:rsid w:val="0082189B"/>
    <w:rsid w:val="008218E7"/>
    <w:rsid w:val="00821B45"/>
    <w:rsid w:val="00821B94"/>
    <w:rsid w:val="00822584"/>
    <w:rsid w:val="00822C55"/>
    <w:rsid w:val="00823152"/>
    <w:rsid w:val="00823382"/>
    <w:rsid w:val="008233E3"/>
    <w:rsid w:val="008236C9"/>
    <w:rsid w:val="00823F14"/>
    <w:rsid w:val="008245F3"/>
    <w:rsid w:val="008249AA"/>
    <w:rsid w:val="0082500C"/>
    <w:rsid w:val="008250C8"/>
    <w:rsid w:val="008251A4"/>
    <w:rsid w:val="00825277"/>
    <w:rsid w:val="00825A90"/>
    <w:rsid w:val="00825BE5"/>
    <w:rsid w:val="008265FA"/>
    <w:rsid w:val="00826E08"/>
    <w:rsid w:val="00826EDE"/>
    <w:rsid w:val="0082715C"/>
    <w:rsid w:val="00827C56"/>
    <w:rsid w:val="00827EC7"/>
    <w:rsid w:val="00830594"/>
    <w:rsid w:val="008307B6"/>
    <w:rsid w:val="008313B4"/>
    <w:rsid w:val="008313E9"/>
    <w:rsid w:val="008317D4"/>
    <w:rsid w:val="00831E9B"/>
    <w:rsid w:val="00831FE5"/>
    <w:rsid w:val="008320F5"/>
    <w:rsid w:val="0083213F"/>
    <w:rsid w:val="008327AD"/>
    <w:rsid w:val="00832810"/>
    <w:rsid w:val="00832BC1"/>
    <w:rsid w:val="00832BF2"/>
    <w:rsid w:val="00833697"/>
    <w:rsid w:val="00833703"/>
    <w:rsid w:val="008339C0"/>
    <w:rsid w:val="00833E61"/>
    <w:rsid w:val="00833F46"/>
    <w:rsid w:val="00834465"/>
    <w:rsid w:val="008348B4"/>
    <w:rsid w:val="008358EC"/>
    <w:rsid w:val="00835C8B"/>
    <w:rsid w:val="00836608"/>
    <w:rsid w:val="00836F28"/>
    <w:rsid w:val="0083713C"/>
    <w:rsid w:val="008371AB"/>
    <w:rsid w:val="0083736E"/>
    <w:rsid w:val="00840EF6"/>
    <w:rsid w:val="0084138D"/>
    <w:rsid w:val="00841698"/>
    <w:rsid w:val="00841B07"/>
    <w:rsid w:val="00841F15"/>
    <w:rsid w:val="0084315E"/>
    <w:rsid w:val="00843586"/>
    <w:rsid w:val="00843A2B"/>
    <w:rsid w:val="00843AAF"/>
    <w:rsid w:val="00843BF7"/>
    <w:rsid w:val="00843D00"/>
    <w:rsid w:val="00843DB2"/>
    <w:rsid w:val="00844B3D"/>
    <w:rsid w:val="00845571"/>
    <w:rsid w:val="00845618"/>
    <w:rsid w:val="00845C0C"/>
    <w:rsid w:val="008463D0"/>
    <w:rsid w:val="00846A4C"/>
    <w:rsid w:val="00846B3E"/>
    <w:rsid w:val="008474ED"/>
    <w:rsid w:val="00847DAF"/>
    <w:rsid w:val="0085088A"/>
    <w:rsid w:val="00850E0A"/>
    <w:rsid w:val="00851453"/>
    <w:rsid w:val="00851C29"/>
    <w:rsid w:val="00851F65"/>
    <w:rsid w:val="00851FF4"/>
    <w:rsid w:val="00852403"/>
    <w:rsid w:val="0085271A"/>
    <w:rsid w:val="00852731"/>
    <w:rsid w:val="008528CA"/>
    <w:rsid w:val="00852DBC"/>
    <w:rsid w:val="00852EEE"/>
    <w:rsid w:val="00852F08"/>
    <w:rsid w:val="00853177"/>
    <w:rsid w:val="00853EEE"/>
    <w:rsid w:val="0085459F"/>
    <w:rsid w:val="00855235"/>
    <w:rsid w:val="00855340"/>
    <w:rsid w:val="008562B3"/>
    <w:rsid w:val="00856C2D"/>
    <w:rsid w:val="00856DEC"/>
    <w:rsid w:val="00861098"/>
    <w:rsid w:val="008611D7"/>
    <w:rsid w:val="008618F4"/>
    <w:rsid w:val="008622F4"/>
    <w:rsid w:val="00862464"/>
    <w:rsid w:val="008629C1"/>
    <w:rsid w:val="00862A19"/>
    <w:rsid w:val="00862B31"/>
    <w:rsid w:val="00863464"/>
    <w:rsid w:val="00863519"/>
    <w:rsid w:val="00863544"/>
    <w:rsid w:val="00863A9F"/>
    <w:rsid w:val="00864A1C"/>
    <w:rsid w:val="00864E76"/>
    <w:rsid w:val="00864FA6"/>
    <w:rsid w:val="00865C85"/>
    <w:rsid w:val="00866012"/>
    <w:rsid w:val="008662D4"/>
    <w:rsid w:val="008664D4"/>
    <w:rsid w:val="008666D8"/>
    <w:rsid w:val="008667AF"/>
    <w:rsid w:val="008669FB"/>
    <w:rsid w:val="00866F91"/>
    <w:rsid w:val="008672B5"/>
    <w:rsid w:val="0086780C"/>
    <w:rsid w:val="00867876"/>
    <w:rsid w:val="00867996"/>
    <w:rsid w:val="00867B6B"/>
    <w:rsid w:val="008708CF"/>
    <w:rsid w:val="00870DE0"/>
    <w:rsid w:val="00871008"/>
    <w:rsid w:val="00872081"/>
    <w:rsid w:val="008722E6"/>
    <w:rsid w:val="0087263A"/>
    <w:rsid w:val="00872887"/>
    <w:rsid w:val="0087293C"/>
    <w:rsid w:val="00873080"/>
    <w:rsid w:val="00873BA6"/>
    <w:rsid w:val="00873C8B"/>
    <w:rsid w:val="00873C98"/>
    <w:rsid w:val="008745EE"/>
    <w:rsid w:val="00874E76"/>
    <w:rsid w:val="0087546B"/>
    <w:rsid w:val="008754FB"/>
    <w:rsid w:val="00875B49"/>
    <w:rsid w:val="00876526"/>
    <w:rsid w:val="00876672"/>
    <w:rsid w:val="008769C4"/>
    <w:rsid w:val="00876A5A"/>
    <w:rsid w:val="00876B8F"/>
    <w:rsid w:val="00876CF9"/>
    <w:rsid w:val="00876DFF"/>
    <w:rsid w:val="00877844"/>
    <w:rsid w:val="00877860"/>
    <w:rsid w:val="00877E39"/>
    <w:rsid w:val="00880471"/>
    <w:rsid w:val="0088048D"/>
    <w:rsid w:val="00880C77"/>
    <w:rsid w:val="00880F79"/>
    <w:rsid w:val="00881023"/>
    <w:rsid w:val="00881593"/>
    <w:rsid w:val="008816E2"/>
    <w:rsid w:val="0088178A"/>
    <w:rsid w:val="00881A5F"/>
    <w:rsid w:val="00881C69"/>
    <w:rsid w:val="008820DC"/>
    <w:rsid w:val="008821A6"/>
    <w:rsid w:val="00882409"/>
    <w:rsid w:val="008825FF"/>
    <w:rsid w:val="0088274F"/>
    <w:rsid w:val="0088290D"/>
    <w:rsid w:val="0088295A"/>
    <w:rsid w:val="00882F9B"/>
    <w:rsid w:val="0088391B"/>
    <w:rsid w:val="008839EF"/>
    <w:rsid w:val="00883AA4"/>
    <w:rsid w:val="0088450D"/>
    <w:rsid w:val="00884E62"/>
    <w:rsid w:val="00884E8A"/>
    <w:rsid w:val="00884FB1"/>
    <w:rsid w:val="008850E4"/>
    <w:rsid w:val="008854D8"/>
    <w:rsid w:val="008855F7"/>
    <w:rsid w:val="00885DB6"/>
    <w:rsid w:val="00885E05"/>
    <w:rsid w:val="00886201"/>
    <w:rsid w:val="008862D3"/>
    <w:rsid w:val="0088685E"/>
    <w:rsid w:val="00886B26"/>
    <w:rsid w:val="00886E50"/>
    <w:rsid w:val="008872C7"/>
    <w:rsid w:val="00887865"/>
    <w:rsid w:val="008879BB"/>
    <w:rsid w:val="00887F07"/>
    <w:rsid w:val="0089038D"/>
    <w:rsid w:val="00890BBE"/>
    <w:rsid w:val="00890CC0"/>
    <w:rsid w:val="00891721"/>
    <w:rsid w:val="00891E96"/>
    <w:rsid w:val="00891EA7"/>
    <w:rsid w:val="00892122"/>
    <w:rsid w:val="008927EC"/>
    <w:rsid w:val="00892B3F"/>
    <w:rsid w:val="008933BF"/>
    <w:rsid w:val="00893F8F"/>
    <w:rsid w:val="0089426E"/>
    <w:rsid w:val="00894606"/>
    <w:rsid w:val="00894F78"/>
    <w:rsid w:val="00894F9F"/>
    <w:rsid w:val="0089512D"/>
    <w:rsid w:val="00895271"/>
    <w:rsid w:val="008952B7"/>
    <w:rsid w:val="008958DD"/>
    <w:rsid w:val="00895AD1"/>
    <w:rsid w:val="00895CDF"/>
    <w:rsid w:val="00896615"/>
    <w:rsid w:val="00896B00"/>
    <w:rsid w:val="00896B22"/>
    <w:rsid w:val="00896E18"/>
    <w:rsid w:val="008972E5"/>
    <w:rsid w:val="00897CF0"/>
    <w:rsid w:val="008A0413"/>
    <w:rsid w:val="008A0498"/>
    <w:rsid w:val="008A05B9"/>
    <w:rsid w:val="008A0787"/>
    <w:rsid w:val="008A12B5"/>
    <w:rsid w:val="008A1496"/>
    <w:rsid w:val="008A156E"/>
    <w:rsid w:val="008A1B5C"/>
    <w:rsid w:val="008A1ED2"/>
    <w:rsid w:val="008A20CB"/>
    <w:rsid w:val="008A218B"/>
    <w:rsid w:val="008A229C"/>
    <w:rsid w:val="008A27CF"/>
    <w:rsid w:val="008A284E"/>
    <w:rsid w:val="008A3556"/>
    <w:rsid w:val="008A392A"/>
    <w:rsid w:val="008A3D4D"/>
    <w:rsid w:val="008A3DE0"/>
    <w:rsid w:val="008A3F89"/>
    <w:rsid w:val="008A49A1"/>
    <w:rsid w:val="008A5361"/>
    <w:rsid w:val="008A5703"/>
    <w:rsid w:val="008A5B0B"/>
    <w:rsid w:val="008A5EE8"/>
    <w:rsid w:val="008A6C9C"/>
    <w:rsid w:val="008A6CBE"/>
    <w:rsid w:val="008A6DFF"/>
    <w:rsid w:val="008A7072"/>
    <w:rsid w:val="008A70B0"/>
    <w:rsid w:val="008A758E"/>
    <w:rsid w:val="008A77EA"/>
    <w:rsid w:val="008A7896"/>
    <w:rsid w:val="008A7F14"/>
    <w:rsid w:val="008B0010"/>
    <w:rsid w:val="008B0FB0"/>
    <w:rsid w:val="008B106B"/>
    <w:rsid w:val="008B1213"/>
    <w:rsid w:val="008B1622"/>
    <w:rsid w:val="008B1C12"/>
    <w:rsid w:val="008B1D58"/>
    <w:rsid w:val="008B2522"/>
    <w:rsid w:val="008B2743"/>
    <w:rsid w:val="008B2D77"/>
    <w:rsid w:val="008B3626"/>
    <w:rsid w:val="008B3681"/>
    <w:rsid w:val="008B3B53"/>
    <w:rsid w:val="008B403B"/>
    <w:rsid w:val="008B4089"/>
    <w:rsid w:val="008B44F3"/>
    <w:rsid w:val="008B496A"/>
    <w:rsid w:val="008B5878"/>
    <w:rsid w:val="008B5AA8"/>
    <w:rsid w:val="008B6406"/>
    <w:rsid w:val="008B6A2E"/>
    <w:rsid w:val="008B7650"/>
    <w:rsid w:val="008B7EBB"/>
    <w:rsid w:val="008C0164"/>
    <w:rsid w:val="008C0626"/>
    <w:rsid w:val="008C0BA9"/>
    <w:rsid w:val="008C112A"/>
    <w:rsid w:val="008C13B3"/>
    <w:rsid w:val="008C1526"/>
    <w:rsid w:val="008C15E3"/>
    <w:rsid w:val="008C167D"/>
    <w:rsid w:val="008C1865"/>
    <w:rsid w:val="008C1897"/>
    <w:rsid w:val="008C19DB"/>
    <w:rsid w:val="008C1DB1"/>
    <w:rsid w:val="008C2848"/>
    <w:rsid w:val="008C2B66"/>
    <w:rsid w:val="008C2F85"/>
    <w:rsid w:val="008C2FEA"/>
    <w:rsid w:val="008C37ED"/>
    <w:rsid w:val="008C39C8"/>
    <w:rsid w:val="008C3A24"/>
    <w:rsid w:val="008C3DC3"/>
    <w:rsid w:val="008C499A"/>
    <w:rsid w:val="008C5044"/>
    <w:rsid w:val="008C5200"/>
    <w:rsid w:val="008C521D"/>
    <w:rsid w:val="008C5697"/>
    <w:rsid w:val="008C640D"/>
    <w:rsid w:val="008C6586"/>
    <w:rsid w:val="008C6924"/>
    <w:rsid w:val="008C6FD2"/>
    <w:rsid w:val="008C765E"/>
    <w:rsid w:val="008C7B4B"/>
    <w:rsid w:val="008D119E"/>
    <w:rsid w:val="008D1FDA"/>
    <w:rsid w:val="008D2417"/>
    <w:rsid w:val="008D31A6"/>
    <w:rsid w:val="008D3517"/>
    <w:rsid w:val="008D35A2"/>
    <w:rsid w:val="008D360A"/>
    <w:rsid w:val="008D3983"/>
    <w:rsid w:val="008D3EE5"/>
    <w:rsid w:val="008D46A4"/>
    <w:rsid w:val="008D4D19"/>
    <w:rsid w:val="008D579A"/>
    <w:rsid w:val="008D5FCD"/>
    <w:rsid w:val="008D60CE"/>
    <w:rsid w:val="008D66F9"/>
    <w:rsid w:val="008D69AF"/>
    <w:rsid w:val="008D707A"/>
    <w:rsid w:val="008D71B5"/>
    <w:rsid w:val="008D72E5"/>
    <w:rsid w:val="008D734C"/>
    <w:rsid w:val="008D7978"/>
    <w:rsid w:val="008D797A"/>
    <w:rsid w:val="008E068F"/>
    <w:rsid w:val="008E06F2"/>
    <w:rsid w:val="008E09C0"/>
    <w:rsid w:val="008E0EEA"/>
    <w:rsid w:val="008E168B"/>
    <w:rsid w:val="008E18C5"/>
    <w:rsid w:val="008E1EAC"/>
    <w:rsid w:val="008E21C7"/>
    <w:rsid w:val="008E274F"/>
    <w:rsid w:val="008E32B6"/>
    <w:rsid w:val="008E3786"/>
    <w:rsid w:val="008E436C"/>
    <w:rsid w:val="008E4F68"/>
    <w:rsid w:val="008E5215"/>
    <w:rsid w:val="008E6617"/>
    <w:rsid w:val="008E6857"/>
    <w:rsid w:val="008E69BD"/>
    <w:rsid w:val="008E6E2D"/>
    <w:rsid w:val="008E6E9F"/>
    <w:rsid w:val="008E71F9"/>
    <w:rsid w:val="008E7956"/>
    <w:rsid w:val="008F011D"/>
    <w:rsid w:val="008F0639"/>
    <w:rsid w:val="008F0CED"/>
    <w:rsid w:val="008F0E5D"/>
    <w:rsid w:val="008F16EF"/>
    <w:rsid w:val="008F1D2A"/>
    <w:rsid w:val="008F2594"/>
    <w:rsid w:val="008F2660"/>
    <w:rsid w:val="008F2D61"/>
    <w:rsid w:val="008F2FCB"/>
    <w:rsid w:val="008F3290"/>
    <w:rsid w:val="008F3364"/>
    <w:rsid w:val="008F36B5"/>
    <w:rsid w:val="008F45D0"/>
    <w:rsid w:val="008F4823"/>
    <w:rsid w:val="008F49E2"/>
    <w:rsid w:val="008F4ABF"/>
    <w:rsid w:val="008F5058"/>
    <w:rsid w:val="008F52D1"/>
    <w:rsid w:val="008F6227"/>
    <w:rsid w:val="008F6A1E"/>
    <w:rsid w:val="008F7BF6"/>
    <w:rsid w:val="00900225"/>
    <w:rsid w:val="00900258"/>
    <w:rsid w:val="0090075F"/>
    <w:rsid w:val="00900ABE"/>
    <w:rsid w:val="00900EFD"/>
    <w:rsid w:val="00901434"/>
    <w:rsid w:val="00901484"/>
    <w:rsid w:val="00901512"/>
    <w:rsid w:val="009018EB"/>
    <w:rsid w:val="00901AD4"/>
    <w:rsid w:val="00901CC6"/>
    <w:rsid w:val="00901E3C"/>
    <w:rsid w:val="00901F7D"/>
    <w:rsid w:val="00902AF7"/>
    <w:rsid w:val="00902D2C"/>
    <w:rsid w:val="009037F2"/>
    <w:rsid w:val="00903926"/>
    <w:rsid w:val="009039C2"/>
    <w:rsid w:val="00903C3E"/>
    <w:rsid w:val="00903D22"/>
    <w:rsid w:val="00903E76"/>
    <w:rsid w:val="009043CC"/>
    <w:rsid w:val="00904A5A"/>
    <w:rsid w:val="00904D70"/>
    <w:rsid w:val="00904E0A"/>
    <w:rsid w:val="00904EE0"/>
    <w:rsid w:val="00905659"/>
    <w:rsid w:val="00905E44"/>
    <w:rsid w:val="00905EDD"/>
    <w:rsid w:val="00906283"/>
    <w:rsid w:val="00906300"/>
    <w:rsid w:val="0090645B"/>
    <w:rsid w:val="00906469"/>
    <w:rsid w:val="00906951"/>
    <w:rsid w:val="00906A01"/>
    <w:rsid w:val="00906B8B"/>
    <w:rsid w:val="00906D3C"/>
    <w:rsid w:val="009071AC"/>
    <w:rsid w:val="00907314"/>
    <w:rsid w:val="00910872"/>
    <w:rsid w:val="00910CDD"/>
    <w:rsid w:val="0091168D"/>
    <w:rsid w:val="00911C6D"/>
    <w:rsid w:val="00911D1C"/>
    <w:rsid w:val="00911F22"/>
    <w:rsid w:val="00912BA5"/>
    <w:rsid w:val="00913215"/>
    <w:rsid w:val="0091328E"/>
    <w:rsid w:val="00913383"/>
    <w:rsid w:val="009135CD"/>
    <w:rsid w:val="00913BE3"/>
    <w:rsid w:val="00913D7B"/>
    <w:rsid w:val="00914CEE"/>
    <w:rsid w:val="009150BA"/>
    <w:rsid w:val="00915CE5"/>
    <w:rsid w:val="00916079"/>
    <w:rsid w:val="009161FF"/>
    <w:rsid w:val="0091649E"/>
    <w:rsid w:val="00916B65"/>
    <w:rsid w:val="0091755F"/>
    <w:rsid w:val="0091770B"/>
    <w:rsid w:val="00917AD8"/>
    <w:rsid w:val="00917DC3"/>
    <w:rsid w:val="00920189"/>
    <w:rsid w:val="0092024C"/>
    <w:rsid w:val="00920285"/>
    <w:rsid w:val="009207EF"/>
    <w:rsid w:val="0092092B"/>
    <w:rsid w:val="00920F85"/>
    <w:rsid w:val="009215FB"/>
    <w:rsid w:val="009217DE"/>
    <w:rsid w:val="00921B9B"/>
    <w:rsid w:val="00921F58"/>
    <w:rsid w:val="009221CE"/>
    <w:rsid w:val="00922327"/>
    <w:rsid w:val="0092289C"/>
    <w:rsid w:val="00922EB8"/>
    <w:rsid w:val="009237BD"/>
    <w:rsid w:val="0092421B"/>
    <w:rsid w:val="0092438F"/>
    <w:rsid w:val="0092491D"/>
    <w:rsid w:val="00924EEF"/>
    <w:rsid w:val="009255F3"/>
    <w:rsid w:val="00925AE7"/>
    <w:rsid w:val="0092611C"/>
    <w:rsid w:val="00926421"/>
    <w:rsid w:val="0092651B"/>
    <w:rsid w:val="00926CE5"/>
    <w:rsid w:val="00926D83"/>
    <w:rsid w:val="00926E51"/>
    <w:rsid w:val="00926EE1"/>
    <w:rsid w:val="009270EB"/>
    <w:rsid w:val="009278F7"/>
    <w:rsid w:val="00927998"/>
    <w:rsid w:val="0093007E"/>
    <w:rsid w:val="009301E8"/>
    <w:rsid w:val="00930240"/>
    <w:rsid w:val="009302EF"/>
    <w:rsid w:val="00930B50"/>
    <w:rsid w:val="00930C3C"/>
    <w:rsid w:val="009311E1"/>
    <w:rsid w:val="00931222"/>
    <w:rsid w:val="009319F1"/>
    <w:rsid w:val="009320CE"/>
    <w:rsid w:val="00932B77"/>
    <w:rsid w:val="00932E9E"/>
    <w:rsid w:val="00933EDA"/>
    <w:rsid w:val="00934249"/>
    <w:rsid w:val="009348A2"/>
    <w:rsid w:val="009348E1"/>
    <w:rsid w:val="00934D8E"/>
    <w:rsid w:val="00934E30"/>
    <w:rsid w:val="0093598C"/>
    <w:rsid w:val="00935A09"/>
    <w:rsid w:val="00935A5F"/>
    <w:rsid w:val="00935A70"/>
    <w:rsid w:val="00936019"/>
    <w:rsid w:val="0093606F"/>
    <w:rsid w:val="0093610C"/>
    <w:rsid w:val="0093614D"/>
    <w:rsid w:val="00936925"/>
    <w:rsid w:val="00936983"/>
    <w:rsid w:val="00937452"/>
    <w:rsid w:val="009378B7"/>
    <w:rsid w:val="00937CA8"/>
    <w:rsid w:val="00940674"/>
    <w:rsid w:val="00940844"/>
    <w:rsid w:val="00940B2F"/>
    <w:rsid w:val="00940CEA"/>
    <w:rsid w:val="0094110A"/>
    <w:rsid w:val="00941296"/>
    <w:rsid w:val="0094220D"/>
    <w:rsid w:val="009424DC"/>
    <w:rsid w:val="009428E2"/>
    <w:rsid w:val="00942CC5"/>
    <w:rsid w:val="00943127"/>
    <w:rsid w:val="009431A5"/>
    <w:rsid w:val="009437EB"/>
    <w:rsid w:val="00943872"/>
    <w:rsid w:val="009438F5"/>
    <w:rsid w:val="00943B12"/>
    <w:rsid w:val="00943CE0"/>
    <w:rsid w:val="00943DEB"/>
    <w:rsid w:val="0094434A"/>
    <w:rsid w:val="0094456D"/>
    <w:rsid w:val="009448C7"/>
    <w:rsid w:val="00944AC5"/>
    <w:rsid w:val="0094560D"/>
    <w:rsid w:val="00946B70"/>
    <w:rsid w:val="00947E01"/>
    <w:rsid w:val="009504A2"/>
    <w:rsid w:val="0095067A"/>
    <w:rsid w:val="0095074C"/>
    <w:rsid w:val="00951F47"/>
    <w:rsid w:val="00952204"/>
    <w:rsid w:val="0095270C"/>
    <w:rsid w:val="0095279E"/>
    <w:rsid w:val="00952EA9"/>
    <w:rsid w:val="0095369A"/>
    <w:rsid w:val="00953871"/>
    <w:rsid w:val="00953B0A"/>
    <w:rsid w:val="00954551"/>
    <w:rsid w:val="00954BA2"/>
    <w:rsid w:val="00955B46"/>
    <w:rsid w:val="00955ED7"/>
    <w:rsid w:val="009560CE"/>
    <w:rsid w:val="00956163"/>
    <w:rsid w:val="00956806"/>
    <w:rsid w:val="00956990"/>
    <w:rsid w:val="00956AF9"/>
    <w:rsid w:val="00956CA5"/>
    <w:rsid w:val="0095736A"/>
    <w:rsid w:val="00957B93"/>
    <w:rsid w:val="00957C91"/>
    <w:rsid w:val="00960361"/>
    <w:rsid w:val="009606EE"/>
    <w:rsid w:val="009607DF"/>
    <w:rsid w:val="009607E5"/>
    <w:rsid w:val="00960957"/>
    <w:rsid w:val="00960FB8"/>
    <w:rsid w:val="009611B8"/>
    <w:rsid w:val="0096130E"/>
    <w:rsid w:val="009613EC"/>
    <w:rsid w:val="00961450"/>
    <w:rsid w:val="00961802"/>
    <w:rsid w:val="009618F7"/>
    <w:rsid w:val="009624D6"/>
    <w:rsid w:val="00962976"/>
    <w:rsid w:val="00962CD1"/>
    <w:rsid w:val="00963190"/>
    <w:rsid w:val="009635A6"/>
    <w:rsid w:val="00963687"/>
    <w:rsid w:val="00965A4E"/>
    <w:rsid w:val="009666ED"/>
    <w:rsid w:val="00966BFE"/>
    <w:rsid w:val="00966EED"/>
    <w:rsid w:val="00967150"/>
    <w:rsid w:val="00967160"/>
    <w:rsid w:val="00967421"/>
    <w:rsid w:val="0096783D"/>
    <w:rsid w:val="009678E0"/>
    <w:rsid w:val="00967C9A"/>
    <w:rsid w:val="0097010F"/>
    <w:rsid w:val="00970CF6"/>
    <w:rsid w:val="009711A6"/>
    <w:rsid w:val="00971C3A"/>
    <w:rsid w:val="00971D21"/>
    <w:rsid w:val="00971EFF"/>
    <w:rsid w:val="0097210B"/>
    <w:rsid w:val="00972202"/>
    <w:rsid w:val="00972265"/>
    <w:rsid w:val="009738C7"/>
    <w:rsid w:val="00973E74"/>
    <w:rsid w:val="00974666"/>
    <w:rsid w:val="00974D27"/>
    <w:rsid w:val="00974D2E"/>
    <w:rsid w:val="009750E5"/>
    <w:rsid w:val="00975A55"/>
    <w:rsid w:val="00976AC9"/>
    <w:rsid w:val="00976C72"/>
    <w:rsid w:val="00976CAC"/>
    <w:rsid w:val="00977283"/>
    <w:rsid w:val="0097759D"/>
    <w:rsid w:val="00977D7C"/>
    <w:rsid w:val="009807A8"/>
    <w:rsid w:val="00980D7A"/>
    <w:rsid w:val="009814CD"/>
    <w:rsid w:val="00981F08"/>
    <w:rsid w:val="00982587"/>
    <w:rsid w:val="0098268D"/>
    <w:rsid w:val="009831DE"/>
    <w:rsid w:val="00983456"/>
    <w:rsid w:val="00983C82"/>
    <w:rsid w:val="00984456"/>
    <w:rsid w:val="0098470B"/>
    <w:rsid w:val="009848A7"/>
    <w:rsid w:val="00984B9B"/>
    <w:rsid w:val="00984C64"/>
    <w:rsid w:val="00984E4D"/>
    <w:rsid w:val="00984F56"/>
    <w:rsid w:val="009853BB"/>
    <w:rsid w:val="0098542F"/>
    <w:rsid w:val="00985708"/>
    <w:rsid w:val="00985D6D"/>
    <w:rsid w:val="009867C3"/>
    <w:rsid w:val="009867EA"/>
    <w:rsid w:val="009869D2"/>
    <w:rsid w:val="00986B9D"/>
    <w:rsid w:val="00987B4B"/>
    <w:rsid w:val="009910F3"/>
    <w:rsid w:val="00991E33"/>
    <w:rsid w:val="0099235B"/>
    <w:rsid w:val="009928EB"/>
    <w:rsid w:val="00992C2A"/>
    <w:rsid w:val="00993114"/>
    <w:rsid w:val="00993288"/>
    <w:rsid w:val="00993A49"/>
    <w:rsid w:val="009943F1"/>
    <w:rsid w:val="00994E19"/>
    <w:rsid w:val="00995687"/>
    <w:rsid w:val="009958E6"/>
    <w:rsid w:val="00995DF0"/>
    <w:rsid w:val="00996064"/>
    <w:rsid w:val="009965DC"/>
    <w:rsid w:val="0099677B"/>
    <w:rsid w:val="00996C28"/>
    <w:rsid w:val="00996D48"/>
    <w:rsid w:val="00996E40"/>
    <w:rsid w:val="00997935"/>
    <w:rsid w:val="00997B8B"/>
    <w:rsid w:val="00997CD5"/>
    <w:rsid w:val="00997D96"/>
    <w:rsid w:val="009A0913"/>
    <w:rsid w:val="009A0D22"/>
    <w:rsid w:val="009A1336"/>
    <w:rsid w:val="009A1540"/>
    <w:rsid w:val="009A18F8"/>
    <w:rsid w:val="009A2911"/>
    <w:rsid w:val="009A2A60"/>
    <w:rsid w:val="009A2B89"/>
    <w:rsid w:val="009A2DCD"/>
    <w:rsid w:val="009A3B1E"/>
    <w:rsid w:val="009A3D1A"/>
    <w:rsid w:val="009A4C30"/>
    <w:rsid w:val="009A4DCF"/>
    <w:rsid w:val="009A51D8"/>
    <w:rsid w:val="009A55A0"/>
    <w:rsid w:val="009A55AA"/>
    <w:rsid w:val="009A62C4"/>
    <w:rsid w:val="009A69C5"/>
    <w:rsid w:val="009A6AB7"/>
    <w:rsid w:val="009A6CCE"/>
    <w:rsid w:val="009A7262"/>
    <w:rsid w:val="009A75C7"/>
    <w:rsid w:val="009A7F9C"/>
    <w:rsid w:val="009B01D0"/>
    <w:rsid w:val="009B03BD"/>
    <w:rsid w:val="009B07CD"/>
    <w:rsid w:val="009B09D4"/>
    <w:rsid w:val="009B1973"/>
    <w:rsid w:val="009B19EC"/>
    <w:rsid w:val="009B23E4"/>
    <w:rsid w:val="009B2662"/>
    <w:rsid w:val="009B2D27"/>
    <w:rsid w:val="009B2E0F"/>
    <w:rsid w:val="009B32FE"/>
    <w:rsid w:val="009B340B"/>
    <w:rsid w:val="009B3C32"/>
    <w:rsid w:val="009B3E8B"/>
    <w:rsid w:val="009B4538"/>
    <w:rsid w:val="009B469C"/>
    <w:rsid w:val="009B4939"/>
    <w:rsid w:val="009B4D05"/>
    <w:rsid w:val="009B4DB4"/>
    <w:rsid w:val="009B4F62"/>
    <w:rsid w:val="009B54F4"/>
    <w:rsid w:val="009B551E"/>
    <w:rsid w:val="009B5AA8"/>
    <w:rsid w:val="009B5B8C"/>
    <w:rsid w:val="009B613C"/>
    <w:rsid w:val="009B618C"/>
    <w:rsid w:val="009B61C3"/>
    <w:rsid w:val="009B63FC"/>
    <w:rsid w:val="009B644E"/>
    <w:rsid w:val="009B64BF"/>
    <w:rsid w:val="009B6B28"/>
    <w:rsid w:val="009B79FF"/>
    <w:rsid w:val="009C0137"/>
    <w:rsid w:val="009C0180"/>
    <w:rsid w:val="009C0A78"/>
    <w:rsid w:val="009C0FCC"/>
    <w:rsid w:val="009C15A8"/>
    <w:rsid w:val="009C1684"/>
    <w:rsid w:val="009C180F"/>
    <w:rsid w:val="009C18C3"/>
    <w:rsid w:val="009C1A58"/>
    <w:rsid w:val="009C1B46"/>
    <w:rsid w:val="009C1BBA"/>
    <w:rsid w:val="009C1D92"/>
    <w:rsid w:val="009C1F04"/>
    <w:rsid w:val="009C22B8"/>
    <w:rsid w:val="009C290F"/>
    <w:rsid w:val="009C2F29"/>
    <w:rsid w:val="009C326A"/>
    <w:rsid w:val="009C327F"/>
    <w:rsid w:val="009C34F6"/>
    <w:rsid w:val="009C35EC"/>
    <w:rsid w:val="009C3698"/>
    <w:rsid w:val="009C387C"/>
    <w:rsid w:val="009C3A74"/>
    <w:rsid w:val="009C41DD"/>
    <w:rsid w:val="009C4AB8"/>
    <w:rsid w:val="009C4DC8"/>
    <w:rsid w:val="009C5548"/>
    <w:rsid w:val="009C564E"/>
    <w:rsid w:val="009C58C8"/>
    <w:rsid w:val="009C5971"/>
    <w:rsid w:val="009C5BE4"/>
    <w:rsid w:val="009C6400"/>
    <w:rsid w:val="009C65C8"/>
    <w:rsid w:val="009C71C1"/>
    <w:rsid w:val="009C7B8F"/>
    <w:rsid w:val="009C7FCD"/>
    <w:rsid w:val="009D0565"/>
    <w:rsid w:val="009D135B"/>
    <w:rsid w:val="009D13DB"/>
    <w:rsid w:val="009D144D"/>
    <w:rsid w:val="009D1E9D"/>
    <w:rsid w:val="009D2722"/>
    <w:rsid w:val="009D2945"/>
    <w:rsid w:val="009D2A7A"/>
    <w:rsid w:val="009D2C10"/>
    <w:rsid w:val="009D2CDA"/>
    <w:rsid w:val="009D33DA"/>
    <w:rsid w:val="009D3A96"/>
    <w:rsid w:val="009D3AA8"/>
    <w:rsid w:val="009D3E46"/>
    <w:rsid w:val="009D41A2"/>
    <w:rsid w:val="009D4632"/>
    <w:rsid w:val="009D4C03"/>
    <w:rsid w:val="009D4F9F"/>
    <w:rsid w:val="009D5533"/>
    <w:rsid w:val="009D57BA"/>
    <w:rsid w:val="009D5AE0"/>
    <w:rsid w:val="009D6353"/>
    <w:rsid w:val="009D6654"/>
    <w:rsid w:val="009D66CF"/>
    <w:rsid w:val="009D6B65"/>
    <w:rsid w:val="009D6D5B"/>
    <w:rsid w:val="009D6D5E"/>
    <w:rsid w:val="009D760B"/>
    <w:rsid w:val="009D796E"/>
    <w:rsid w:val="009D7DB0"/>
    <w:rsid w:val="009E0AE5"/>
    <w:rsid w:val="009E0EBC"/>
    <w:rsid w:val="009E1018"/>
    <w:rsid w:val="009E1BCA"/>
    <w:rsid w:val="009E20EC"/>
    <w:rsid w:val="009E2B13"/>
    <w:rsid w:val="009E2D58"/>
    <w:rsid w:val="009E32B6"/>
    <w:rsid w:val="009E33E4"/>
    <w:rsid w:val="009E34F5"/>
    <w:rsid w:val="009E39D5"/>
    <w:rsid w:val="009E416F"/>
    <w:rsid w:val="009E459E"/>
    <w:rsid w:val="009E4C9E"/>
    <w:rsid w:val="009E4E65"/>
    <w:rsid w:val="009E55FA"/>
    <w:rsid w:val="009E5646"/>
    <w:rsid w:val="009E5CC3"/>
    <w:rsid w:val="009E5D9C"/>
    <w:rsid w:val="009E62EE"/>
    <w:rsid w:val="009E6AFE"/>
    <w:rsid w:val="009E7277"/>
    <w:rsid w:val="009F0691"/>
    <w:rsid w:val="009F07FF"/>
    <w:rsid w:val="009F09B2"/>
    <w:rsid w:val="009F0D3B"/>
    <w:rsid w:val="009F161D"/>
    <w:rsid w:val="009F17EB"/>
    <w:rsid w:val="009F1A1D"/>
    <w:rsid w:val="009F1CAE"/>
    <w:rsid w:val="009F1E97"/>
    <w:rsid w:val="009F2490"/>
    <w:rsid w:val="009F2BD7"/>
    <w:rsid w:val="009F2C5E"/>
    <w:rsid w:val="009F2FF6"/>
    <w:rsid w:val="009F3BCD"/>
    <w:rsid w:val="009F3D0C"/>
    <w:rsid w:val="009F408C"/>
    <w:rsid w:val="009F40E5"/>
    <w:rsid w:val="009F4765"/>
    <w:rsid w:val="009F59CE"/>
    <w:rsid w:val="009F5C65"/>
    <w:rsid w:val="009F6017"/>
    <w:rsid w:val="009F60FA"/>
    <w:rsid w:val="009F642F"/>
    <w:rsid w:val="009F6437"/>
    <w:rsid w:val="009F65F8"/>
    <w:rsid w:val="009F70E6"/>
    <w:rsid w:val="009F7246"/>
    <w:rsid w:val="009F76FC"/>
    <w:rsid w:val="009F7A99"/>
    <w:rsid w:val="009F7AA8"/>
    <w:rsid w:val="009F7B53"/>
    <w:rsid w:val="009F7BD3"/>
    <w:rsid w:val="009F7BFC"/>
    <w:rsid w:val="00A00424"/>
    <w:rsid w:val="00A00FDA"/>
    <w:rsid w:val="00A0110D"/>
    <w:rsid w:val="00A01988"/>
    <w:rsid w:val="00A01F15"/>
    <w:rsid w:val="00A02890"/>
    <w:rsid w:val="00A02A25"/>
    <w:rsid w:val="00A02B14"/>
    <w:rsid w:val="00A03754"/>
    <w:rsid w:val="00A03CE9"/>
    <w:rsid w:val="00A03F56"/>
    <w:rsid w:val="00A046CA"/>
    <w:rsid w:val="00A05056"/>
    <w:rsid w:val="00A060DE"/>
    <w:rsid w:val="00A06435"/>
    <w:rsid w:val="00A06594"/>
    <w:rsid w:val="00A06A97"/>
    <w:rsid w:val="00A06AFE"/>
    <w:rsid w:val="00A06E7A"/>
    <w:rsid w:val="00A07784"/>
    <w:rsid w:val="00A07FA9"/>
    <w:rsid w:val="00A109DD"/>
    <w:rsid w:val="00A10B5B"/>
    <w:rsid w:val="00A1344E"/>
    <w:rsid w:val="00A136D4"/>
    <w:rsid w:val="00A13741"/>
    <w:rsid w:val="00A138DC"/>
    <w:rsid w:val="00A14216"/>
    <w:rsid w:val="00A147DB"/>
    <w:rsid w:val="00A148BF"/>
    <w:rsid w:val="00A14B5D"/>
    <w:rsid w:val="00A15AB8"/>
    <w:rsid w:val="00A15FF4"/>
    <w:rsid w:val="00A16260"/>
    <w:rsid w:val="00A16533"/>
    <w:rsid w:val="00A16C77"/>
    <w:rsid w:val="00A1712D"/>
    <w:rsid w:val="00A2000B"/>
    <w:rsid w:val="00A20CBE"/>
    <w:rsid w:val="00A20DCD"/>
    <w:rsid w:val="00A20DDD"/>
    <w:rsid w:val="00A21250"/>
    <w:rsid w:val="00A21527"/>
    <w:rsid w:val="00A21763"/>
    <w:rsid w:val="00A21E32"/>
    <w:rsid w:val="00A21F4B"/>
    <w:rsid w:val="00A222C0"/>
    <w:rsid w:val="00A22A8D"/>
    <w:rsid w:val="00A22F1B"/>
    <w:rsid w:val="00A2308B"/>
    <w:rsid w:val="00A231A2"/>
    <w:rsid w:val="00A2348D"/>
    <w:rsid w:val="00A23C9A"/>
    <w:rsid w:val="00A23F73"/>
    <w:rsid w:val="00A2430C"/>
    <w:rsid w:val="00A24520"/>
    <w:rsid w:val="00A247C7"/>
    <w:rsid w:val="00A24869"/>
    <w:rsid w:val="00A250BE"/>
    <w:rsid w:val="00A252E5"/>
    <w:rsid w:val="00A25C55"/>
    <w:rsid w:val="00A25EF1"/>
    <w:rsid w:val="00A2647C"/>
    <w:rsid w:val="00A26AB1"/>
    <w:rsid w:val="00A26C1E"/>
    <w:rsid w:val="00A27017"/>
    <w:rsid w:val="00A275F7"/>
    <w:rsid w:val="00A2765A"/>
    <w:rsid w:val="00A27966"/>
    <w:rsid w:val="00A27B3C"/>
    <w:rsid w:val="00A27C02"/>
    <w:rsid w:val="00A30D06"/>
    <w:rsid w:val="00A30E62"/>
    <w:rsid w:val="00A30F12"/>
    <w:rsid w:val="00A310F5"/>
    <w:rsid w:val="00A31507"/>
    <w:rsid w:val="00A32295"/>
    <w:rsid w:val="00A3231C"/>
    <w:rsid w:val="00A328E5"/>
    <w:rsid w:val="00A32EE9"/>
    <w:rsid w:val="00A330A0"/>
    <w:rsid w:val="00A334DD"/>
    <w:rsid w:val="00A33B2A"/>
    <w:rsid w:val="00A342DD"/>
    <w:rsid w:val="00A34C3A"/>
    <w:rsid w:val="00A34D05"/>
    <w:rsid w:val="00A356E3"/>
    <w:rsid w:val="00A35716"/>
    <w:rsid w:val="00A35A2B"/>
    <w:rsid w:val="00A364FE"/>
    <w:rsid w:val="00A36534"/>
    <w:rsid w:val="00A3656A"/>
    <w:rsid w:val="00A367F6"/>
    <w:rsid w:val="00A368A1"/>
    <w:rsid w:val="00A3722C"/>
    <w:rsid w:val="00A37274"/>
    <w:rsid w:val="00A37508"/>
    <w:rsid w:val="00A37888"/>
    <w:rsid w:val="00A37AF7"/>
    <w:rsid w:val="00A37EDD"/>
    <w:rsid w:val="00A40326"/>
    <w:rsid w:val="00A404EA"/>
    <w:rsid w:val="00A40A3E"/>
    <w:rsid w:val="00A40A81"/>
    <w:rsid w:val="00A40F04"/>
    <w:rsid w:val="00A412A1"/>
    <w:rsid w:val="00A41484"/>
    <w:rsid w:val="00A415DA"/>
    <w:rsid w:val="00A41EED"/>
    <w:rsid w:val="00A42A20"/>
    <w:rsid w:val="00A43140"/>
    <w:rsid w:val="00A432CB"/>
    <w:rsid w:val="00A43890"/>
    <w:rsid w:val="00A43A10"/>
    <w:rsid w:val="00A43BAE"/>
    <w:rsid w:val="00A44258"/>
    <w:rsid w:val="00A44842"/>
    <w:rsid w:val="00A4485C"/>
    <w:rsid w:val="00A44A23"/>
    <w:rsid w:val="00A44E30"/>
    <w:rsid w:val="00A44F4F"/>
    <w:rsid w:val="00A45825"/>
    <w:rsid w:val="00A45E11"/>
    <w:rsid w:val="00A46345"/>
    <w:rsid w:val="00A46A35"/>
    <w:rsid w:val="00A46B57"/>
    <w:rsid w:val="00A46B7F"/>
    <w:rsid w:val="00A46BF9"/>
    <w:rsid w:val="00A46E61"/>
    <w:rsid w:val="00A4727E"/>
    <w:rsid w:val="00A4760C"/>
    <w:rsid w:val="00A47886"/>
    <w:rsid w:val="00A50077"/>
    <w:rsid w:val="00A50509"/>
    <w:rsid w:val="00A50B2A"/>
    <w:rsid w:val="00A5155A"/>
    <w:rsid w:val="00A51598"/>
    <w:rsid w:val="00A525AE"/>
    <w:rsid w:val="00A528C2"/>
    <w:rsid w:val="00A530A2"/>
    <w:rsid w:val="00A53249"/>
    <w:rsid w:val="00A535D5"/>
    <w:rsid w:val="00A53AB2"/>
    <w:rsid w:val="00A53F71"/>
    <w:rsid w:val="00A54058"/>
    <w:rsid w:val="00A54839"/>
    <w:rsid w:val="00A54A1F"/>
    <w:rsid w:val="00A54D11"/>
    <w:rsid w:val="00A55030"/>
    <w:rsid w:val="00A55069"/>
    <w:rsid w:val="00A551A2"/>
    <w:rsid w:val="00A55306"/>
    <w:rsid w:val="00A5531E"/>
    <w:rsid w:val="00A55396"/>
    <w:rsid w:val="00A55403"/>
    <w:rsid w:val="00A554A3"/>
    <w:rsid w:val="00A5596A"/>
    <w:rsid w:val="00A55DFC"/>
    <w:rsid w:val="00A563F4"/>
    <w:rsid w:val="00A56676"/>
    <w:rsid w:val="00A56ECB"/>
    <w:rsid w:val="00A56FF8"/>
    <w:rsid w:val="00A57F24"/>
    <w:rsid w:val="00A60138"/>
    <w:rsid w:val="00A60144"/>
    <w:rsid w:val="00A6025A"/>
    <w:rsid w:val="00A60377"/>
    <w:rsid w:val="00A60CEB"/>
    <w:rsid w:val="00A617B6"/>
    <w:rsid w:val="00A61F9D"/>
    <w:rsid w:val="00A62565"/>
    <w:rsid w:val="00A625F7"/>
    <w:rsid w:val="00A62928"/>
    <w:rsid w:val="00A62997"/>
    <w:rsid w:val="00A62A0C"/>
    <w:rsid w:val="00A62D9C"/>
    <w:rsid w:val="00A630CF"/>
    <w:rsid w:val="00A63D8F"/>
    <w:rsid w:val="00A63EEA"/>
    <w:rsid w:val="00A6424F"/>
    <w:rsid w:val="00A6489A"/>
    <w:rsid w:val="00A64C67"/>
    <w:rsid w:val="00A64E1F"/>
    <w:rsid w:val="00A65580"/>
    <w:rsid w:val="00A655A7"/>
    <w:rsid w:val="00A65947"/>
    <w:rsid w:val="00A659C5"/>
    <w:rsid w:val="00A65BDA"/>
    <w:rsid w:val="00A65FB0"/>
    <w:rsid w:val="00A66038"/>
    <w:rsid w:val="00A67637"/>
    <w:rsid w:val="00A677AD"/>
    <w:rsid w:val="00A67B31"/>
    <w:rsid w:val="00A67C25"/>
    <w:rsid w:val="00A67C27"/>
    <w:rsid w:val="00A67C68"/>
    <w:rsid w:val="00A67CB6"/>
    <w:rsid w:val="00A67D6F"/>
    <w:rsid w:val="00A67F88"/>
    <w:rsid w:val="00A70272"/>
    <w:rsid w:val="00A7040B"/>
    <w:rsid w:val="00A706FD"/>
    <w:rsid w:val="00A71025"/>
    <w:rsid w:val="00A71D89"/>
    <w:rsid w:val="00A71EC3"/>
    <w:rsid w:val="00A72283"/>
    <w:rsid w:val="00A725BB"/>
    <w:rsid w:val="00A72E1D"/>
    <w:rsid w:val="00A73437"/>
    <w:rsid w:val="00A736C2"/>
    <w:rsid w:val="00A73A1B"/>
    <w:rsid w:val="00A73D07"/>
    <w:rsid w:val="00A73F7E"/>
    <w:rsid w:val="00A7420E"/>
    <w:rsid w:val="00A7421C"/>
    <w:rsid w:val="00A742BF"/>
    <w:rsid w:val="00A74944"/>
    <w:rsid w:val="00A74DDD"/>
    <w:rsid w:val="00A75165"/>
    <w:rsid w:val="00A7576C"/>
    <w:rsid w:val="00A757C2"/>
    <w:rsid w:val="00A75982"/>
    <w:rsid w:val="00A761CC"/>
    <w:rsid w:val="00A764AC"/>
    <w:rsid w:val="00A76718"/>
    <w:rsid w:val="00A76D1D"/>
    <w:rsid w:val="00A76D37"/>
    <w:rsid w:val="00A76D3F"/>
    <w:rsid w:val="00A76E9C"/>
    <w:rsid w:val="00A77DAE"/>
    <w:rsid w:val="00A801EB"/>
    <w:rsid w:val="00A8020A"/>
    <w:rsid w:val="00A803D2"/>
    <w:rsid w:val="00A8076B"/>
    <w:rsid w:val="00A8098F"/>
    <w:rsid w:val="00A80CB3"/>
    <w:rsid w:val="00A80D9B"/>
    <w:rsid w:val="00A8104C"/>
    <w:rsid w:val="00A81859"/>
    <w:rsid w:val="00A81DEE"/>
    <w:rsid w:val="00A81E4E"/>
    <w:rsid w:val="00A81F86"/>
    <w:rsid w:val="00A825F4"/>
    <w:rsid w:val="00A82D0E"/>
    <w:rsid w:val="00A83418"/>
    <w:rsid w:val="00A83B30"/>
    <w:rsid w:val="00A83DDA"/>
    <w:rsid w:val="00A83E85"/>
    <w:rsid w:val="00A84484"/>
    <w:rsid w:val="00A84620"/>
    <w:rsid w:val="00A849AA"/>
    <w:rsid w:val="00A84BE5"/>
    <w:rsid w:val="00A84DA0"/>
    <w:rsid w:val="00A84DFD"/>
    <w:rsid w:val="00A852BC"/>
    <w:rsid w:val="00A85AA6"/>
    <w:rsid w:val="00A85CD6"/>
    <w:rsid w:val="00A85D8F"/>
    <w:rsid w:val="00A85EE7"/>
    <w:rsid w:val="00A860B0"/>
    <w:rsid w:val="00A86B50"/>
    <w:rsid w:val="00A86DEB"/>
    <w:rsid w:val="00A87707"/>
    <w:rsid w:val="00A9028C"/>
    <w:rsid w:val="00A9065B"/>
    <w:rsid w:val="00A9093B"/>
    <w:rsid w:val="00A909C5"/>
    <w:rsid w:val="00A90F30"/>
    <w:rsid w:val="00A91847"/>
    <w:rsid w:val="00A92886"/>
    <w:rsid w:val="00A931B9"/>
    <w:rsid w:val="00A933A0"/>
    <w:rsid w:val="00A943C1"/>
    <w:rsid w:val="00A94790"/>
    <w:rsid w:val="00A94DD4"/>
    <w:rsid w:val="00A953ED"/>
    <w:rsid w:val="00A95B8F"/>
    <w:rsid w:val="00A9602D"/>
    <w:rsid w:val="00A963C3"/>
    <w:rsid w:val="00A96E16"/>
    <w:rsid w:val="00A97122"/>
    <w:rsid w:val="00A97DFC"/>
    <w:rsid w:val="00AA0618"/>
    <w:rsid w:val="00AA06BB"/>
    <w:rsid w:val="00AA0994"/>
    <w:rsid w:val="00AA0B8B"/>
    <w:rsid w:val="00AA0BF0"/>
    <w:rsid w:val="00AA0F51"/>
    <w:rsid w:val="00AA0F82"/>
    <w:rsid w:val="00AA14EE"/>
    <w:rsid w:val="00AA1BD0"/>
    <w:rsid w:val="00AA20A2"/>
    <w:rsid w:val="00AA2297"/>
    <w:rsid w:val="00AA22D0"/>
    <w:rsid w:val="00AA30D6"/>
    <w:rsid w:val="00AA345D"/>
    <w:rsid w:val="00AA3484"/>
    <w:rsid w:val="00AA39C0"/>
    <w:rsid w:val="00AA3FBC"/>
    <w:rsid w:val="00AA401D"/>
    <w:rsid w:val="00AA496F"/>
    <w:rsid w:val="00AA4DF5"/>
    <w:rsid w:val="00AA4E78"/>
    <w:rsid w:val="00AA547F"/>
    <w:rsid w:val="00AA581C"/>
    <w:rsid w:val="00AA5859"/>
    <w:rsid w:val="00AA5EAF"/>
    <w:rsid w:val="00AA6409"/>
    <w:rsid w:val="00AA6E83"/>
    <w:rsid w:val="00AA79EF"/>
    <w:rsid w:val="00AA7DA9"/>
    <w:rsid w:val="00AB010F"/>
    <w:rsid w:val="00AB05AE"/>
    <w:rsid w:val="00AB0D18"/>
    <w:rsid w:val="00AB1383"/>
    <w:rsid w:val="00AB139A"/>
    <w:rsid w:val="00AB1C79"/>
    <w:rsid w:val="00AB1CE5"/>
    <w:rsid w:val="00AB1F87"/>
    <w:rsid w:val="00AB2021"/>
    <w:rsid w:val="00AB202E"/>
    <w:rsid w:val="00AB2119"/>
    <w:rsid w:val="00AB2288"/>
    <w:rsid w:val="00AB2494"/>
    <w:rsid w:val="00AB273F"/>
    <w:rsid w:val="00AB278C"/>
    <w:rsid w:val="00AB2997"/>
    <w:rsid w:val="00AB2A25"/>
    <w:rsid w:val="00AB2A56"/>
    <w:rsid w:val="00AB2F9D"/>
    <w:rsid w:val="00AB325D"/>
    <w:rsid w:val="00AB36AA"/>
    <w:rsid w:val="00AB3A84"/>
    <w:rsid w:val="00AB3EE2"/>
    <w:rsid w:val="00AB49FA"/>
    <w:rsid w:val="00AB4D83"/>
    <w:rsid w:val="00AB5109"/>
    <w:rsid w:val="00AB51A3"/>
    <w:rsid w:val="00AB552D"/>
    <w:rsid w:val="00AB5A84"/>
    <w:rsid w:val="00AB5AEE"/>
    <w:rsid w:val="00AB61A8"/>
    <w:rsid w:val="00AB631D"/>
    <w:rsid w:val="00AB633D"/>
    <w:rsid w:val="00AB76A8"/>
    <w:rsid w:val="00AB7B36"/>
    <w:rsid w:val="00AC048A"/>
    <w:rsid w:val="00AC0491"/>
    <w:rsid w:val="00AC0DED"/>
    <w:rsid w:val="00AC0F90"/>
    <w:rsid w:val="00AC111A"/>
    <w:rsid w:val="00AC1337"/>
    <w:rsid w:val="00AC1DB1"/>
    <w:rsid w:val="00AC1E16"/>
    <w:rsid w:val="00AC1EF3"/>
    <w:rsid w:val="00AC308E"/>
    <w:rsid w:val="00AC3506"/>
    <w:rsid w:val="00AC3C1B"/>
    <w:rsid w:val="00AC4022"/>
    <w:rsid w:val="00AC4572"/>
    <w:rsid w:val="00AC4D4D"/>
    <w:rsid w:val="00AC586E"/>
    <w:rsid w:val="00AC588D"/>
    <w:rsid w:val="00AC64A4"/>
    <w:rsid w:val="00AC6A4F"/>
    <w:rsid w:val="00AC6B5B"/>
    <w:rsid w:val="00AC6C81"/>
    <w:rsid w:val="00AC6FBB"/>
    <w:rsid w:val="00AC713D"/>
    <w:rsid w:val="00AC7A67"/>
    <w:rsid w:val="00AD03C0"/>
    <w:rsid w:val="00AD0640"/>
    <w:rsid w:val="00AD0A0B"/>
    <w:rsid w:val="00AD0D41"/>
    <w:rsid w:val="00AD1043"/>
    <w:rsid w:val="00AD1BE6"/>
    <w:rsid w:val="00AD1DC9"/>
    <w:rsid w:val="00AD26D3"/>
    <w:rsid w:val="00AD2913"/>
    <w:rsid w:val="00AD2C45"/>
    <w:rsid w:val="00AD2F47"/>
    <w:rsid w:val="00AD2FAC"/>
    <w:rsid w:val="00AD3073"/>
    <w:rsid w:val="00AD3F8F"/>
    <w:rsid w:val="00AD3FEE"/>
    <w:rsid w:val="00AD435A"/>
    <w:rsid w:val="00AD4AB6"/>
    <w:rsid w:val="00AD4C85"/>
    <w:rsid w:val="00AD567F"/>
    <w:rsid w:val="00AD5720"/>
    <w:rsid w:val="00AD57DB"/>
    <w:rsid w:val="00AD59C7"/>
    <w:rsid w:val="00AD5CC9"/>
    <w:rsid w:val="00AD5E4E"/>
    <w:rsid w:val="00AD633D"/>
    <w:rsid w:val="00AD6A57"/>
    <w:rsid w:val="00AD6B0C"/>
    <w:rsid w:val="00AD6DD2"/>
    <w:rsid w:val="00AD7138"/>
    <w:rsid w:val="00AD7B1F"/>
    <w:rsid w:val="00AE0544"/>
    <w:rsid w:val="00AE0773"/>
    <w:rsid w:val="00AE0E62"/>
    <w:rsid w:val="00AE116A"/>
    <w:rsid w:val="00AE122C"/>
    <w:rsid w:val="00AE1458"/>
    <w:rsid w:val="00AE14BD"/>
    <w:rsid w:val="00AE1750"/>
    <w:rsid w:val="00AE17CD"/>
    <w:rsid w:val="00AE19C8"/>
    <w:rsid w:val="00AE1D26"/>
    <w:rsid w:val="00AE2213"/>
    <w:rsid w:val="00AE3268"/>
    <w:rsid w:val="00AE37AB"/>
    <w:rsid w:val="00AE3A31"/>
    <w:rsid w:val="00AE3D6C"/>
    <w:rsid w:val="00AE3DB6"/>
    <w:rsid w:val="00AE4705"/>
    <w:rsid w:val="00AE503F"/>
    <w:rsid w:val="00AE53BC"/>
    <w:rsid w:val="00AE58CE"/>
    <w:rsid w:val="00AE6035"/>
    <w:rsid w:val="00AE6201"/>
    <w:rsid w:val="00AE64A0"/>
    <w:rsid w:val="00AE6D38"/>
    <w:rsid w:val="00AE6DF5"/>
    <w:rsid w:val="00AE7323"/>
    <w:rsid w:val="00AE7474"/>
    <w:rsid w:val="00AE768E"/>
    <w:rsid w:val="00AE7C29"/>
    <w:rsid w:val="00AE7D61"/>
    <w:rsid w:val="00AF0365"/>
    <w:rsid w:val="00AF0475"/>
    <w:rsid w:val="00AF08FB"/>
    <w:rsid w:val="00AF0A90"/>
    <w:rsid w:val="00AF0EE9"/>
    <w:rsid w:val="00AF1357"/>
    <w:rsid w:val="00AF14B2"/>
    <w:rsid w:val="00AF15DC"/>
    <w:rsid w:val="00AF186D"/>
    <w:rsid w:val="00AF1992"/>
    <w:rsid w:val="00AF2450"/>
    <w:rsid w:val="00AF27B1"/>
    <w:rsid w:val="00AF2D52"/>
    <w:rsid w:val="00AF314D"/>
    <w:rsid w:val="00AF35C0"/>
    <w:rsid w:val="00AF418B"/>
    <w:rsid w:val="00AF4711"/>
    <w:rsid w:val="00AF4C3D"/>
    <w:rsid w:val="00AF4FAB"/>
    <w:rsid w:val="00AF4FC4"/>
    <w:rsid w:val="00AF511A"/>
    <w:rsid w:val="00AF5C97"/>
    <w:rsid w:val="00AF5E33"/>
    <w:rsid w:val="00AF5FA7"/>
    <w:rsid w:val="00AF60A1"/>
    <w:rsid w:val="00AF633B"/>
    <w:rsid w:val="00AF64BC"/>
    <w:rsid w:val="00AF6895"/>
    <w:rsid w:val="00AF6D41"/>
    <w:rsid w:val="00AF78DE"/>
    <w:rsid w:val="00AF796A"/>
    <w:rsid w:val="00AF7A19"/>
    <w:rsid w:val="00AF7B5A"/>
    <w:rsid w:val="00AF7DE2"/>
    <w:rsid w:val="00AF7FE2"/>
    <w:rsid w:val="00B00468"/>
    <w:rsid w:val="00B006FB"/>
    <w:rsid w:val="00B00977"/>
    <w:rsid w:val="00B014E6"/>
    <w:rsid w:val="00B01B1A"/>
    <w:rsid w:val="00B01CDF"/>
    <w:rsid w:val="00B01E58"/>
    <w:rsid w:val="00B0228F"/>
    <w:rsid w:val="00B025E9"/>
    <w:rsid w:val="00B026B7"/>
    <w:rsid w:val="00B02DBA"/>
    <w:rsid w:val="00B03106"/>
    <w:rsid w:val="00B03271"/>
    <w:rsid w:val="00B03536"/>
    <w:rsid w:val="00B03711"/>
    <w:rsid w:val="00B037D6"/>
    <w:rsid w:val="00B0384D"/>
    <w:rsid w:val="00B03BBD"/>
    <w:rsid w:val="00B03DC7"/>
    <w:rsid w:val="00B03DDE"/>
    <w:rsid w:val="00B04062"/>
    <w:rsid w:val="00B04218"/>
    <w:rsid w:val="00B04902"/>
    <w:rsid w:val="00B04C30"/>
    <w:rsid w:val="00B04C4E"/>
    <w:rsid w:val="00B04C6B"/>
    <w:rsid w:val="00B05206"/>
    <w:rsid w:val="00B053E3"/>
    <w:rsid w:val="00B062C9"/>
    <w:rsid w:val="00B06C6B"/>
    <w:rsid w:val="00B06EE7"/>
    <w:rsid w:val="00B06FFB"/>
    <w:rsid w:val="00B07945"/>
    <w:rsid w:val="00B07FB7"/>
    <w:rsid w:val="00B111FE"/>
    <w:rsid w:val="00B112DE"/>
    <w:rsid w:val="00B113BD"/>
    <w:rsid w:val="00B1154C"/>
    <w:rsid w:val="00B11554"/>
    <w:rsid w:val="00B118C2"/>
    <w:rsid w:val="00B11BBC"/>
    <w:rsid w:val="00B11D0D"/>
    <w:rsid w:val="00B122BB"/>
    <w:rsid w:val="00B13391"/>
    <w:rsid w:val="00B135BD"/>
    <w:rsid w:val="00B13B18"/>
    <w:rsid w:val="00B13B52"/>
    <w:rsid w:val="00B13C7D"/>
    <w:rsid w:val="00B13FC6"/>
    <w:rsid w:val="00B14237"/>
    <w:rsid w:val="00B1498B"/>
    <w:rsid w:val="00B14A5C"/>
    <w:rsid w:val="00B1501A"/>
    <w:rsid w:val="00B151AA"/>
    <w:rsid w:val="00B151F4"/>
    <w:rsid w:val="00B15A37"/>
    <w:rsid w:val="00B15D3B"/>
    <w:rsid w:val="00B160CD"/>
    <w:rsid w:val="00B1631A"/>
    <w:rsid w:val="00B16785"/>
    <w:rsid w:val="00B16AF9"/>
    <w:rsid w:val="00B16BFF"/>
    <w:rsid w:val="00B176A1"/>
    <w:rsid w:val="00B17995"/>
    <w:rsid w:val="00B17A5F"/>
    <w:rsid w:val="00B20332"/>
    <w:rsid w:val="00B20477"/>
    <w:rsid w:val="00B204C3"/>
    <w:rsid w:val="00B20B64"/>
    <w:rsid w:val="00B20D78"/>
    <w:rsid w:val="00B211D5"/>
    <w:rsid w:val="00B21E8A"/>
    <w:rsid w:val="00B2207C"/>
    <w:rsid w:val="00B225DB"/>
    <w:rsid w:val="00B22C6B"/>
    <w:rsid w:val="00B22D12"/>
    <w:rsid w:val="00B22D20"/>
    <w:rsid w:val="00B22E26"/>
    <w:rsid w:val="00B22E72"/>
    <w:rsid w:val="00B23360"/>
    <w:rsid w:val="00B233BA"/>
    <w:rsid w:val="00B2381F"/>
    <w:rsid w:val="00B239C8"/>
    <w:rsid w:val="00B23C24"/>
    <w:rsid w:val="00B2404F"/>
    <w:rsid w:val="00B24B99"/>
    <w:rsid w:val="00B24C71"/>
    <w:rsid w:val="00B24C7E"/>
    <w:rsid w:val="00B2515B"/>
    <w:rsid w:val="00B251FA"/>
    <w:rsid w:val="00B25508"/>
    <w:rsid w:val="00B2599C"/>
    <w:rsid w:val="00B260A2"/>
    <w:rsid w:val="00B261E0"/>
    <w:rsid w:val="00B26A6C"/>
    <w:rsid w:val="00B26D04"/>
    <w:rsid w:val="00B26D67"/>
    <w:rsid w:val="00B26E67"/>
    <w:rsid w:val="00B27913"/>
    <w:rsid w:val="00B300DE"/>
    <w:rsid w:val="00B30149"/>
    <w:rsid w:val="00B305D0"/>
    <w:rsid w:val="00B30B63"/>
    <w:rsid w:val="00B30CF5"/>
    <w:rsid w:val="00B31068"/>
    <w:rsid w:val="00B31D8D"/>
    <w:rsid w:val="00B31EB7"/>
    <w:rsid w:val="00B321F5"/>
    <w:rsid w:val="00B32710"/>
    <w:rsid w:val="00B32A2C"/>
    <w:rsid w:val="00B32A82"/>
    <w:rsid w:val="00B32B5F"/>
    <w:rsid w:val="00B32D77"/>
    <w:rsid w:val="00B32E4E"/>
    <w:rsid w:val="00B32E63"/>
    <w:rsid w:val="00B331FA"/>
    <w:rsid w:val="00B334EA"/>
    <w:rsid w:val="00B3414D"/>
    <w:rsid w:val="00B343FA"/>
    <w:rsid w:val="00B348C4"/>
    <w:rsid w:val="00B352EE"/>
    <w:rsid w:val="00B35EB9"/>
    <w:rsid w:val="00B35FDE"/>
    <w:rsid w:val="00B362A1"/>
    <w:rsid w:val="00B36332"/>
    <w:rsid w:val="00B364F3"/>
    <w:rsid w:val="00B366FD"/>
    <w:rsid w:val="00B36FB9"/>
    <w:rsid w:val="00B36FF0"/>
    <w:rsid w:val="00B377C4"/>
    <w:rsid w:val="00B3785A"/>
    <w:rsid w:val="00B379D8"/>
    <w:rsid w:val="00B4028D"/>
    <w:rsid w:val="00B404BD"/>
    <w:rsid w:val="00B40689"/>
    <w:rsid w:val="00B4098D"/>
    <w:rsid w:val="00B410A1"/>
    <w:rsid w:val="00B41261"/>
    <w:rsid w:val="00B41459"/>
    <w:rsid w:val="00B415D7"/>
    <w:rsid w:val="00B416CA"/>
    <w:rsid w:val="00B4284C"/>
    <w:rsid w:val="00B42855"/>
    <w:rsid w:val="00B42905"/>
    <w:rsid w:val="00B42D7D"/>
    <w:rsid w:val="00B43616"/>
    <w:rsid w:val="00B43B00"/>
    <w:rsid w:val="00B442EF"/>
    <w:rsid w:val="00B44797"/>
    <w:rsid w:val="00B44907"/>
    <w:rsid w:val="00B44FFF"/>
    <w:rsid w:val="00B451A7"/>
    <w:rsid w:val="00B45465"/>
    <w:rsid w:val="00B4617C"/>
    <w:rsid w:val="00B46647"/>
    <w:rsid w:val="00B46719"/>
    <w:rsid w:val="00B46D76"/>
    <w:rsid w:val="00B46EBC"/>
    <w:rsid w:val="00B46F24"/>
    <w:rsid w:val="00B46FA9"/>
    <w:rsid w:val="00B470F4"/>
    <w:rsid w:val="00B4734E"/>
    <w:rsid w:val="00B47634"/>
    <w:rsid w:val="00B478D9"/>
    <w:rsid w:val="00B47A77"/>
    <w:rsid w:val="00B47BC4"/>
    <w:rsid w:val="00B47DE7"/>
    <w:rsid w:val="00B47E13"/>
    <w:rsid w:val="00B47EE7"/>
    <w:rsid w:val="00B505DD"/>
    <w:rsid w:val="00B50645"/>
    <w:rsid w:val="00B50BE3"/>
    <w:rsid w:val="00B51024"/>
    <w:rsid w:val="00B5128C"/>
    <w:rsid w:val="00B51694"/>
    <w:rsid w:val="00B51ADE"/>
    <w:rsid w:val="00B5297A"/>
    <w:rsid w:val="00B534B1"/>
    <w:rsid w:val="00B536D5"/>
    <w:rsid w:val="00B538F5"/>
    <w:rsid w:val="00B53ADF"/>
    <w:rsid w:val="00B53FFD"/>
    <w:rsid w:val="00B5401B"/>
    <w:rsid w:val="00B54354"/>
    <w:rsid w:val="00B54562"/>
    <w:rsid w:val="00B5477D"/>
    <w:rsid w:val="00B54A7A"/>
    <w:rsid w:val="00B54CCD"/>
    <w:rsid w:val="00B54DC9"/>
    <w:rsid w:val="00B553D5"/>
    <w:rsid w:val="00B554D6"/>
    <w:rsid w:val="00B555C0"/>
    <w:rsid w:val="00B55744"/>
    <w:rsid w:val="00B55C4F"/>
    <w:rsid w:val="00B55D64"/>
    <w:rsid w:val="00B55FA0"/>
    <w:rsid w:val="00B5656D"/>
    <w:rsid w:val="00B5669F"/>
    <w:rsid w:val="00B56D61"/>
    <w:rsid w:val="00B56DCB"/>
    <w:rsid w:val="00B579A5"/>
    <w:rsid w:val="00B57DB8"/>
    <w:rsid w:val="00B6068B"/>
    <w:rsid w:val="00B60928"/>
    <w:rsid w:val="00B60A57"/>
    <w:rsid w:val="00B60B53"/>
    <w:rsid w:val="00B60D42"/>
    <w:rsid w:val="00B610BF"/>
    <w:rsid w:val="00B6149C"/>
    <w:rsid w:val="00B61A96"/>
    <w:rsid w:val="00B61AC3"/>
    <w:rsid w:val="00B61B07"/>
    <w:rsid w:val="00B61F15"/>
    <w:rsid w:val="00B62016"/>
    <w:rsid w:val="00B622F2"/>
    <w:rsid w:val="00B6317E"/>
    <w:rsid w:val="00B63483"/>
    <w:rsid w:val="00B636B1"/>
    <w:rsid w:val="00B6372B"/>
    <w:rsid w:val="00B63C8C"/>
    <w:rsid w:val="00B63D09"/>
    <w:rsid w:val="00B63FC6"/>
    <w:rsid w:val="00B6459A"/>
    <w:rsid w:val="00B64BF8"/>
    <w:rsid w:val="00B64F5D"/>
    <w:rsid w:val="00B65233"/>
    <w:rsid w:val="00B65B38"/>
    <w:rsid w:val="00B65ED8"/>
    <w:rsid w:val="00B661BF"/>
    <w:rsid w:val="00B6659A"/>
    <w:rsid w:val="00B66E02"/>
    <w:rsid w:val="00B67464"/>
    <w:rsid w:val="00B67590"/>
    <w:rsid w:val="00B67693"/>
    <w:rsid w:val="00B67731"/>
    <w:rsid w:val="00B6782B"/>
    <w:rsid w:val="00B67876"/>
    <w:rsid w:val="00B67E52"/>
    <w:rsid w:val="00B700FE"/>
    <w:rsid w:val="00B70251"/>
    <w:rsid w:val="00B70399"/>
    <w:rsid w:val="00B70CCF"/>
    <w:rsid w:val="00B70E54"/>
    <w:rsid w:val="00B71082"/>
    <w:rsid w:val="00B71299"/>
    <w:rsid w:val="00B71932"/>
    <w:rsid w:val="00B71D2E"/>
    <w:rsid w:val="00B72296"/>
    <w:rsid w:val="00B724AD"/>
    <w:rsid w:val="00B72696"/>
    <w:rsid w:val="00B7302D"/>
    <w:rsid w:val="00B731E8"/>
    <w:rsid w:val="00B7341B"/>
    <w:rsid w:val="00B73AFC"/>
    <w:rsid w:val="00B754DE"/>
    <w:rsid w:val="00B75517"/>
    <w:rsid w:val="00B76576"/>
    <w:rsid w:val="00B765A1"/>
    <w:rsid w:val="00B7731D"/>
    <w:rsid w:val="00B77B93"/>
    <w:rsid w:val="00B77BD8"/>
    <w:rsid w:val="00B77DC7"/>
    <w:rsid w:val="00B801FB"/>
    <w:rsid w:val="00B80584"/>
    <w:rsid w:val="00B806B1"/>
    <w:rsid w:val="00B807B0"/>
    <w:rsid w:val="00B81138"/>
    <w:rsid w:val="00B81328"/>
    <w:rsid w:val="00B81843"/>
    <w:rsid w:val="00B827EA"/>
    <w:rsid w:val="00B82BFB"/>
    <w:rsid w:val="00B83568"/>
    <w:rsid w:val="00B8383F"/>
    <w:rsid w:val="00B83F0D"/>
    <w:rsid w:val="00B84245"/>
    <w:rsid w:val="00B84665"/>
    <w:rsid w:val="00B84D38"/>
    <w:rsid w:val="00B856B6"/>
    <w:rsid w:val="00B85F03"/>
    <w:rsid w:val="00B85F8C"/>
    <w:rsid w:val="00B85FE0"/>
    <w:rsid w:val="00B86456"/>
    <w:rsid w:val="00B87473"/>
    <w:rsid w:val="00B87A81"/>
    <w:rsid w:val="00B87D5C"/>
    <w:rsid w:val="00B87E68"/>
    <w:rsid w:val="00B907BB"/>
    <w:rsid w:val="00B91055"/>
    <w:rsid w:val="00B919FF"/>
    <w:rsid w:val="00B92322"/>
    <w:rsid w:val="00B92642"/>
    <w:rsid w:val="00B92A47"/>
    <w:rsid w:val="00B92C38"/>
    <w:rsid w:val="00B92E7D"/>
    <w:rsid w:val="00B93109"/>
    <w:rsid w:val="00B9312D"/>
    <w:rsid w:val="00B93236"/>
    <w:rsid w:val="00B9347A"/>
    <w:rsid w:val="00B93666"/>
    <w:rsid w:val="00B936DC"/>
    <w:rsid w:val="00B937A0"/>
    <w:rsid w:val="00B94279"/>
    <w:rsid w:val="00B94828"/>
    <w:rsid w:val="00B9489C"/>
    <w:rsid w:val="00B94A0F"/>
    <w:rsid w:val="00B95357"/>
    <w:rsid w:val="00B95912"/>
    <w:rsid w:val="00B966F3"/>
    <w:rsid w:val="00B96731"/>
    <w:rsid w:val="00B973CB"/>
    <w:rsid w:val="00B97F7D"/>
    <w:rsid w:val="00BA0388"/>
    <w:rsid w:val="00BA0500"/>
    <w:rsid w:val="00BA09AC"/>
    <w:rsid w:val="00BA0A70"/>
    <w:rsid w:val="00BA0B2F"/>
    <w:rsid w:val="00BA0B57"/>
    <w:rsid w:val="00BA0B78"/>
    <w:rsid w:val="00BA0BB1"/>
    <w:rsid w:val="00BA0DA9"/>
    <w:rsid w:val="00BA0ED8"/>
    <w:rsid w:val="00BA103C"/>
    <w:rsid w:val="00BA124A"/>
    <w:rsid w:val="00BA1A61"/>
    <w:rsid w:val="00BA1EF8"/>
    <w:rsid w:val="00BA282B"/>
    <w:rsid w:val="00BA2F66"/>
    <w:rsid w:val="00BA2FB0"/>
    <w:rsid w:val="00BA34B6"/>
    <w:rsid w:val="00BA3660"/>
    <w:rsid w:val="00BA3C02"/>
    <w:rsid w:val="00BA3C06"/>
    <w:rsid w:val="00BA4326"/>
    <w:rsid w:val="00BA445E"/>
    <w:rsid w:val="00BA5A6B"/>
    <w:rsid w:val="00BA5C82"/>
    <w:rsid w:val="00BA6035"/>
    <w:rsid w:val="00BA69B4"/>
    <w:rsid w:val="00BA69EC"/>
    <w:rsid w:val="00BA6C37"/>
    <w:rsid w:val="00BA6DFB"/>
    <w:rsid w:val="00BA7186"/>
    <w:rsid w:val="00BA74E7"/>
    <w:rsid w:val="00BA75CB"/>
    <w:rsid w:val="00BA76C7"/>
    <w:rsid w:val="00BA7732"/>
    <w:rsid w:val="00BA78F6"/>
    <w:rsid w:val="00BA7B55"/>
    <w:rsid w:val="00BA7D7D"/>
    <w:rsid w:val="00BB0BC2"/>
    <w:rsid w:val="00BB0D12"/>
    <w:rsid w:val="00BB0FF1"/>
    <w:rsid w:val="00BB106C"/>
    <w:rsid w:val="00BB1539"/>
    <w:rsid w:val="00BB157C"/>
    <w:rsid w:val="00BB164C"/>
    <w:rsid w:val="00BB1B57"/>
    <w:rsid w:val="00BB254F"/>
    <w:rsid w:val="00BB3264"/>
    <w:rsid w:val="00BB397F"/>
    <w:rsid w:val="00BB44A6"/>
    <w:rsid w:val="00BB468A"/>
    <w:rsid w:val="00BB4CEA"/>
    <w:rsid w:val="00BB4E47"/>
    <w:rsid w:val="00BB5357"/>
    <w:rsid w:val="00BB55EF"/>
    <w:rsid w:val="00BB5F7F"/>
    <w:rsid w:val="00BB682C"/>
    <w:rsid w:val="00BB69B9"/>
    <w:rsid w:val="00BB725A"/>
    <w:rsid w:val="00BC064C"/>
    <w:rsid w:val="00BC100B"/>
    <w:rsid w:val="00BC146D"/>
    <w:rsid w:val="00BC1C1E"/>
    <w:rsid w:val="00BC22C6"/>
    <w:rsid w:val="00BC298C"/>
    <w:rsid w:val="00BC2A14"/>
    <w:rsid w:val="00BC2E9E"/>
    <w:rsid w:val="00BC31A8"/>
    <w:rsid w:val="00BC32DE"/>
    <w:rsid w:val="00BC36B2"/>
    <w:rsid w:val="00BC3BF1"/>
    <w:rsid w:val="00BC4523"/>
    <w:rsid w:val="00BC50EC"/>
    <w:rsid w:val="00BC512B"/>
    <w:rsid w:val="00BC5397"/>
    <w:rsid w:val="00BC5ABA"/>
    <w:rsid w:val="00BC6492"/>
    <w:rsid w:val="00BC650B"/>
    <w:rsid w:val="00BC67C0"/>
    <w:rsid w:val="00BC6984"/>
    <w:rsid w:val="00BC714A"/>
    <w:rsid w:val="00BC74C5"/>
    <w:rsid w:val="00BC7918"/>
    <w:rsid w:val="00BC7A6D"/>
    <w:rsid w:val="00BC7B35"/>
    <w:rsid w:val="00BC7BCF"/>
    <w:rsid w:val="00BD00D5"/>
    <w:rsid w:val="00BD00E6"/>
    <w:rsid w:val="00BD01A9"/>
    <w:rsid w:val="00BD01CE"/>
    <w:rsid w:val="00BD020A"/>
    <w:rsid w:val="00BD0602"/>
    <w:rsid w:val="00BD066A"/>
    <w:rsid w:val="00BD0AA4"/>
    <w:rsid w:val="00BD1441"/>
    <w:rsid w:val="00BD16E7"/>
    <w:rsid w:val="00BD1B5D"/>
    <w:rsid w:val="00BD1CA1"/>
    <w:rsid w:val="00BD2019"/>
    <w:rsid w:val="00BD28EB"/>
    <w:rsid w:val="00BD2A66"/>
    <w:rsid w:val="00BD2CD5"/>
    <w:rsid w:val="00BD2DF4"/>
    <w:rsid w:val="00BD38A6"/>
    <w:rsid w:val="00BD3E1C"/>
    <w:rsid w:val="00BD3E89"/>
    <w:rsid w:val="00BD4415"/>
    <w:rsid w:val="00BD4960"/>
    <w:rsid w:val="00BD4EBF"/>
    <w:rsid w:val="00BD5C5C"/>
    <w:rsid w:val="00BD68B7"/>
    <w:rsid w:val="00BD69A1"/>
    <w:rsid w:val="00BE0070"/>
    <w:rsid w:val="00BE0665"/>
    <w:rsid w:val="00BE102B"/>
    <w:rsid w:val="00BE12FB"/>
    <w:rsid w:val="00BE13AD"/>
    <w:rsid w:val="00BE13B9"/>
    <w:rsid w:val="00BE1813"/>
    <w:rsid w:val="00BE2474"/>
    <w:rsid w:val="00BE281C"/>
    <w:rsid w:val="00BE2C18"/>
    <w:rsid w:val="00BE3207"/>
    <w:rsid w:val="00BE32B2"/>
    <w:rsid w:val="00BE32F5"/>
    <w:rsid w:val="00BE37B3"/>
    <w:rsid w:val="00BE3DA8"/>
    <w:rsid w:val="00BE43CA"/>
    <w:rsid w:val="00BE457F"/>
    <w:rsid w:val="00BE468A"/>
    <w:rsid w:val="00BE4FB3"/>
    <w:rsid w:val="00BE5074"/>
    <w:rsid w:val="00BE569B"/>
    <w:rsid w:val="00BE6442"/>
    <w:rsid w:val="00BE68AC"/>
    <w:rsid w:val="00BE6D1C"/>
    <w:rsid w:val="00BE7077"/>
    <w:rsid w:val="00BE73FE"/>
    <w:rsid w:val="00BE773F"/>
    <w:rsid w:val="00BE79B5"/>
    <w:rsid w:val="00BE7D1C"/>
    <w:rsid w:val="00BE7E04"/>
    <w:rsid w:val="00BF00C6"/>
    <w:rsid w:val="00BF014A"/>
    <w:rsid w:val="00BF01B0"/>
    <w:rsid w:val="00BF0616"/>
    <w:rsid w:val="00BF0623"/>
    <w:rsid w:val="00BF0D63"/>
    <w:rsid w:val="00BF169E"/>
    <w:rsid w:val="00BF17AD"/>
    <w:rsid w:val="00BF1BEC"/>
    <w:rsid w:val="00BF2073"/>
    <w:rsid w:val="00BF21CD"/>
    <w:rsid w:val="00BF226D"/>
    <w:rsid w:val="00BF2849"/>
    <w:rsid w:val="00BF31AC"/>
    <w:rsid w:val="00BF36AA"/>
    <w:rsid w:val="00BF3C7B"/>
    <w:rsid w:val="00BF3C95"/>
    <w:rsid w:val="00BF3CD7"/>
    <w:rsid w:val="00BF4360"/>
    <w:rsid w:val="00BF4B4F"/>
    <w:rsid w:val="00BF50AE"/>
    <w:rsid w:val="00BF5191"/>
    <w:rsid w:val="00BF5302"/>
    <w:rsid w:val="00BF5335"/>
    <w:rsid w:val="00BF592C"/>
    <w:rsid w:val="00BF5A65"/>
    <w:rsid w:val="00BF5E0D"/>
    <w:rsid w:val="00BF5F1B"/>
    <w:rsid w:val="00BF62A1"/>
    <w:rsid w:val="00BF65C6"/>
    <w:rsid w:val="00BF689E"/>
    <w:rsid w:val="00BF69E6"/>
    <w:rsid w:val="00BF6E8E"/>
    <w:rsid w:val="00BF6EBA"/>
    <w:rsid w:val="00BF6FF8"/>
    <w:rsid w:val="00BF72F8"/>
    <w:rsid w:val="00BF7C07"/>
    <w:rsid w:val="00BF7E17"/>
    <w:rsid w:val="00C00281"/>
    <w:rsid w:val="00C0028E"/>
    <w:rsid w:val="00C004F5"/>
    <w:rsid w:val="00C005C2"/>
    <w:rsid w:val="00C0066A"/>
    <w:rsid w:val="00C00BBE"/>
    <w:rsid w:val="00C00EA0"/>
    <w:rsid w:val="00C01166"/>
    <w:rsid w:val="00C01168"/>
    <w:rsid w:val="00C011BF"/>
    <w:rsid w:val="00C014FA"/>
    <w:rsid w:val="00C01F2E"/>
    <w:rsid w:val="00C02078"/>
    <w:rsid w:val="00C0223E"/>
    <w:rsid w:val="00C026D4"/>
    <w:rsid w:val="00C0270D"/>
    <w:rsid w:val="00C0387A"/>
    <w:rsid w:val="00C038E1"/>
    <w:rsid w:val="00C03EDA"/>
    <w:rsid w:val="00C04735"/>
    <w:rsid w:val="00C047B6"/>
    <w:rsid w:val="00C04C17"/>
    <w:rsid w:val="00C0563F"/>
    <w:rsid w:val="00C058BC"/>
    <w:rsid w:val="00C05AA2"/>
    <w:rsid w:val="00C05EC5"/>
    <w:rsid w:val="00C05ECF"/>
    <w:rsid w:val="00C05EEA"/>
    <w:rsid w:val="00C06664"/>
    <w:rsid w:val="00C06731"/>
    <w:rsid w:val="00C06AB9"/>
    <w:rsid w:val="00C06F10"/>
    <w:rsid w:val="00C07473"/>
    <w:rsid w:val="00C074F9"/>
    <w:rsid w:val="00C07B15"/>
    <w:rsid w:val="00C07ECD"/>
    <w:rsid w:val="00C103FB"/>
    <w:rsid w:val="00C1074A"/>
    <w:rsid w:val="00C11018"/>
    <w:rsid w:val="00C1149D"/>
    <w:rsid w:val="00C119C1"/>
    <w:rsid w:val="00C11AA5"/>
    <w:rsid w:val="00C11F10"/>
    <w:rsid w:val="00C12399"/>
    <w:rsid w:val="00C124D5"/>
    <w:rsid w:val="00C12650"/>
    <w:rsid w:val="00C12D5E"/>
    <w:rsid w:val="00C14190"/>
    <w:rsid w:val="00C14611"/>
    <w:rsid w:val="00C14A8F"/>
    <w:rsid w:val="00C14C56"/>
    <w:rsid w:val="00C15730"/>
    <w:rsid w:val="00C15CF8"/>
    <w:rsid w:val="00C16194"/>
    <w:rsid w:val="00C169A8"/>
    <w:rsid w:val="00C16DD7"/>
    <w:rsid w:val="00C16E49"/>
    <w:rsid w:val="00C16F53"/>
    <w:rsid w:val="00C17050"/>
    <w:rsid w:val="00C17C77"/>
    <w:rsid w:val="00C204C8"/>
    <w:rsid w:val="00C20997"/>
    <w:rsid w:val="00C20F93"/>
    <w:rsid w:val="00C211A5"/>
    <w:rsid w:val="00C21266"/>
    <w:rsid w:val="00C21EB1"/>
    <w:rsid w:val="00C22042"/>
    <w:rsid w:val="00C2342C"/>
    <w:rsid w:val="00C234FC"/>
    <w:rsid w:val="00C235E5"/>
    <w:rsid w:val="00C23622"/>
    <w:rsid w:val="00C2385D"/>
    <w:rsid w:val="00C2388C"/>
    <w:rsid w:val="00C25925"/>
    <w:rsid w:val="00C260DB"/>
    <w:rsid w:val="00C26648"/>
    <w:rsid w:val="00C26B7F"/>
    <w:rsid w:val="00C27599"/>
    <w:rsid w:val="00C27EEB"/>
    <w:rsid w:val="00C318D7"/>
    <w:rsid w:val="00C31BED"/>
    <w:rsid w:val="00C326F9"/>
    <w:rsid w:val="00C32B27"/>
    <w:rsid w:val="00C33429"/>
    <w:rsid w:val="00C33A75"/>
    <w:rsid w:val="00C33DDA"/>
    <w:rsid w:val="00C33E95"/>
    <w:rsid w:val="00C34435"/>
    <w:rsid w:val="00C348CA"/>
    <w:rsid w:val="00C34AB3"/>
    <w:rsid w:val="00C354CA"/>
    <w:rsid w:val="00C35F1B"/>
    <w:rsid w:val="00C36A36"/>
    <w:rsid w:val="00C37743"/>
    <w:rsid w:val="00C37C5E"/>
    <w:rsid w:val="00C4036D"/>
    <w:rsid w:val="00C40B0B"/>
    <w:rsid w:val="00C40D64"/>
    <w:rsid w:val="00C40DEF"/>
    <w:rsid w:val="00C40EAA"/>
    <w:rsid w:val="00C412FD"/>
    <w:rsid w:val="00C4148B"/>
    <w:rsid w:val="00C41513"/>
    <w:rsid w:val="00C41E52"/>
    <w:rsid w:val="00C41FA1"/>
    <w:rsid w:val="00C420CC"/>
    <w:rsid w:val="00C424A1"/>
    <w:rsid w:val="00C44BF6"/>
    <w:rsid w:val="00C44F43"/>
    <w:rsid w:val="00C45666"/>
    <w:rsid w:val="00C457FB"/>
    <w:rsid w:val="00C45B13"/>
    <w:rsid w:val="00C45E5D"/>
    <w:rsid w:val="00C45EFA"/>
    <w:rsid w:val="00C4645C"/>
    <w:rsid w:val="00C46DCB"/>
    <w:rsid w:val="00C4711B"/>
    <w:rsid w:val="00C4775C"/>
    <w:rsid w:val="00C477BE"/>
    <w:rsid w:val="00C47824"/>
    <w:rsid w:val="00C47CAF"/>
    <w:rsid w:val="00C50E0D"/>
    <w:rsid w:val="00C51597"/>
    <w:rsid w:val="00C515EB"/>
    <w:rsid w:val="00C51F63"/>
    <w:rsid w:val="00C52037"/>
    <w:rsid w:val="00C52517"/>
    <w:rsid w:val="00C52801"/>
    <w:rsid w:val="00C528BC"/>
    <w:rsid w:val="00C52A4F"/>
    <w:rsid w:val="00C53459"/>
    <w:rsid w:val="00C5361E"/>
    <w:rsid w:val="00C53901"/>
    <w:rsid w:val="00C53A1A"/>
    <w:rsid w:val="00C54549"/>
    <w:rsid w:val="00C5461B"/>
    <w:rsid w:val="00C54C3C"/>
    <w:rsid w:val="00C54D38"/>
    <w:rsid w:val="00C5555E"/>
    <w:rsid w:val="00C557B8"/>
    <w:rsid w:val="00C55A02"/>
    <w:rsid w:val="00C55C51"/>
    <w:rsid w:val="00C56099"/>
    <w:rsid w:val="00C5670D"/>
    <w:rsid w:val="00C56BCF"/>
    <w:rsid w:val="00C56D26"/>
    <w:rsid w:val="00C57060"/>
    <w:rsid w:val="00C5777F"/>
    <w:rsid w:val="00C57804"/>
    <w:rsid w:val="00C57821"/>
    <w:rsid w:val="00C57E86"/>
    <w:rsid w:val="00C57F00"/>
    <w:rsid w:val="00C57FCD"/>
    <w:rsid w:val="00C6023D"/>
    <w:rsid w:val="00C60383"/>
    <w:rsid w:val="00C604A4"/>
    <w:rsid w:val="00C609B4"/>
    <w:rsid w:val="00C60A92"/>
    <w:rsid w:val="00C60C41"/>
    <w:rsid w:val="00C6173C"/>
    <w:rsid w:val="00C617F9"/>
    <w:rsid w:val="00C619FC"/>
    <w:rsid w:val="00C62045"/>
    <w:rsid w:val="00C62297"/>
    <w:rsid w:val="00C6279D"/>
    <w:rsid w:val="00C62BCA"/>
    <w:rsid w:val="00C62C65"/>
    <w:rsid w:val="00C62E44"/>
    <w:rsid w:val="00C62EED"/>
    <w:rsid w:val="00C6394F"/>
    <w:rsid w:val="00C63A52"/>
    <w:rsid w:val="00C63DDA"/>
    <w:rsid w:val="00C63F27"/>
    <w:rsid w:val="00C64C5E"/>
    <w:rsid w:val="00C64E5E"/>
    <w:rsid w:val="00C656E4"/>
    <w:rsid w:val="00C6578D"/>
    <w:rsid w:val="00C6627C"/>
    <w:rsid w:val="00C663A2"/>
    <w:rsid w:val="00C66529"/>
    <w:rsid w:val="00C66934"/>
    <w:rsid w:val="00C66B99"/>
    <w:rsid w:val="00C66FF3"/>
    <w:rsid w:val="00C6704C"/>
    <w:rsid w:val="00C673EA"/>
    <w:rsid w:val="00C677F9"/>
    <w:rsid w:val="00C67EF0"/>
    <w:rsid w:val="00C70088"/>
    <w:rsid w:val="00C700E6"/>
    <w:rsid w:val="00C718E5"/>
    <w:rsid w:val="00C71B42"/>
    <w:rsid w:val="00C71B94"/>
    <w:rsid w:val="00C71F47"/>
    <w:rsid w:val="00C72DFE"/>
    <w:rsid w:val="00C730B3"/>
    <w:rsid w:val="00C73D8C"/>
    <w:rsid w:val="00C74105"/>
    <w:rsid w:val="00C74A95"/>
    <w:rsid w:val="00C74BC9"/>
    <w:rsid w:val="00C752D8"/>
    <w:rsid w:val="00C75460"/>
    <w:rsid w:val="00C75C42"/>
    <w:rsid w:val="00C7720B"/>
    <w:rsid w:val="00C77552"/>
    <w:rsid w:val="00C775AC"/>
    <w:rsid w:val="00C7792A"/>
    <w:rsid w:val="00C804E4"/>
    <w:rsid w:val="00C80A2A"/>
    <w:rsid w:val="00C80EDD"/>
    <w:rsid w:val="00C8133A"/>
    <w:rsid w:val="00C81533"/>
    <w:rsid w:val="00C81980"/>
    <w:rsid w:val="00C81E05"/>
    <w:rsid w:val="00C820A3"/>
    <w:rsid w:val="00C82124"/>
    <w:rsid w:val="00C827CE"/>
    <w:rsid w:val="00C82CC5"/>
    <w:rsid w:val="00C82E68"/>
    <w:rsid w:val="00C83C2E"/>
    <w:rsid w:val="00C84062"/>
    <w:rsid w:val="00C8456D"/>
    <w:rsid w:val="00C84F4A"/>
    <w:rsid w:val="00C84FD9"/>
    <w:rsid w:val="00C851B4"/>
    <w:rsid w:val="00C85944"/>
    <w:rsid w:val="00C85E40"/>
    <w:rsid w:val="00C85E58"/>
    <w:rsid w:val="00C862B7"/>
    <w:rsid w:val="00C863AC"/>
    <w:rsid w:val="00C866F3"/>
    <w:rsid w:val="00C86BEB"/>
    <w:rsid w:val="00C86F84"/>
    <w:rsid w:val="00C87A7C"/>
    <w:rsid w:val="00C87F2D"/>
    <w:rsid w:val="00C907DB"/>
    <w:rsid w:val="00C915F3"/>
    <w:rsid w:val="00C91AA0"/>
    <w:rsid w:val="00C91DB3"/>
    <w:rsid w:val="00C92045"/>
    <w:rsid w:val="00C923C3"/>
    <w:rsid w:val="00C92521"/>
    <w:rsid w:val="00C92877"/>
    <w:rsid w:val="00C939FD"/>
    <w:rsid w:val="00C93F26"/>
    <w:rsid w:val="00C93F5A"/>
    <w:rsid w:val="00C94095"/>
    <w:rsid w:val="00C94AA9"/>
    <w:rsid w:val="00C94AAB"/>
    <w:rsid w:val="00C958F1"/>
    <w:rsid w:val="00C95958"/>
    <w:rsid w:val="00C960BC"/>
    <w:rsid w:val="00C962C9"/>
    <w:rsid w:val="00C969B9"/>
    <w:rsid w:val="00C96ADE"/>
    <w:rsid w:val="00C96ED4"/>
    <w:rsid w:val="00C96EEA"/>
    <w:rsid w:val="00C97128"/>
    <w:rsid w:val="00C9737B"/>
    <w:rsid w:val="00C975CE"/>
    <w:rsid w:val="00C97F1E"/>
    <w:rsid w:val="00CA04F5"/>
    <w:rsid w:val="00CA096D"/>
    <w:rsid w:val="00CA0DD4"/>
    <w:rsid w:val="00CA1647"/>
    <w:rsid w:val="00CA1A2C"/>
    <w:rsid w:val="00CA1E9E"/>
    <w:rsid w:val="00CA2442"/>
    <w:rsid w:val="00CA30D8"/>
    <w:rsid w:val="00CA3ECD"/>
    <w:rsid w:val="00CA40DB"/>
    <w:rsid w:val="00CA469D"/>
    <w:rsid w:val="00CA5E07"/>
    <w:rsid w:val="00CA6153"/>
    <w:rsid w:val="00CA6506"/>
    <w:rsid w:val="00CA68BE"/>
    <w:rsid w:val="00CA7716"/>
    <w:rsid w:val="00CA77BC"/>
    <w:rsid w:val="00CA7EE4"/>
    <w:rsid w:val="00CB0186"/>
    <w:rsid w:val="00CB0649"/>
    <w:rsid w:val="00CB0D25"/>
    <w:rsid w:val="00CB1194"/>
    <w:rsid w:val="00CB1DCC"/>
    <w:rsid w:val="00CB20D7"/>
    <w:rsid w:val="00CB22B8"/>
    <w:rsid w:val="00CB2562"/>
    <w:rsid w:val="00CB2CED"/>
    <w:rsid w:val="00CB2F3A"/>
    <w:rsid w:val="00CB3000"/>
    <w:rsid w:val="00CB30F7"/>
    <w:rsid w:val="00CB336A"/>
    <w:rsid w:val="00CB389B"/>
    <w:rsid w:val="00CB3F1D"/>
    <w:rsid w:val="00CB4176"/>
    <w:rsid w:val="00CB42BF"/>
    <w:rsid w:val="00CB44A4"/>
    <w:rsid w:val="00CB48C6"/>
    <w:rsid w:val="00CB4BFD"/>
    <w:rsid w:val="00CB50F4"/>
    <w:rsid w:val="00CB51B6"/>
    <w:rsid w:val="00CB53F6"/>
    <w:rsid w:val="00CB5895"/>
    <w:rsid w:val="00CB5A11"/>
    <w:rsid w:val="00CB61AE"/>
    <w:rsid w:val="00CB65AB"/>
    <w:rsid w:val="00CB6EA3"/>
    <w:rsid w:val="00CB7672"/>
    <w:rsid w:val="00CB78CB"/>
    <w:rsid w:val="00CB7FAF"/>
    <w:rsid w:val="00CC0148"/>
    <w:rsid w:val="00CC0558"/>
    <w:rsid w:val="00CC09FA"/>
    <w:rsid w:val="00CC0F69"/>
    <w:rsid w:val="00CC1316"/>
    <w:rsid w:val="00CC1580"/>
    <w:rsid w:val="00CC1C6A"/>
    <w:rsid w:val="00CC1F12"/>
    <w:rsid w:val="00CC2006"/>
    <w:rsid w:val="00CC20AA"/>
    <w:rsid w:val="00CC2239"/>
    <w:rsid w:val="00CC2264"/>
    <w:rsid w:val="00CC2C2B"/>
    <w:rsid w:val="00CC3002"/>
    <w:rsid w:val="00CC3003"/>
    <w:rsid w:val="00CC3064"/>
    <w:rsid w:val="00CC4F93"/>
    <w:rsid w:val="00CC5442"/>
    <w:rsid w:val="00CC561E"/>
    <w:rsid w:val="00CC59AD"/>
    <w:rsid w:val="00CC5E48"/>
    <w:rsid w:val="00CC636F"/>
    <w:rsid w:val="00CC691A"/>
    <w:rsid w:val="00CC71B5"/>
    <w:rsid w:val="00CC7AAB"/>
    <w:rsid w:val="00CC7B01"/>
    <w:rsid w:val="00CD0188"/>
    <w:rsid w:val="00CD03F4"/>
    <w:rsid w:val="00CD094E"/>
    <w:rsid w:val="00CD0D34"/>
    <w:rsid w:val="00CD192D"/>
    <w:rsid w:val="00CD210E"/>
    <w:rsid w:val="00CD235A"/>
    <w:rsid w:val="00CD26FB"/>
    <w:rsid w:val="00CD2C31"/>
    <w:rsid w:val="00CD2C62"/>
    <w:rsid w:val="00CD2C89"/>
    <w:rsid w:val="00CD2EB6"/>
    <w:rsid w:val="00CD3654"/>
    <w:rsid w:val="00CD37E9"/>
    <w:rsid w:val="00CD39D6"/>
    <w:rsid w:val="00CD3D42"/>
    <w:rsid w:val="00CD3F90"/>
    <w:rsid w:val="00CD4436"/>
    <w:rsid w:val="00CD4449"/>
    <w:rsid w:val="00CD454D"/>
    <w:rsid w:val="00CD45B6"/>
    <w:rsid w:val="00CD4E71"/>
    <w:rsid w:val="00CD4EC1"/>
    <w:rsid w:val="00CD54C5"/>
    <w:rsid w:val="00CD54D3"/>
    <w:rsid w:val="00CD5598"/>
    <w:rsid w:val="00CD6412"/>
    <w:rsid w:val="00CD656F"/>
    <w:rsid w:val="00CD6574"/>
    <w:rsid w:val="00CD6659"/>
    <w:rsid w:val="00CD695F"/>
    <w:rsid w:val="00CE05DB"/>
    <w:rsid w:val="00CE08D8"/>
    <w:rsid w:val="00CE10BD"/>
    <w:rsid w:val="00CE148A"/>
    <w:rsid w:val="00CE19E1"/>
    <w:rsid w:val="00CE1D41"/>
    <w:rsid w:val="00CE2077"/>
    <w:rsid w:val="00CE2410"/>
    <w:rsid w:val="00CE2641"/>
    <w:rsid w:val="00CE270A"/>
    <w:rsid w:val="00CE29D2"/>
    <w:rsid w:val="00CE3156"/>
    <w:rsid w:val="00CE4114"/>
    <w:rsid w:val="00CE41EB"/>
    <w:rsid w:val="00CE4479"/>
    <w:rsid w:val="00CE461A"/>
    <w:rsid w:val="00CE489D"/>
    <w:rsid w:val="00CE4C3D"/>
    <w:rsid w:val="00CE4E2C"/>
    <w:rsid w:val="00CE51D3"/>
    <w:rsid w:val="00CE5ADB"/>
    <w:rsid w:val="00CE5CC9"/>
    <w:rsid w:val="00CE5D7D"/>
    <w:rsid w:val="00CE5DCB"/>
    <w:rsid w:val="00CE6909"/>
    <w:rsid w:val="00CE6BB9"/>
    <w:rsid w:val="00CE6E2E"/>
    <w:rsid w:val="00CE6F5E"/>
    <w:rsid w:val="00CE71E5"/>
    <w:rsid w:val="00CE7713"/>
    <w:rsid w:val="00CF0223"/>
    <w:rsid w:val="00CF03AE"/>
    <w:rsid w:val="00CF04B7"/>
    <w:rsid w:val="00CF0AFF"/>
    <w:rsid w:val="00CF16EC"/>
    <w:rsid w:val="00CF17B1"/>
    <w:rsid w:val="00CF18FD"/>
    <w:rsid w:val="00CF1E52"/>
    <w:rsid w:val="00CF2600"/>
    <w:rsid w:val="00CF291D"/>
    <w:rsid w:val="00CF2A03"/>
    <w:rsid w:val="00CF4363"/>
    <w:rsid w:val="00CF45FA"/>
    <w:rsid w:val="00CF4D2A"/>
    <w:rsid w:val="00CF5502"/>
    <w:rsid w:val="00CF64D4"/>
    <w:rsid w:val="00CF6DF9"/>
    <w:rsid w:val="00CF6E46"/>
    <w:rsid w:val="00CF6FF2"/>
    <w:rsid w:val="00CF760A"/>
    <w:rsid w:val="00CF77B9"/>
    <w:rsid w:val="00CF7B7B"/>
    <w:rsid w:val="00CF7F85"/>
    <w:rsid w:val="00D00256"/>
    <w:rsid w:val="00D00DAF"/>
    <w:rsid w:val="00D018C4"/>
    <w:rsid w:val="00D01A7E"/>
    <w:rsid w:val="00D01C0B"/>
    <w:rsid w:val="00D022DB"/>
    <w:rsid w:val="00D02325"/>
    <w:rsid w:val="00D02D33"/>
    <w:rsid w:val="00D02FC4"/>
    <w:rsid w:val="00D030A7"/>
    <w:rsid w:val="00D03AE2"/>
    <w:rsid w:val="00D03F7D"/>
    <w:rsid w:val="00D04049"/>
    <w:rsid w:val="00D04955"/>
    <w:rsid w:val="00D04971"/>
    <w:rsid w:val="00D04CF9"/>
    <w:rsid w:val="00D04EC0"/>
    <w:rsid w:val="00D04F20"/>
    <w:rsid w:val="00D0522F"/>
    <w:rsid w:val="00D055E4"/>
    <w:rsid w:val="00D0574D"/>
    <w:rsid w:val="00D059E2"/>
    <w:rsid w:val="00D0600F"/>
    <w:rsid w:val="00D0624B"/>
    <w:rsid w:val="00D06B73"/>
    <w:rsid w:val="00D07138"/>
    <w:rsid w:val="00D071D8"/>
    <w:rsid w:val="00D076FC"/>
    <w:rsid w:val="00D07CD8"/>
    <w:rsid w:val="00D07E51"/>
    <w:rsid w:val="00D10382"/>
    <w:rsid w:val="00D10799"/>
    <w:rsid w:val="00D1096E"/>
    <w:rsid w:val="00D109FA"/>
    <w:rsid w:val="00D10B9A"/>
    <w:rsid w:val="00D10FAB"/>
    <w:rsid w:val="00D112DD"/>
    <w:rsid w:val="00D11F1D"/>
    <w:rsid w:val="00D12511"/>
    <w:rsid w:val="00D12837"/>
    <w:rsid w:val="00D128E9"/>
    <w:rsid w:val="00D129E7"/>
    <w:rsid w:val="00D12A0C"/>
    <w:rsid w:val="00D13161"/>
    <w:rsid w:val="00D1344F"/>
    <w:rsid w:val="00D1377A"/>
    <w:rsid w:val="00D142B5"/>
    <w:rsid w:val="00D1438B"/>
    <w:rsid w:val="00D1458B"/>
    <w:rsid w:val="00D145D9"/>
    <w:rsid w:val="00D14C6A"/>
    <w:rsid w:val="00D14CC3"/>
    <w:rsid w:val="00D14DF2"/>
    <w:rsid w:val="00D14FDE"/>
    <w:rsid w:val="00D15472"/>
    <w:rsid w:val="00D15FD7"/>
    <w:rsid w:val="00D16892"/>
    <w:rsid w:val="00D179FC"/>
    <w:rsid w:val="00D17A39"/>
    <w:rsid w:val="00D201EF"/>
    <w:rsid w:val="00D204BE"/>
    <w:rsid w:val="00D20FAA"/>
    <w:rsid w:val="00D21077"/>
    <w:rsid w:val="00D21FE6"/>
    <w:rsid w:val="00D227A4"/>
    <w:rsid w:val="00D22D6B"/>
    <w:rsid w:val="00D23695"/>
    <w:rsid w:val="00D23BC5"/>
    <w:rsid w:val="00D24209"/>
    <w:rsid w:val="00D2429D"/>
    <w:rsid w:val="00D244F7"/>
    <w:rsid w:val="00D2469E"/>
    <w:rsid w:val="00D247ED"/>
    <w:rsid w:val="00D24D83"/>
    <w:rsid w:val="00D2500D"/>
    <w:rsid w:val="00D25123"/>
    <w:rsid w:val="00D25185"/>
    <w:rsid w:val="00D259B8"/>
    <w:rsid w:val="00D25E66"/>
    <w:rsid w:val="00D25EE6"/>
    <w:rsid w:val="00D279DC"/>
    <w:rsid w:val="00D3044D"/>
    <w:rsid w:val="00D3064C"/>
    <w:rsid w:val="00D30809"/>
    <w:rsid w:val="00D3104D"/>
    <w:rsid w:val="00D32149"/>
    <w:rsid w:val="00D323C2"/>
    <w:rsid w:val="00D32402"/>
    <w:rsid w:val="00D325D8"/>
    <w:rsid w:val="00D3272D"/>
    <w:rsid w:val="00D32B3D"/>
    <w:rsid w:val="00D33404"/>
    <w:rsid w:val="00D33705"/>
    <w:rsid w:val="00D337B9"/>
    <w:rsid w:val="00D338E3"/>
    <w:rsid w:val="00D33A61"/>
    <w:rsid w:val="00D33E05"/>
    <w:rsid w:val="00D33EA5"/>
    <w:rsid w:val="00D344B0"/>
    <w:rsid w:val="00D3452E"/>
    <w:rsid w:val="00D34580"/>
    <w:rsid w:val="00D3504D"/>
    <w:rsid w:val="00D35329"/>
    <w:rsid w:val="00D35886"/>
    <w:rsid w:val="00D364F6"/>
    <w:rsid w:val="00D36A44"/>
    <w:rsid w:val="00D36C6B"/>
    <w:rsid w:val="00D36D92"/>
    <w:rsid w:val="00D373EA"/>
    <w:rsid w:val="00D3770D"/>
    <w:rsid w:val="00D37721"/>
    <w:rsid w:val="00D3774C"/>
    <w:rsid w:val="00D37DB1"/>
    <w:rsid w:val="00D37FCF"/>
    <w:rsid w:val="00D40108"/>
    <w:rsid w:val="00D4088E"/>
    <w:rsid w:val="00D40BF9"/>
    <w:rsid w:val="00D41680"/>
    <w:rsid w:val="00D41B48"/>
    <w:rsid w:val="00D41E10"/>
    <w:rsid w:val="00D4224B"/>
    <w:rsid w:val="00D42913"/>
    <w:rsid w:val="00D42A14"/>
    <w:rsid w:val="00D42E50"/>
    <w:rsid w:val="00D42F2E"/>
    <w:rsid w:val="00D43396"/>
    <w:rsid w:val="00D43B25"/>
    <w:rsid w:val="00D44801"/>
    <w:rsid w:val="00D4520C"/>
    <w:rsid w:val="00D452E8"/>
    <w:rsid w:val="00D453D4"/>
    <w:rsid w:val="00D45495"/>
    <w:rsid w:val="00D4550E"/>
    <w:rsid w:val="00D45BF5"/>
    <w:rsid w:val="00D45D32"/>
    <w:rsid w:val="00D45ECE"/>
    <w:rsid w:val="00D463BE"/>
    <w:rsid w:val="00D467B2"/>
    <w:rsid w:val="00D4693C"/>
    <w:rsid w:val="00D469E9"/>
    <w:rsid w:val="00D46DAB"/>
    <w:rsid w:val="00D4733B"/>
    <w:rsid w:val="00D5026E"/>
    <w:rsid w:val="00D504D1"/>
    <w:rsid w:val="00D50538"/>
    <w:rsid w:val="00D50F53"/>
    <w:rsid w:val="00D51BA3"/>
    <w:rsid w:val="00D51EE0"/>
    <w:rsid w:val="00D520CF"/>
    <w:rsid w:val="00D52185"/>
    <w:rsid w:val="00D522B3"/>
    <w:rsid w:val="00D524C5"/>
    <w:rsid w:val="00D53811"/>
    <w:rsid w:val="00D53913"/>
    <w:rsid w:val="00D53E29"/>
    <w:rsid w:val="00D54771"/>
    <w:rsid w:val="00D54BAA"/>
    <w:rsid w:val="00D557A1"/>
    <w:rsid w:val="00D557BB"/>
    <w:rsid w:val="00D558A3"/>
    <w:rsid w:val="00D55E6A"/>
    <w:rsid w:val="00D5633F"/>
    <w:rsid w:val="00D5669A"/>
    <w:rsid w:val="00D56F69"/>
    <w:rsid w:val="00D5701E"/>
    <w:rsid w:val="00D57242"/>
    <w:rsid w:val="00D60407"/>
    <w:rsid w:val="00D6076B"/>
    <w:rsid w:val="00D60D1A"/>
    <w:rsid w:val="00D610D1"/>
    <w:rsid w:val="00D6122E"/>
    <w:rsid w:val="00D61425"/>
    <w:rsid w:val="00D614D9"/>
    <w:rsid w:val="00D6150C"/>
    <w:rsid w:val="00D61C30"/>
    <w:rsid w:val="00D63645"/>
    <w:rsid w:val="00D636B2"/>
    <w:rsid w:val="00D63ACE"/>
    <w:rsid w:val="00D63BE3"/>
    <w:rsid w:val="00D6405B"/>
    <w:rsid w:val="00D643D5"/>
    <w:rsid w:val="00D64488"/>
    <w:rsid w:val="00D64AE6"/>
    <w:rsid w:val="00D64DD9"/>
    <w:rsid w:val="00D6531D"/>
    <w:rsid w:val="00D65E28"/>
    <w:rsid w:val="00D65F15"/>
    <w:rsid w:val="00D66442"/>
    <w:rsid w:val="00D66A50"/>
    <w:rsid w:val="00D67163"/>
    <w:rsid w:val="00D67B3B"/>
    <w:rsid w:val="00D67BA3"/>
    <w:rsid w:val="00D67C9D"/>
    <w:rsid w:val="00D67D7F"/>
    <w:rsid w:val="00D70621"/>
    <w:rsid w:val="00D709BC"/>
    <w:rsid w:val="00D70B87"/>
    <w:rsid w:val="00D70DAB"/>
    <w:rsid w:val="00D70E8B"/>
    <w:rsid w:val="00D71282"/>
    <w:rsid w:val="00D71903"/>
    <w:rsid w:val="00D71AA0"/>
    <w:rsid w:val="00D71F63"/>
    <w:rsid w:val="00D7223C"/>
    <w:rsid w:val="00D72A25"/>
    <w:rsid w:val="00D73387"/>
    <w:rsid w:val="00D73472"/>
    <w:rsid w:val="00D73682"/>
    <w:rsid w:val="00D740F5"/>
    <w:rsid w:val="00D744E2"/>
    <w:rsid w:val="00D74C81"/>
    <w:rsid w:val="00D74FCD"/>
    <w:rsid w:val="00D75871"/>
    <w:rsid w:val="00D7642C"/>
    <w:rsid w:val="00D764B9"/>
    <w:rsid w:val="00D76AF6"/>
    <w:rsid w:val="00D774F1"/>
    <w:rsid w:val="00D7777A"/>
    <w:rsid w:val="00D800D1"/>
    <w:rsid w:val="00D807A6"/>
    <w:rsid w:val="00D808AC"/>
    <w:rsid w:val="00D81126"/>
    <w:rsid w:val="00D81B44"/>
    <w:rsid w:val="00D81B52"/>
    <w:rsid w:val="00D81F53"/>
    <w:rsid w:val="00D821FF"/>
    <w:rsid w:val="00D825F6"/>
    <w:rsid w:val="00D82789"/>
    <w:rsid w:val="00D82B00"/>
    <w:rsid w:val="00D82B1F"/>
    <w:rsid w:val="00D83110"/>
    <w:rsid w:val="00D83854"/>
    <w:rsid w:val="00D83C18"/>
    <w:rsid w:val="00D83FBF"/>
    <w:rsid w:val="00D84575"/>
    <w:rsid w:val="00D862A3"/>
    <w:rsid w:val="00D8645F"/>
    <w:rsid w:val="00D86E03"/>
    <w:rsid w:val="00D86EC7"/>
    <w:rsid w:val="00D8719F"/>
    <w:rsid w:val="00D871EE"/>
    <w:rsid w:val="00D875D2"/>
    <w:rsid w:val="00D8786F"/>
    <w:rsid w:val="00D87B0F"/>
    <w:rsid w:val="00D87D03"/>
    <w:rsid w:val="00D90538"/>
    <w:rsid w:val="00D907F0"/>
    <w:rsid w:val="00D909EE"/>
    <w:rsid w:val="00D90EB2"/>
    <w:rsid w:val="00D91966"/>
    <w:rsid w:val="00D91CD1"/>
    <w:rsid w:val="00D92617"/>
    <w:rsid w:val="00D92697"/>
    <w:rsid w:val="00D92B48"/>
    <w:rsid w:val="00D931BA"/>
    <w:rsid w:val="00D935A2"/>
    <w:rsid w:val="00D93CD3"/>
    <w:rsid w:val="00D94273"/>
    <w:rsid w:val="00D943BF"/>
    <w:rsid w:val="00D944CB"/>
    <w:rsid w:val="00D9472A"/>
    <w:rsid w:val="00D94913"/>
    <w:rsid w:val="00D94990"/>
    <w:rsid w:val="00D94A15"/>
    <w:rsid w:val="00D94AAC"/>
    <w:rsid w:val="00D94AD5"/>
    <w:rsid w:val="00D950F0"/>
    <w:rsid w:val="00D9536C"/>
    <w:rsid w:val="00D95C84"/>
    <w:rsid w:val="00D95C86"/>
    <w:rsid w:val="00D95FB2"/>
    <w:rsid w:val="00D9682D"/>
    <w:rsid w:val="00D969CE"/>
    <w:rsid w:val="00D96AAC"/>
    <w:rsid w:val="00D96F57"/>
    <w:rsid w:val="00D96FB4"/>
    <w:rsid w:val="00D975F7"/>
    <w:rsid w:val="00D97A76"/>
    <w:rsid w:val="00DA02F0"/>
    <w:rsid w:val="00DA075C"/>
    <w:rsid w:val="00DA09B6"/>
    <w:rsid w:val="00DA09F1"/>
    <w:rsid w:val="00DA0A91"/>
    <w:rsid w:val="00DA0D88"/>
    <w:rsid w:val="00DA0FF3"/>
    <w:rsid w:val="00DA1094"/>
    <w:rsid w:val="00DA118F"/>
    <w:rsid w:val="00DA1351"/>
    <w:rsid w:val="00DA19B8"/>
    <w:rsid w:val="00DA1B9D"/>
    <w:rsid w:val="00DA2739"/>
    <w:rsid w:val="00DA277A"/>
    <w:rsid w:val="00DA27A5"/>
    <w:rsid w:val="00DA2A9C"/>
    <w:rsid w:val="00DA2BCE"/>
    <w:rsid w:val="00DA2F54"/>
    <w:rsid w:val="00DA3611"/>
    <w:rsid w:val="00DA4EF1"/>
    <w:rsid w:val="00DA5B3A"/>
    <w:rsid w:val="00DA5BBD"/>
    <w:rsid w:val="00DA5CBD"/>
    <w:rsid w:val="00DA6340"/>
    <w:rsid w:val="00DA6AE2"/>
    <w:rsid w:val="00DA73C2"/>
    <w:rsid w:val="00DA756A"/>
    <w:rsid w:val="00DA79BC"/>
    <w:rsid w:val="00DB04C0"/>
    <w:rsid w:val="00DB08D9"/>
    <w:rsid w:val="00DB0902"/>
    <w:rsid w:val="00DB0A1E"/>
    <w:rsid w:val="00DB0F63"/>
    <w:rsid w:val="00DB149D"/>
    <w:rsid w:val="00DB380F"/>
    <w:rsid w:val="00DB3E04"/>
    <w:rsid w:val="00DB3EA9"/>
    <w:rsid w:val="00DB3FAD"/>
    <w:rsid w:val="00DB443C"/>
    <w:rsid w:val="00DB4724"/>
    <w:rsid w:val="00DB473E"/>
    <w:rsid w:val="00DB4A6E"/>
    <w:rsid w:val="00DB4E52"/>
    <w:rsid w:val="00DB552D"/>
    <w:rsid w:val="00DB5712"/>
    <w:rsid w:val="00DB6375"/>
    <w:rsid w:val="00DB69DA"/>
    <w:rsid w:val="00DB6FAA"/>
    <w:rsid w:val="00DB70F2"/>
    <w:rsid w:val="00DB7787"/>
    <w:rsid w:val="00DB77DF"/>
    <w:rsid w:val="00DC16FA"/>
    <w:rsid w:val="00DC1EED"/>
    <w:rsid w:val="00DC2704"/>
    <w:rsid w:val="00DC32AF"/>
    <w:rsid w:val="00DC39E5"/>
    <w:rsid w:val="00DC3F79"/>
    <w:rsid w:val="00DC4206"/>
    <w:rsid w:val="00DC45DC"/>
    <w:rsid w:val="00DC4981"/>
    <w:rsid w:val="00DC4B47"/>
    <w:rsid w:val="00DC4C5D"/>
    <w:rsid w:val="00DC4EEA"/>
    <w:rsid w:val="00DC52A7"/>
    <w:rsid w:val="00DC5837"/>
    <w:rsid w:val="00DC5B03"/>
    <w:rsid w:val="00DC6119"/>
    <w:rsid w:val="00DC64DF"/>
    <w:rsid w:val="00DC67DF"/>
    <w:rsid w:val="00DC6AEF"/>
    <w:rsid w:val="00DC71C7"/>
    <w:rsid w:val="00DC74D3"/>
    <w:rsid w:val="00DC74E4"/>
    <w:rsid w:val="00DC7D7E"/>
    <w:rsid w:val="00DC7ED4"/>
    <w:rsid w:val="00DD014A"/>
    <w:rsid w:val="00DD09CA"/>
    <w:rsid w:val="00DD1397"/>
    <w:rsid w:val="00DD1A98"/>
    <w:rsid w:val="00DD209B"/>
    <w:rsid w:val="00DD20A1"/>
    <w:rsid w:val="00DD2362"/>
    <w:rsid w:val="00DD2703"/>
    <w:rsid w:val="00DD297D"/>
    <w:rsid w:val="00DD2DEC"/>
    <w:rsid w:val="00DD2E5C"/>
    <w:rsid w:val="00DD335A"/>
    <w:rsid w:val="00DD3909"/>
    <w:rsid w:val="00DD41F1"/>
    <w:rsid w:val="00DD46B7"/>
    <w:rsid w:val="00DD48C0"/>
    <w:rsid w:val="00DD4C36"/>
    <w:rsid w:val="00DD5308"/>
    <w:rsid w:val="00DD5615"/>
    <w:rsid w:val="00DD57FE"/>
    <w:rsid w:val="00DD5DF1"/>
    <w:rsid w:val="00DD6170"/>
    <w:rsid w:val="00DD64ED"/>
    <w:rsid w:val="00DD7435"/>
    <w:rsid w:val="00DD781C"/>
    <w:rsid w:val="00DD7BB8"/>
    <w:rsid w:val="00DD7E30"/>
    <w:rsid w:val="00DE0450"/>
    <w:rsid w:val="00DE07DE"/>
    <w:rsid w:val="00DE0A03"/>
    <w:rsid w:val="00DE0C6D"/>
    <w:rsid w:val="00DE0D9B"/>
    <w:rsid w:val="00DE13B7"/>
    <w:rsid w:val="00DE17B0"/>
    <w:rsid w:val="00DE1DE2"/>
    <w:rsid w:val="00DE1E8A"/>
    <w:rsid w:val="00DE2149"/>
    <w:rsid w:val="00DE228F"/>
    <w:rsid w:val="00DE29AF"/>
    <w:rsid w:val="00DE2B72"/>
    <w:rsid w:val="00DE2EE8"/>
    <w:rsid w:val="00DE3605"/>
    <w:rsid w:val="00DE43C8"/>
    <w:rsid w:val="00DE4721"/>
    <w:rsid w:val="00DE47D9"/>
    <w:rsid w:val="00DE4963"/>
    <w:rsid w:val="00DE4F85"/>
    <w:rsid w:val="00DE50A6"/>
    <w:rsid w:val="00DE56DA"/>
    <w:rsid w:val="00DE5701"/>
    <w:rsid w:val="00DE61B3"/>
    <w:rsid w:val="00DE6415"/>
    <w:rsid w:val="00DE6819"/>
    <w:rsid w:val="00DE68DA"/>
    <w:rsid w:val="00DE6DC4"/>
    <w:rsid w:val="00DE6F81"/>
    <w:rsid w:val="00DE73AE"/>
    <w:rsid w:val="00DE7B53"/>
    <w:rsid w:val="00DE7DD9"/>
    <w:rsid w:val="00DE7F6C"/>
    <w:rsid w:val="00DF0479"/>
    <w:rsid w:val="00DF0932"/>
    <w:rsid w:val="00DF097C"/>
    <w:rsid w:val="00DF0C5B"/>
    <w:rsid w:val="00DF0D3A"/>
    <w:rsid w:val="00DF1539"/>
    <w:rsid w:val="00DF1591"/>
    <w:rsid w:val="00DF15B7"/>
    <w:rsid w:val="00DF1C53"/>
    <w:rsid w:val="00DF1E0C"/>
    <w:rsid w:val="00DF1FFE"/>
    <w:rsid w:val="00DF211F"/>
    <w:rsid w:val="00DF23B2"/>
    <w:rsid w:val="00DF28A1"/>
    <w:rsid w:val="00DF317A"/>
    <w:rsid w:val="00DF321F"/>
    <w:rsid w:val="00DF3311"/>
    <w:rsid w:val="00DF3A32"/>
    <w:rsid w:val="00DF3DE3"/>
    <w:rsid w:val="00DF4274"/>
    <w:rsid w:val="00DF4A80"/>
    <w:rsid w:val="00DF54D6"/>
    <w:rsid w:val="00DF5FA3"/>
    <w:rsid w:val="00DF63F9"/>
    <w:rsid w:val="00DF6699"/>
    <w:rsid w:val="00DF67BC"/>
    <w:rsid w:val="00DF77D5"/>
    <w:rsid w:val="00DF7882"/>
    <w:rsid w:val="00DF7BE4"/>
    <w:rsid w:val="00DF7D45"/>
    <w:rsid w:val="00E001A2"/>
    <w:rsid w:val="00E00590"/>
    <w:rsid w:val="00E007B1"/>
    <w:rsid w:val="00E00FAF"/>
    <w:rsid w:val="00E016BE"/>
    <w:rsid w:val="00E016FA"/>
    <w:rsid w:val="00E01959"/>
    <w:rsid w:val="00E01CD0"/>
    <w:rsid w:val="00E01E2B"/>
    <w:rsid w:val="00E02463"/>
    <w:rsid w:val="00E02548"/>
    <w:rsid w:val="00E02FBD"/>
    <w:rsid w:val="00E03060"/>
    <w:rsid w:val="00E038DF"/>
    <w:rsid w:val="00E03DBE"/>
    <w:rsid w:val="00E03F44"/>
    <w:rsid w:val="00E041DF"/>
    <w:rsid w:val="00E044AE"/>
    <w:rsid w:val="00E045FC"/>
    <w:rsid w:val="00E04845"/>
    <w:rsid w:val="00E0528B"/>
    <w:rsid w:val="00E054A6"/>
    <w:rsid w:val="00E05542"/>
    <w:rsid w:val="00E0591B"/>
    <w:rsid w:val="00E05ED9"/>
    <w:rsid w:val="00E05FAA"/>
    <w:rsid w:val="00E079E3"/>
    <w:rsid w:val="00E07BD1"/>
    <w:rsid w:val="00E07C9D"/>
    <w:rsid w:val="00E10932"/>
    <w:rsid w:val="00E110CA"/>
    <w:rsid w:val="00E11103"/>
    <w:rsid w:val="00E111E6"/>
    <w:rsid w:val="00E11334"/>
    <w:rsid w:val="00E113A0"/>
    <w:rsid w:val="00E114D5"/>
    <w:rsid w:val="00E116CA"/>
    <w:rsid w:val="00E11872"/>
    <w:rsid w:val="00E11C0D"/>
    <w:rsid w:val="00E11D94"/>
    <w:rsid w:val="00E128DC"/>
    <w:rsid w:val="00E12A27"/>
    <w:rsid w:val="00E13868"/>
    <w:rsid w:val="00E1397C"/>
    <w:rsid w:val="00E13ACD"/>
    <w:rsid w:val="00E13B9C"/>
    <w:rsid w:val="00E14149"/>
    <w:rsid w:val="00E1427C"/>
    <w:rsid w:val="00E14530"/>
    <w:rsid w:val="00E14912"/>
    <w:rsid w:val="00E1493B"/>
    <w:rsid w:val="00E15473"/>
    <w:rsid w:val="00E1592C"/>
    <w:rsid w:val="00E15E66"/>
    <w:rsid w:val="00E16367"/>
    <w:rsid w:val="00E1641D"/>
    <w:rsid w:val="00E16FAF"/>
    <w:rsid w:val="00E171EA"/>
    <w:rsid w:val="00E17561"/>
    <w:rsid w:val="00E17581"/>
    <w:rsid w:val="00E17598"/>
    <w:rsid w:val="00E17827"/>
    <w:rsid w:val="00E17CA8"/>
    <w:rsid w:val="00E17F3A"/>
    <w:rsid w:val="00E17FC3"/>
    <w:rsid w:val="00E20009"/>
    <w:rsid w:val="00E20C92"/>
    <w:rsid w:val="00E20D6B"/>
    <w:rsid w:val="00E20DB9"/>
    <w:rsid w:val="00E2129C"/>
    <w:rsid w:val="00E214FA"/>
    <w:rsid w:val="00E215BD"/>
    <w:rsid w:val="00E21B3B"/>
    <w:rsid w:val="00E21D39"/>
    <w:rsid w:val="00E21E74"/>
    <w:rsid w:val="00E21E9B"/>
    <w:rsid w:val="00E22948"/>
    <w:rsid w:val="00E2334E"/>
    <w:rsid w:val="00E23922"/>
    <w:rsid w:val="00E23BC5"/>
    <w:rsid w:val="00E24140"/>
    <w:rsid w:val="00E243AE"/>
    <w:rsid w:val="00E24BC3"/>
    <w:rsid w:val="00E24C2A"/>
    <w:rsid w:val="00E24F4F"/>
    <w:rsid w:val="00E25B21"/>
    <w:rsid w:val="00E25D82"/>
    <w:rsid w:val="00E25FAC"/>
    <w:rsid w:val="00E26256"/>
    <w:rsid w:val="00E263A6"/>
    <w:rsid w:val="00E264B4"/>
    <w:rsid w:val="00E2668F"/>
    <w:rsid w:val="00E26884"/>
    <w:rsid w:val="00E26A84"/>
    <w:rsid w:val="00E26D62"/>
    <w:rsid w:val="00E26DE0"/>
    <w:rsid w:val="00E2721E"/>
    <w:rsid w:val="00E279EF"/>
    <w:rsid w:val="00E305AD"/>
    <w:rsid w:val="00E31B67"/>
    <w:rsid w:val="00E3212A"/>
    <w:rsid w:val="00E322DF"/>
    <w:rsid w:val="00E32413"/>
    <w:rsid w:val="00E3393C"/>
    <w:rsid w:val="00E341A0"/>
    <w:rsid w:val="00E35038"/>
    <w:rsid w:val="00E351C9"/>
    <w:rsid w:val="00E355DB"/>
    <w:rsid w:val="00E35EA0"/>
    <w:rsid w:val="00E3628A"/>
    <w:rsid w:val="00E3643D"/>
    <w:rsid w:val="00E400DE"/>
    <w:rsid w:val="00E40470"/>
    <w:rsid w:val="00E40778"/>
    <w:rsid w:val="00E40B00"/>
    <w:rsid w:val="00E40D60"/>
    <w:rsid w:val="00E40E2D"/>
    <w:rsid w:val="00E40FB5"/>
    <w:rsid w:val="00E413C9"/>
    <w:rsid w:val="00E41831"/>
    <w:rsid w:val="00E418D6"/>
    <w:rsid w:val="00E41B87"/>
    <w:rsid w:val="00E425D0"/>
    <w:rsid w:val="00E42734"/>
    <w:rsid w:val="00E42940"/>
    <w:rsid w:val="00E43008"/>
    <w:rsid w:val="00E4303D"/>
    <w:rsid w:val="00E433A6"/>
    <w:rsid w:val="00E43653"/>
    <w:rsid w:val="00E43A6E"/>
    <w:rsid w:val="00E43F0D"/>
    <w:rsid w:val="00E447A4"/>
    <w:rsid w:val="00E44DED"/>
    <w:rsid w:val="00E44EB5"/>
    <w:rsid w:val="00E451CB"/>
    <w:rsid w:val="00E45507"/>
    <w:rsid w:val="00E455C1"/>
    <w:rsid w:val="00E45B46"/>
    <w:rsid w:val="00E45F43"/>
    <w:rsid w:val="00E4608A"/>
    <w:rsid w:val="00E464CA"/>
    <w:rsid w:val="00E467D5"/>
    <w:rsid w:val="00E46C2F"/>
    <w:rsid w:val="00E46E71"/>
    <w:rsid w:val="00E4745D"/>
    <w:rsid w:val="00E4771F"/>
    <w:rsid w:val="00E47932"/>
    <w:rsid w:val="00E47D50"/>
    <w:rsid w:val="00E47E2E"/>
    <w:rsid w:val="00E50CCA"/>
    <w:rsid w:val="00E5136F"/>
    <w:rsid w:val="00E5140D"/>
    <w:rsid w:val="00E51B96"/>
    <w:rsid w:val="00E51DC9"/>
    <w:rsid w:val="00E51DCF"/>
    <w:rsid w:val="00E51E09"/>
    <w:rsid w:val="00E51F05"/>
    <w:rsid w:val="00E5202A"/>
    <w:rsid w:val="00E5241D"/>
    <w:rsid w:val="00E52851"/>
    <w:rsid w:val="00E52E54"/>
    <w:rsid w:val="00E53005"/>
    <w:rsid w:val="00E53324"/>
    <w:rsid w:val="00E53385"/>
    <w:rsid w:val="00E533A0"/>
    <w:rsid w:val="00E533BF"/>
    <w:rsid w:val="00E536B5"/>
    <w:rsid w:val="00E53A63"/>
    <w:rsid w:val="00E53EA5"/>
    <w:rsid w:val="00E540E8"/>
    <w:rsid w:val="00E5439C"/>
    <w:rsid w:val="00E54984"/>
    <w:rsid w:val="00E54C65"/>
    <w:rsid w:val="00E54CB0"/>
    <w:rsid w:val="00E54EF8"/>
    <w:rsid w:val="00E552D9"/>
    <w:rsid w:val="00E55442"/>
    <w:rsid w:val="00E55C05"/>
    <w:rsid w:val="00E5666A"/>
    <w:rsid w:val="00E57B33"/>
    <w:rsid w:val="00E57B65"/>
    <w:rsid w:val="00E57C90"/>
    <w:rsid w:val="00E57F76"/>
    <w:rsid w:val="00E60A93"/>
    <w:rsid w:val="00E61235"/>
    <w:rsid w:val="00E61CC5"/>
    <w:rsid w:val="00E61D62"/>
    <w:rsid w:val="00E61F4A"/>
    <w:rsid w:val="00E6222A"/>
    <w:rsid w:val="00E6230B"/>
    <w:rsid w:val="00E62A58"/>
    <w:rsid w:val="00E62A68"/>
    <w:rsid w:val="00E62AAF"/>
    <w:rsid w:val="00E62D99"/>
    <w:rsid w:val="00E62EDE"/>
    <w:rsid w:val="00E632DC"/>
    <w:rsid w:val="00E6341A"/>
    <w:rsid w:val="00E6354F"/>
    <w:rsid w:val="00E63A61"/>
    <w:rsid w:val="00E64D3C"/>
    <w:rsid w:val="00E65304"/>
    <w:rsid w:val="00E65A25"/>
    <w:rsid w:val="00E65F14"/>
    <w:rsid w:val="00E66A01"/>
    <w:rsid w:val="00E66E9E"/>
    <w:rsid w:val="00E66F0D"/>
    <w:rsid w:val="00E66FD8"/>
    <w:rsid w:val="00E6723C"/>
    <w:rsid w:val="00E67691"/>
    <w:rsid w:val="00E678B1"/>
    <w:rsid w:val="00E67A05"/>
    <w:rsid w:val="00E67C6E"/>
    <w:rsid w:val="00E702D3"/>
    <w:rsid w:val="00E7042E"/>
    <w:rsid w:val="00E7062F"/>
    <w:rsid w:val="00E70B4E"/>
    <w:rsid w:val="00E70BF5"/>
    <w:rsid w:val="00E70FE5"/>
    <w:rsid w:val="00E71AED"/>
    <w:rsid w:val="00E71E04"/>
    <w:rsid w:val="00E72071"/>
    <w:rsid w:val="00E72587"/>
    <w:rsid w:val="00E72A1B"/>
    <w:rsid w:val="00E7312B"/>
    <w:rsid w:val="00E73906"/>
    <w:rsid w:val="00E73AE3"/>
    <w:rsid w:val="00E73F81"/>
    <w:rsid w:val="00E74047"/>
    <w:rsid w:val="00E7446D"/>
    <w:rsid w:val="00E7472A"/>
    <w:rsid w:val="00E7494C"/>
    <w:rsid w:val="00E74CF2"/>
    <w:rsid w:val="00E74E08"/>
    <w:rsid w:val="00E74E0B"/>
    <w:rsid w:val="00E751B2"/>
    <w:rsid w:val="00E755BF"/>
    <w:rsid w:val="00E75CD8"/>
    <w:rsid w:val="00E766C6"/>
    <w:rsid w:val="00E76D18"/>
    <w:rsid w:val="00E77130"/>
    <w:rsid w:val="00E7762A"/>
    <w:rsid w:val="00E779A9"/>
    <w:rsid w:val="00E77CF7"/>
    <w:rsid w:val="00E81195"/>
    <w:rsid w:val="00E811EE"/>
    <w:rsid w:val="00E816CB"/>
    <w:rsid w:val="00E817D4"/>
    <w:rsid w:val="00E81963"/>
    <w:rsid w:val="00E81C51"/>
    <w:rsid w:val="00E826E9"/>
    <w:rsid w:val="00E82A3F"/>
    <w:rsid w:val="00E82A97"/>
    <w:rsid w:val="00E82DCF"/>
    <w:rsid w:val="00E8311E"/>
    <w:rsid w:val="00E83242"/>
    <w:rsid w:val="00E83368"/>
    <w:rsid w:val="00E8358E"/>
    <w:rsid w:val="00E83CD0"/>
    <w:rsid w:val="00E84860"/>
    <w:rsid w:val="00E84D2C"/>
    <w:rsid w:val="00E857BD"/>
    <w:rsid w:val="00E85846"/>
    <w:rsid w:val="00E85BDE"/>
    <w:rsid w:val="00E86235"/>
    <w:rsid w:val="00E86324"/>
    <w:rsid w:val="00E86F1F"/>
    <w:rsid w:val="00E87760"/>
    <w:rsid w:val="00E8792F"/>
    <w:rsid w:val="00E87A61"/>
    <w:rsid w:val="00E87CBB"/>
    <w:rsid w:val="00E87D4E"/>
    <w:rsid w:val="00E9008D"/>
    <w:rsid w:val="00E90757"/>
    <w:rsid w:val="00E90ABE"/>
    <w:rsid w:val="00E90F74"/>
    <w:rsid w:val="00E91AA1"/>
    <w:rsid w:val="00E91B85"/>
    <w:rsid w:val="00E9214D"/>
    <w:rsid w:val="00E9249B"/>
    <w:rsid w:val="00E92687"/>
    <w:rsid w:val="00E926DD"/>
    <w:rsid w:val="00E92794"/>
    <w:rsid w:val="00E930D9"/>
    <w:rsid w:val="00E93123"/>
    <w:rsid w:val="00E93253"/>
    <w:rsid w:val="00E933B7"/>
    <w:rsid w:val="00E93B6D"/>
    <w:rsid w:val="00E93EEE"/>
    <w:rsid w:val="00E952A4"/>
    <w:rsid w:val="00E9553E"/>
    <w:rsid w:val="00E95859"/>
    <w:rsid w:val="00E96143"/>
    <w:rsid w:val="00E9733E"/>
    <w:rsid w:val="00E97452"/>
    <w:rsid w:val="00E9761B"/>
    <w:rsid w:val="00E97CEC"/>
    <w:rsid w:val="00EA0203"/>
    <w:rsid w:val="00EA035E"/>
    <w:rsid w:val="00EA0604"/>
    <w:rsid w:val="00EA0787"/>
    <w:rsid w:val="00EA0822"/>
    <w:rsid w:val="00EA1116"/>
    <w:rsid w:val="00EA1130"/>
    <w:rsid w:val="00EA1556"/>
    <w:rsid w:val="00EA16D3"/>
    <w:rsid w:val="00EA1E5F"/>
    <w:rsid w:val="00EA2134"/>
    <w:rsid w:val="00EA29A9"/>
    <w:rsid w:val="00EA3041"/>
    <w:rsid w:val="00EA33DE"/>
    <w:rsid w:val="00EA3899"/>
    <w:rsid w:val="00EA3C13"/>
    <w:rsid w:val="00EA4022"/>
    <w:rsid w:val="00EA4BA3"/>
    <w:rsid w:val="00EA591D"/>
    <w:rsid w:val="00EA5F3C"/>
    <w:rsid w:val="00EA66DC"/>
    <w:rsid w:val="00EA673F"/>
    <w:rsid w:val="00EA6902"/>
    <w:rsid w:val="00EA6F1E"/>
    <w:rsid w:val="00EA702E"/>
    <w:rsid w:val="00EA70F5"/>
    <w:rsid w:val="00EA77C5"/>
    <w:rsid w:val="00EA7BC3"/>
    <w:rsid w:val="00EA7EA1"/>
    <w:rsid w:val="00EB0022"/>
    <w:rsid w:val="00EB0E15"/>
    <w:rsid w:val="00EB0EE9"/>
    <w:rsid w:val="00EB14BD"/>
    <w:rsid w:val="00EB155D"/>
    <w:rsid w:val="00EB1CDD"/>
    <w:rsid w:val="00EB1DB4"/>
    <w:rsid w:val="00EB1FDA"/>
    <w:rsid w:val="00EB2E82"/>
    <w:rsid w:val="00EB374E"/>
    <w:rsid w:val="00EB3CBC"/>
    <w:rsid w:val="00EB41D0"/>
    <w:rsid w:val="00EB44C4"/>
    <w:rsid w:val="00EB45CE"/>
    <w:rsid w:val="00EB48F2"/>
    <w:rsid w:val="00EB49C2"/>
    <w:rsid w:val="00EB4A65"/>
    <w:rsid w:val="00EB509C"/>
    <w:rsid w:val="00EB5304"/>
    <w:rsid w:val="00EB585F"/>
    <w:rsid w:val="00EB64ED"/>
    <w:rsid w:val="00EB680A"/>
    <w:rsid w:val="00EB68BF"/>
    <w:rsid w:val="00EB6D20"/>
    <w:rsid w:val="00EB739B"/>
    <w:rsid w:val="00EB740D"/>
    <w:rsid w:val="00EB76C5"/>
    <w:rsid w:val="00EC06F4"/>
    <w:rsid w:val="00EC0749"/>
    <w:rsid w:val="00EC09B4"/>
    <w:rsid w:val="00EC0CDA"/>
    <w:rsid w:val="00EC1A84"/>
    <w:rsid w:val="00EC1B8E"/>
    <w:rsid w:val="00EC1CC6"/>
    <w:rsid w:val="00EC1F1C"/>
    <w:rsid w:val="00EC23EC"/>
    <w:rsid w:val="00EC29D3"/>
    <w:rsid w:val="00EC2D56"/>
    <w:rsid w:val="00EC3411"/>
    <w:rsid w:val="00EC3DCB"/>
    <w:rsid w:val="00EC4307"/>
    <w:rsid w:val="00EC4376"/>
    <w:rsid w:val="00EC44BB"/>
    <w:rsid w:val="00EC49FF"/>
    <w:rsid w:val="00EC4BC2"/>
    <w:rsid w:val="00EC57CE"/>
    <w:rsid w:val="00EC5D61"/>
    <w:rsid w:val="00EC5E4C"/>
    <w:rsid w:val="00EC64CC"/>
    <w:rsid w:val="00EC6870"/>
    <w:rsid w:val="00EC702D"/>
    <w:rsid w:val="00EC717B"/>
    <w:rsid w:val="00EC77C3"/>
    <w:rsid w:val="00EC7F14"/>
    <w:rsid w:val="00EC7F63"/>
    <w:rsid w:val="00ED0D46"/>
    <w:rsid w:val="00ED0EBA"/>
    <w:rsid w:val="00ED10A3"/>
    <w:rsid w:val="00ED1670"/>
    <w:rsid w:val="00ED1BFF"/>
    <w:rsid w:val="00ED1F18"/>
    <w:rsid w:val="00ED20D2"/>
    <w:rsid w:val="00ED2604"/>
    <w:rsid w:val="00ED2635"/>
    <w:rsid w:val="00ED274F"/>
    <w:rsid w:val="00ED2B00"/>
    <w:rsid w:val="00ED2BFA"/>
    <w:rsid w:val="00ED2F88"/>
    <w:rsid w:val="00ED31CF"/>
    <w:rsid w:val="00ED3B73"/>
    <w:rsid w:val="00ED3C74"/>
    <w:rsid w:val="00ED3DF9"/>
    <w:rsid w:val="00ED3E05"/>
    <w:rsid w:val="00ED478C"/>
    <w:rsid w:val="00ED4889"/>
    <w:rsid w:val="00ED4B84"/>
    <w:rsid w:val="00ED4C80"/>
    <w:rsid w:val="00ED4F28"/>
    <w:rsid w:val="00ED4F32"/>
    <w:rsid w:val="00ED53D2"/>
    <w:rsid w:val="00ED5CA2"/>
    <w:rsid w:val="00ED6388"/>
    <w:rsid w:val="00ED662F"/>
    <w:rsid w:val="00ED66A6"/>
    <w:rsid w:val="00ED68EA"/>
    <w:rsid w:val="00ED6A86"/>
    <w:rsid w:val="00ED7701"/>
    <w:rsid w:val="00ED7A58"/>
    <w:rsid w:val="00EE0344"/>
    <w:rsid w:val="00EE046D"/>
    <w:rsid w:val="00EE0623"/>
    <w:rsid w:val="00EE0708"/>
    <w:rsid w:val="00EE0C78"/>
    <w:rsid w:val="00EE1578"/>
    <w:rsid w:val="00EE1915"/>
    <w:rsid w:val="00EE1EE1"/>
    <w:rsid w:val="00EE2CA8"/>
    <w:rsid w:val="00EE31B4"/>
    <w:rsid w:val="00EE36E0"/>
    <w:rsid w:val="00EE3A24"/>
    <w:rsid w:val="00EE3D6A"/>
    <w:rsid w:val="00EE40E1"/>
    <w:rsid w:val="00EE4B09"/>
    <w:rsid w:val="00EE4EAC"/>
    <w:rsid w:val="00EE524A"/>
    <w:rsid w:val="00EE5618"/>
    <w:rsid w:val="00EE5C91"/>
    <w:rsid w:val="00EE5DFA"/>
    <w:rsid w:val="00EE5FA3"/>
    <w:rsid w:val="00EE6452"/>
    <w:rsid w:val="00EE6F41"/>
    <w:rsid w:val="00EE77E9"/>
    <w:rsid w:val="00EE79E4"/>
    <w:rsid w:val="00EE7EE6"/>
    <w:rsid w:val="00EF0855"/>
    <w:rsid w:val="00EF107C"/>
    <w:rsid w:val="00EF1176"/>
    <w:rsid w:val="00EF142E"/>
    <w:rsid w:val="00EF167C"/>
    <w:rsid w:val="00EF1BCA"/>
    <w:rsid w:val="00EF20D0"/>
    <w:rsid w:val="00EF2108"/>
    <w:rsid w:val="00EF297B"/>
    <w:rsid w:val="00EF2CEC"/>
    <w:rsid w:val="00EF2E96"/>
    <w:rsid w:val="00EF3C4E"/>
    <w:rsid w:val="00EF4681"/>
    <w:rsid w:val="00EF4BC6"/>
    <w:rsid w:val="00EF4CF8"/>
    <w:rsid w:val="00EF50EA"/>
    <w:rsid w:val="00EF543E"/>
    <w:rsid w:val="00EF5C9F"/>
    <w:rsid w:val="00EF61BC"/>
    <w:rsid w:val="00EF6EFC"/>
    <w:rsid w:val="00EF711A"/>
    <w:rsid w:val="00EF71AD"/>
    <w:rsid w:val="00EF7231"/>
    <w:rsid w:val="00EF7A69"/>
    <w:rsid w:val="00EF7C83"/>
    <w:rsid w:val="00EF7DEA"/>
    <w:rsid w:val="00F001D5"/>
    <w:rsid w:val="00F00294"/>
    <w:rsid w:val="00F00418"/>
    <w:rsid w:val="00F01907"/>
    <w:rsid w:val="00F01B37"/>
    <w:rsid w:val="00F01F11"/>
    <w:rsid w:val="00F02E60"/>
    <w:rsid w:val="00F02FEC"/>
    <w:rsid w:val="00F032B6"/>
    <w:rsid w:val="00F0341E"/>
    <w:rsid w:val="00F03D91"/>
    <w:rsid w:val="00F044A1"/>
    <w:rsid w:val="00F04A22"/>
    <w:rsid w:val="00F053DB"/>
    <w:rsid w:val="00F05A2F"/>
    <w:rsid w:val="00F05B9C"/>
    <w:rsid w:val="00F05C15"/>
    <w:rsid w:val="00F07176"/>
    <w:rsid w:val="00F07314"/>
    <w:rsid w:val="00F074BD"/>
    <w:rsid w:val="00F07C96"/>
    <w:rsid w:val="00F07E5E"/>
    <w:rsid w:val="00F07F52"/>
    <w:rsid w:val="00F07FA5"/>
    <w:rsid w:val="00F105EB"/>
    <w:rsid w:val="00F10948"/>
    <w:rsid w:val="00F10FCD"/>
    <w:rsid w:val="00F1134B"/>
    <w:rsid w:val="00F11897"/>
    <w:rsid w:val="00F1193E"/>
    <w:rsid w:val="00F11E37"/>
    <w:rsid w:val="00F1265F"/>
    <w:rsid w:val="00F136B5"/>
    <w:rsid w:val="00F136C4"/>
    <w:rsid w:val="00F136C8"/>
    <w:rsid w:val="00F138BF"/>
    <w:rsid w:val="00F13E5D"/>
    <w:rsid w:val="00F13FB8"/>
    <w:rsid w:val="00F14003"/>
    <w:rsid w:val="00F14070"/>
    <w:rsid w:val="00F14493"/>
    <w:rsid w:val="00F1450C"/>
    <w:rsid w:val="00F1494B"/>
    <w:rsid w:val="00F14E17"/>
    <w:rsid w:val="00F14EAA"/>
    <w:rsid w:val="00F152D3"/>
    <w:rsid w:val="00F1536B"/>
    <w:rsid w:val="00F15E0F"/>
    <w:rsid w:val="00F16211"/>
    <w:rsid w:val="00F167ED"/>
    <w:rsid w:val="00F1681C"/>
    <w:rsid w:val="00F17054"/>
    <w:rsid w:val="00F1744F"/>
    <w:rsid w:val="00F17B3E"/>
    <w:rsid w:val="00F17F87"/>
    <w:rsid w:val="00F17F8F"/>
    <w:rsid w:val="00F208F1"/>
    <w:rsid w:val="00F20A97"/>
    <w:rsid w:val="00F20AFE"/>
    <w:rsid w:val="00F21407"/>
    <w:rsid w:val="00F21447"/>
    <w:rsid w:val="00F22BCD"/>
    <w:rsid w:val="00F22D2C"/>
    <w:rsid w:val="00F2305F"/>
    <w:rsid w:val="00F23D23"/>
    <w:rsid w:val="00F2422B"/>
    <w:rsid w:val="00F24241"/>
    <w:rsid w:val="00F2429D"/>
    <w:rsid w:val="00F24310"/>
    <w:rsid w:val="00F248C1"/>
    <w:rsid w:val="00F25055"/>
    <w:rsid w:val="00F25136"/>
    <w:rsid w:val="00F256F3"/>
    <w:rsid w:val="00F25E1A"/>
    <w:rsid w:val="00F25EE2"/>
    <w:rsid w:val="00F262AE"/>
    <w:rsid w:val="00F264AC"/>
    <w:rsid w:val="00F2678C"/>
    <w:rsid w:val="00F268BE"/>
    <w:rsid w:val="00F2696D"/>
    <w:rsid w:val="00F26BC7"/>
    <w:rsid w:val="00F26C9C"/>
    <w:rsid w:val="00F26D4A"/>
    <w:rsid w:val="00F27043"/>
    <w:rsid w:val="00F270C8"/>
    <w:rsid w:val="00F27663"/>
    <w:rsid w:val="00F27A45"/>
    <w:rsid w:val="00F27AA3"/>
    <w:rsid w:val="00F27C81"/>
    <w:rsid w:val="00F300D0"/>
    <w:rsid w:val="00F3028D"/>
    <w:rsid w:val="00F30394"/>
    <w:rsid w:val="00F309D4"/>
    <w:rsid w:val="00F30BEE"/>
    <w:rsid w:val="00F30F2A"/>
    <w:rsid w:val="00F3159C"/>
    <w:rsid w:val="00F317F7"/>
    <w:rsid w:val="00F31A04"/>
    <w:rsid w:val="00F321D7"/>
    <w:rsid w:val="00F3293D"/>
    <w:rsid w:val="00F32D0C"/>
    <w:rsid w:val="00F32DF4"/>
    <w:rsid w:val="00F3320E"/>
    <w:rsid w:val="00F339C9"/>
    <w:rsid w:val="00F33AA9"/>
    <w:rsid w:val="00F33F7B"/>
    <w:rsid w:val="00F34248"/>
    <w:rsid w:val="00F34451"/>
    <w:rsid w:val="00F344E6"/>
    <w:rsid w:val="00F34CAE"/>
    <w:rsid w:val="00F3593F"/>
    <w:rsid w:val="00F36415"/>
    <w:rsid w:val="00F36CE3"/>
    <w:rsid w:val="00F36EF3"/>
    <w:rsid w:val="00F37763"/>
    <w:rsid w:val="00F37EF6"/>
    <w:rsid w:val="00F37F9F"/>
    <w:rsid w:val="00F402DC"/>
    <w:rsid w:val="00F403D7"/>
    <w:rsid w:val="00F40A8C"/>
    <w:rsid w:val="00F417A3"/>
    <w:rsid w:val="00F41928"/>
    <w:rsid w:val="00F41B16"/>
    <w:rsid w:val="00F422E8"/>
    <w:rsid w:val="00F42807"/>
    <w:rsid w:val="00F42C26"/>
    <w:rsid w:val="00F42C60"/>
    <w:rsid w:val="00F4387A"/>
    <w:rsid w:val="00F439D0"/>
    <w:rsid w:val="00F43E4C"/>
    <w:rsid w:val="00F44537"/>
    <w:rsid w:val="00F44764"/>
    <w:rsid w:val="00F46D93"/>
    <w:rsid w:val="00F474DC"/>
    <w:rsid w:val="00F47EB8"/>
    <w:rsid w:val="00F502B9"/>
    <w:rsid w:val="00F50461"/>
    <w:rsid w:val="00F505C3"/>
    <w:rsid w:val="00F50B61"/>
    <w:rsid w:val="00F50F9C"/>
    <w:rsid w:val="00F514B7"/>
    <w:rsid w:val="00F51BE9"/>
    <w:rsid w:val="00F522AC"/>
    <w:rsid w:val="00F52B10"/>
    <w:rsid w:val="00F5311B"/>
    <w:rsid w:val="00F53255"/>
    <w:rsid w:val="00F53399"/>
    <w:rsid w:val="00F541A9"/>
    <w:rsid w:val="00F54538"/>
    <w:rsid w:val="00F54557"/>
    <w:rsid w:val="00F54B37"/>
    <w:rsid w:val="00F54B88"/>
    <w:rsid w:val="00F54CF2"/>
    <w:rsid w:val="00F54E21"/>
    <w:rsid w:val="00F556FF"/>
    <w:rsid w:val="00F55C1F"/>
    <w:rsid w:val="00F55CF0"/>
    <w:rsid w:val="00F55DF0"/>
    <w:rsid w:val="00F55DF1"/>
    <w:rsid w:val="00F57B08"/>
    <w:rsid w:val="00F57BD5"/>
    <w:rsid w:val="00F57C94"/>
    <w:rsid w:val="00F57FA0"/>
    <w:rsid w:val="00F60059"/>
    <w:rsid w:val="00F600B4"/>
    <w:rsid w:val="00F60440"/>
    <w:rsid w:val="00F60780"/>
    <w:rsid w:val="00F6152C"/>
    <w:rsid w:val="00F615D4"/>
    <w:rsid w:val="00F61B15"/>
    <w:rsid w:val="00F623F5"/>
    <w:rsid w:val="00F6325A"/>
    <w:rsid w:val="00F63B8C"/>
    <w:rsid w:val="00F64C2E"/>
    <w:rsid w:val="00F6527F"/>
    <w:rsid w:val="00F65321"/>
    <w:rsid w:val="00F65690"/>
    <w:rsid w:val="00F65BC5"/>
    <w:rsid w:val="00F65DC2"/>
    <w:rsid w:val="00F65FA4"/>
    <w:rsid w:val="00F6634C"/>
    <w:rsid w:val="00F66D7C"/>
    <w:rsid w:val="00F66E31"/>
    <w:rsid w:val="00F66F72"/>
    <w:rsid w:val="00F66F73"/>
    <w:rsid w:val="00F67D88"/>
    <w:rsid w:val="00F704D9"/>
    <w:rsid w:val="00F704FE"/>
    <w:rsid w:val="00F707D9"/>
    <w:rsid w:val="00F70AF2"/>
    <w:rsid w:val="00F71E16"/>
    <w:rsid w:val="00F71ECF"/>
    <w:rsid w:val="00F72194"/>
    <w:rsid w:val="00F7219C"/>
    <w:rsid w:val="00F722E0"/>
    <w:rsid w:val="00F72BA9"/>
    <w:rsid w:val="00F73AF4"/>
    <w:rsid w:val="00F73E9E"/>
    <w:rsid w:val="00F7441D"/>
    <w:rsid w:val="00F74568"/>
    <w:rsid w:val="00F74EA3"/>
    <w:rsid w:val="00F74F17"/>
    <w:rsid w:val="00F750F6"/>
    <w:rsid w:val="00F75685"/>
    <w:rsid w:val="00F75A56"/>
    <w:rsid w:val="00F76339"/>
    <w:rsid w:val="00F76B75"/>
    <w:rsid w:val="00F770B6"/>
    <w:rsid w:val="00F773D6"/>
    <w:rsid w:val="00F7759B"/>
    <w:rsid w:val="00F802B6"/>
    <w:rsid w:val="00F803F4"/>
    <w:rsid w:val="00F8065D"/>
    <w:rsid w:val="00F80AD5"/>
    <w:rsid w:val="00F8163E"/>
    <w:rsid w:val="00F81905"/>
    <w:rsid w:val="00F81A0D"/>
    <w:rsid w:val="00F81AE3"/>
    <w:rsid w:val="00F8260C"/>
    <w:rsid w:val="00F827E5"/>
    <w:rsid w:val="00F8284C"/>
    <w:rsid w:val="00F828BF"/>
    <w:rsid w:val="00F83698"/>
    <w:rsid w:val="00F840E8"/>
    <w:rsid w:val="00F84473"/>
    <w:rsid w:val="00F8455E"/>
    <w:rsid w:val="00F846F3"/>
    <w:rsid w:val="00F848B6"/>
    <w:rsid w:val="00F848F5"/>
    <w:rsid w:val="00F84B03"/>
    <w:rsid w:val="00F84B57"/>
    <w:rsid w:val="00F84E36"/>
    <w:rsid w:val="00F84FD9"/>
    <w:rsid w:val="00F85259"/>
    <w:rsid w:val="00F8535D"/>
    <w:rsid w:val="00F8544D"/>
    <w:rsid w:val="00F85EC0"/>
    <w:rsid w:val="00F861BC"/>
    <w:rsid w:val="00F863B9"/>
    <w:rsid w:val="00F86C49"/>
    <w:rsid w:val="00F86CB0"/>
    <w:rsid w:val="00F87561"/>
    <w:rsid w:val="00F876B8"/>
    <w:rsid w:val="00F87719"/>
    <w:rsid w:val="00F879E4"/>
    <w:rsid w:val="00F87BF0"/>
    <w:rsid w:val="00F904B2"/>
    <w:rsid w:val="00F911D3"/>
    <w:rsid w:val="00F911F0"/>
    <w:rsid w:val="00F911FB"/>
    <w:rsid w:val="00F917A2"/>
    <w:rsid w:val="00F91974"/>
    <w:rsid w:val="00F91FFD"/>
    <w:rsid w:val="00F924D2"/>
    <w:rsid w:val="00F929F7"/>
    <w:rsid w:val="00F92A04"/>
    <w:rsid w:val="00F9357E"/>
    <w:rsid w:val="00F93E60"/>
    <w:rsid w:val="00F94407"/>
    <w:rsid w:val="00F955BC"/>
    <w:rsid w:val="00F96190"/>
    <w:rsid w:val="00F963D5"/>
    <w:rsid w:val="00F964C0"/>
    <w:rsid w:val="00F964DB"/>
    <w:rsid w:val="00F969C3"/>
    <w:rsid w:val="00F971CF"/>
    <w:rsid w:val="00F97AFE"/>
    <w:rsid w:val="00F97DFC"/>
    <w:rsid w:val="00F97E6E"/>
    <w:rsid w:val="00FA0005"/>
    <w:rsid w:val="00FA0039"/>
    <w:rsid w:val="00FA02A8"/>
    <w:rsid w:val="00FA0BAB"/>
    <w:rsid w:val="00FA0DBA"/>
    <w:rsid w:val="00FA1643"/>
    <w:rsid w:val="00FA198C"/>
    <w:rsid w:val="00FA19D9"/>
    <w:rsid w:val="00FA2064"/>
    <w:rsid w:val="00FA2249"/>
    <w:rsid w:val="00FA2405"/>
    <w:rsid w:val="00FA27DF"/>
    <w:rsid w:val="00FA29CA"/>
    <w:rsid w:val="00FA309A"/>
    <w:rsid w:val="00FA31F2"/>
    <w:rsid w:val="00FA381C"/>
    <w:rsid w:val="00FA382E"/>
    <w:rsid w:val="00FA3B9B"/>
    <w:rsid w:val="00FA3F93"/>
    <w:rsid w:val="00FA45F6"/>
    <w:rsid w:val="00FA4677"/>
    <w:rsid w:val="00FA47B3"/>
    <w:rsid w:val="00FA4D2C"/>
    <w:rsid w:val="00FA5FCA"/>
    <w:rsid w:val="00FA6074"/>
    <w:rsid w:val="00FA6469"/>
    <w:rsid w:val="00FA6549"/>
    <w:rsid w:val="00FA6BCD"/>
    <w:rsid w:val="00FA6D57"/>
    <w:rsid w:val="00FA6E73"/>
    <w:rsid w:val="00FA6F61"/>
    <w:rsid w:val="00FA703F"/>
    <w:rsid w:val="00FA71E8"/>
    <w:rsid w:val="00FA7E41"/>
    <w:rsid w:val="00FB02D1"/>
    <w:rsid w:val="00FB03BB"/>
    <w:rsid w:val="00FB09AA"/>
    <w:rsid w:val="00FB0E87"/>
    <w:rsid w:val="00FB0F1D"/>
    <w:rsid w:val="00FB12D1"/>
    <w:rsid w:val="00FB18F6"/>
    <w:rsid w:val="00FB1C1E"/>
    <w:rsid w:val="00FB1C7B"/>
    <w:rsid w:val="00FB2041"/>
    <w:rsid w:val="00FB233E"/>
    <w:rsid w:val="00FB25B5"/>
    <w:rsid w:val="00FB27EF"/>
    <w:rsid w:val="00FB298F"/>
    <w:rsid w:val="00FB2C6D"/>
    <w:rsid w:val="00FB3123"/>
    <w:rsid w:val="00FB31DC"/>
    <w:rsid w:val="00FB356B"/>
    <w:rsid w:val="00FB3904"/>
    <w:rsid w:val="00FB3FBE"/>
    <w:rsid w:val="00FB416C"/>
    <w:rsid w:val="00FB42D8"/>
    <w:rsid w:val="00FB4725"/>
    <w:rsid w:val="00FB4FBC"/>
    <w:rsid w:val="00FB5046"/>
    <w:rsid w:val="00FB5373"/>
    <w:rsid w:val="00FB5D52"/>
    <w:rsid w:val="00FB5FBC"/>
    <w:rsid w:val="00FB61D2"/>
    <w:rsid w:val="00FB6203"/>
    <w:rsid w:val="00FB640E"/>
    <w:rsid w:val="00FB6A5D"/>
    <w:rsid w:val="00FB7D6D"/>
    <w:rsid w:val="00FC02FB"/>
    <w:rsid w:val="00FC03E5"/>
    <w:rsid w:val="00FC04DD"/>
    <w:rsid w:val="00FC0507"/>
    <w:rsid w:val="00FC0B81"/>
    <w:rsid w:val="00FC0D10"/>
    <w:rsid w:val="00FC1398"/>
    <w:rsid w:val="00FC1484"/>
    <w:rsid w:val="00FC17B7"/>
    <w:rsid w:val="00FC1FB8"/>
    <w:rsid w:val="00FC2728"/>
    <w:rsid w:val="00FC2A83"/>
    <w:rsid w:val="00FC2E1F"/>
    <w:rsid w:val="00FC3455"/>
    <w:rsid w:val="00FC39AC"/>
    <w:rsid w:val="00FC3B4F"/>
    <w:rsid w:val="00FC3B76"/>
    <w:rsid w:val="00FC4721"/>
    <w:rsid w:val="00FC4EF6"/>
    <w:rsid w:val="00FC515F"/>
    <w:rsid w:val="00FC576F"/>
    <w:rsid w:val="00FC5787"/>
    <w:rsid w:val="00FC60BB"/>
    <w:rsid w:val="00FC616C"/>
    <w:rsid w:val="00FC6837"/>
    <w:rsid w:val="00FC6936"/>
    <w:rsid w:val="00FC7435"/>
    <w:rsid w:val="00FC772B"/>
    <w:rsid w:val="00FC798A"/>
    <w:rsid w:val="00FC7B20"/>
    <w:rsid w:val="00FD02AF"/>
    <w:rsid w:val="00FD0C09"/>
    <w:rsid w:val="00FD0C80"/>
    <w:rsid w:val="00FD0E58"/>
    <w:rsid w:val="00FD0F53"/>
    <w:rsid w:val="00FD0FE4"/>
    <w:rsid w:val="00FD11FA"/>
    <w:rsid w:val="00FD20F2"/>
    <w:rsid w:val="00FD2692"/>
    <w:rsid w:val="00FD2DCC"/>
    <w:rsid w:val="00FD33E5"/>
    <w:rsid w:val="00FD35A8"/>
    <w:rsid w:val="00FD3695"/>
    <w:rsid w:val="00FD36A8"/>
    <w:rsid w:val="00FD3B68"/>
    <w:rsid w:val="00FD3F31"/>
    <w:rsid w:val="00FD4E6A"/>
    <w:rsid w:val="00FD5AFF"/>
    <w:rsid w:val="00FD5C46"/>
    <w:rsid w:val="00FD5CEB"/>
    <w:rsid w:val="00FD5D42"/>
    <w:rsid w:val="00FD6123"/>
    <w:rsid w:val="00FD62C8"/>
    <w:rsid w:val="00FD6399"/>
    <w:rsid w:val="00FD6482"/>
    <w:rsid w:val="00FD674D"/>
    <w:rsid w:val="00FD698E"/>
    <w:rsid w:val="00FD7410"/>
    <w:rsid w:val="00FD759E"/>
    <w:rsid w:val="00FD7AB1"/>
    <w:rsid w:val="00FD7B7E"/>
    <w:rsid w:val="00FD7C39"/>
    <w:rsid w:val="00FD7FA1"/>
    <w:rsid w:val="00FE03FD"/>
    <w:rsid w:val="00FE0645"/>
    <w:rsid w:val="00FE0CE6"/>
    <w:rsid w:val="00FE0E8C"/>
    <w:rsid w:val="00FE14E6"/>
    <w:rsid w:val="00FE294D"/>
    <w:rsid w:val="00FE2C41"/>
    <w:rsid w:val="00FE3030"/>
    <w:rsid w:val="00FE32D9"/>
    <w:rsid w:val="00FE3978"/>
    <w:rsid w:val="00FE425A"/>
    <w:rsid w:val="00FE4D7D"/>
    <w:rsid w:val="00FE4ECC"/>
    <w:rsid w:val="00FE4F4A"/>
    <w:rsid w:val="00FE50F8"/>
    <w:rsid w:val="00FE5402"/>
    <w:rsid w:val="00FE5783"/>
    <w:rsid w:val="00FE60A0"/>
    <w:rsid w:val="00FE7614"/>
    <w:rsid w:val="00FF00E7"/>
    <w:rsid w:val="00FF0857"/>
    <w:rsid w:val="00FF0E8B"/>
    <w:rsid w:val="00FF0EFA"/>
    <w:rsid w:val="00FF1B66"/>
    <w:rsid w:val="00FF1CC8"/>
    <w:rsid w:val="00FF23CA"/>
    <w:rsid w:val="00FF2486"/>
    <w:rsid w:val="00FF2719"/>
    <w:rsid w:val="00FF279B"/>
    <w:rsid w:val="00FF29D5"/>
    <w:rsid w:val="00FF3049"/>
    <w:rsid w:val="00FF3255"/>
    <w:rsid w:val="00FF37CD"/>
    <w:rsid w:val="00FF37E6"/>
    <w:rsid w:val="00FF4231"/>
    <w:rsid w:val="00FF4563"/>
    <w:rsid w:val="00FF480F"/>
    <w:rsid w:val="00FF5100"/>
    <w:rsid w:val="00FF51E7"/>
    <w:rsid w:val="00FF5356"/>
    <w:rsid w:val="00FF5405"/>
    <w:rsid w:val="00FF5A6F"/>
    <w:rsid w:val="00FF5D35"/>
    <w:rsid w:val="00FF605D"/>
    <w:rsid w:val="00FF6432"/>
    <w:rsid w:val="00FF6831"/>
    <w:rsid w:val="00FF72A4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54BF9F"/>
  <w15:docId w15:val="{CC5DA519-027D-46E9-B737-8DB1FA6C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2A8D"/>
    <w:pPr>
      <w:spacing w:line="260" w:lineRule="atLeast"/>
      <w:jc w:val="both"/>
    </w:pPr>
    <w:rPr>
      <w:rFonts w:ascii="Palatino Linotype" w:hAnsi="Palatino Linotype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DPI11articletype">
    <w:name w:val="MDPI_1.1_article_type"/>
    <w:next w:val="Normln"/>
    <w:qFormat/>
    <w:rsid w:val="00EA6902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ln"/>
    <w:qFormat/>
    <w:rsid w:val="00EA6902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ln"/>
    <w:qFormat/>
    <w:rsid w:val="00EA6902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ln"/>
    <w:next w:val="Normln"/>
    <w:qFormat/>
    <w:rsid w:val="00A22A8D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EA6902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ln"/>
    <w:qFormat/>
    <w:rsid w:val="00EA690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ln"/>
    <w:qFormat/>
    <w:rsid w:val="00EA690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EA6902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paragraph" w:styleId="Zpat">
    <w:name w:val="footer"/>
    <w:basedOn w:val="Normln"/>
    <w:link w:val="ZpatChar"/>
    <w:uiPriority w:val="99"/>
    <w:rsid w:val="00EA6902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ZpatChar">
    <w:name w:val="Zápatí Char"/>
    <w:link w:val="Zpat"/>
    <w:uiPriority w:val="99"/>
    <w:rsid w:val="00EA6902"/>
    <w:rPr>
      <w:rFonts w:ascii="Palatino Linotype" w:hAnsi="Palatino Linotype"/>
      <w:noProof/>
      <w:color w:val="000000"/>
      <w:szCs w:val="18"/>
    </w:rPr>
  </w:style>
  <w:style w:type="paragraph" w:styleId="Zhlav">
    <w:name w:val="header"/>
    <w:basedOn w:val="Normln"/>
    <w:link w:val="ZhlavChar"/>
    <w:uiPriority w:val="99"/>
    <w:rsid w:val="00EA69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ZhlavChar">
    <w:name w:val="Záhlaví Char"/>
    <w:link w:val="Zhlav"/>
    <w:uiPriority w:val="99"/>
    <w:rsid w:val="00EA6902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EA6902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EA6902"/>
    <w:pPr>
      <w:ind w:firstLine="0"/>
    </w:pPr>
  </w:style>
  <w:style w:type="paragraph" w:customStyle="1" w:styleId="MDPI31text">
    <w:name w:val="MDPI_3.1_text"/>
    <w:qFormat/>
    <w:rsid w:val="00E53385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EA6902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EA6902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EA690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EA6902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5332CC"/>
    <w:pPr>
      <w:numPr>
        <w:numId w:val="2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5332CC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EA6902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EA6902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EA6902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B7269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EA6902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EA6902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EA6902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EA6902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EA6902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EA6902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51540B"/>
    <w:pPr>
      <w:numPr>
        <w:numId w:val="2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xtbubliny">
    <w:name w:val="Balloon Text"/>
    <w:basedOn w:val="Normln"/>
    <w:link w:val="TextbublinyChar"/>
    <w:uiPriority w:val="99"/>
    <w:rsid w:val="00EA6902"/>
    <w:rPr>
      <w:rFonts w:cs="Tahoma"/>
      <w:szCs w:val="18"/>
    </w:rPr>
  </w:style>
  <w:style w:type="character" w:customStyle="1" w:styleId="TextbublinyChar">
    <w:name w:val="Text bubliny Char"/>
    <w:link w:val="Textbubliny"/>
    <w:uiPriority w:val="99"/>
    <w:rsid w:val="00EA6902"/>
    <w:rPr>
      <w:rFonts w:ascii="Palatino Linotype" w:hAnsi="Palatino Linotype" w:cs="Tahoma"/>
      <w:noProof/>
      <w:color w:val="000000"/>
      <w:szCs w:val="18"/>
    </w:rPr>
  </w:style>
  <w:style w:type="character" w:styleId="slodku">
    <w:name w:val="line number"/>
    <w:uiPriority w:val="99"/>
    <w:rsid w:val="009B551E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Normlntabulka"/>
    <w:uiPriority w:val="99"/>
    <w:rsid w:val="00EA690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textovodkaz">
    <w:name w:val="Hyperlink"/>
    <w:uiPriority w:val="99"/>
    <w:rsid w:val="00EA6902"/>
    <w:rPr>
      <w:color w:val="0000FF"/>
      <w:u w:val="single"/>
    </w:rPr>
  </w:style>
  <w:style w:type="character" w:styleId="Nevyeenzmnka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EA6902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rosttabulka4">
    <w:name w:val="Plain Table 4"/>
    <w:basedOn w:val="Normlntabulka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EA6902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EA690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EA6902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C86F84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EA6902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EA690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EA690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EA6902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EA6902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EA6902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EA6902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EA69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EA6902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EA6902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Normlntabulka"/>
    <w:uiPriority w:val="99"/>
    <w:rsid w:val="00EA6902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A6902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EA69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fie">
    <w:name w:val="Bibliography"/>
    <w:basedOn w:val="Normln"/>
    <w:next w:val="Normln"/>
    <w:uiPriority w:val="37"/>
    <w:semiHidden/>
    <w:unhideWhenUsed/>
    <w:rsid w:val="00EA6902"/>
  </w:style>
  <w:style w:type="paragraph" w:styleId="Zkladntext">
    <w:name w:val="Body Text"/>
    <w:link w:val="ZkladntextChar"/>
    <w:rsid w:val="00EA6902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ZkladntextChar">
    <w:name w:val="Základní text Char"/>
    <w:link w:val="Zkladntext"/>
    <w:rsid w:val="00EA6902"/>
    <w:rPr>
      <w:rFonts w:ascii="Palatino Linotype" w:hAnsi="Palatino Linotype"/>
      <w:color w:val="000000"/>
      <w:sz w:val="24"/>
      <w:lang w:eastAsia="de-DE"/>
    </w:rPr>
  </w:style>
  <w:style w:type="character" w:styleId="Odkaznakoment">
    <w:name w:val="annotation reference"/>
    <w:rsid w:val="00EA6902"/>
    <w:rPr>
      <w:sz w:val="21"/>
      <w:szCs w:val="21"/>
    </w:rPr>
  </w:style>
  <w:style w:type="paragraph" w:styleId="Textkomente">
    <w:name w:val="annotation text"/>
    <w:basedOn w:val="Normln"/>
    <w:link w:val="TextkomenteChar"/>
    <w:rsid w:val="00EA6902"/>
  </w:style>
  <w:style w:type="character" w:customStyle="1" w:styleId="TextkomenteChar">
    <w:name w:val="Text komentáře Char"/>
    <w:link w:val="Textkomente"/>
    <w:rsid w:val="00EA6902"/>
    <w:rPr>
      <w:rFonts w:ascii="Palatino Linotype" w:hAnsi="Palatino Linotype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rsid w:val="00EA6902"/>
    <w:rPr>
      <w:b/>
      <w:bCs/>
    </w:rPr>
  </w:style>
  <w:style w:type="character" w:customStyle="1" w:styleId="PedmtkomenteChar">
    <w:name w:val="Předmět komentáře Char"/>
    <w:link w:val="Pedmtkomente"/>
    <w:rsid w:val="00EA6902"/>
    <w:rPr>
      <w:rFonts w:ascii="Palatino Linotype" w:hAnsi="Palatino Linotype"/>
      <w:b/>
      <w:bCs/>
      <w:noProof/>
      <w:color w:val="000000"/>
    </w:rPr>
  </w:style>
  <w:style w:type="character" w:styleId="Odkaznavysvtlivky">
    <w:name w:val="endnote reference"/>
    <w:rsid w:val="00EA6902"/>
    <w:rPr>
      <w:vertAlign w:val="superscript"/>
    </w:rPr>
  </w:style>
  <w:style w:type="paragraph" w:styleId="Textvysvtlivek">
    <w:name w:val="endnote text"/>
    <w:basedOn w:val="Normln"/>
    <w:link w:val="TextvysvtlivekChar"/>
    <w:semiHidden/>
    <w:unhideWhenUsed/>
    <w:rsid w:val="00EA6902"/>
    <w:pPr>
      <w:spacing w:line="240" w:lineRule="auto"/>
    </w:pPr>
  </w:style>
  <w:style w:type="character" w:customStyle="1" w:styleId="TextvysvtlivekChar">
    <w:name w:val="Text vysvětlivek Char"/>
    <w:link w:val="Textvysvtlivek"/>
    <w:semiHidden/>
    <w:rsid w:val="00EA6902"/>
    <w:rPr>
      <w:rFonts w:ascii="Palatino Linotype" w:hAnsi="Palatino Linotype"/>
      <w:noProof/>
      <w:color w:val="000000"/>
    </w:rPr>
  </w:style>
  <w:style w:type="character" w:styleId="Sledovanodkaz">
    <w:name w:val="FollowedHyperlink"/>
    <w:uiPriority w:val="99"/>
    <w:rsid w:val="00EA6902"/>
    <w:rPr>
      <w:color w:val="954F72"/>
      <w:u w:val="single"/>
    </w:rPr>
  </w:style>
  <w:style w:type="paragraph" w:styleId="Textpoznpodarou">
    <w:name w:val="footnote text"/>
    <w:basedOn w:val="Normln"/>
    <w:link w:val="TextpoznpodarouChar"/>
    <w:semiHidden/>
    <w:unhideWhenUsed/>
    <w:rsid w:val="00EA6902"/>
    <w:pPr>
      <w:spacing w:line="240" w:lineRule="auto"/>
    </w:pPr>
  </w:style>
  <w:style w:type="character" w:customStyle="1" w:styleId="TextpoznpodarouChar">
    <w:name w:val="Text pozn. pod čarou Char"/>
    <w:link w:val="Textpoznpodarou"/>
    <w:semiHidden/>
    <w:rsid w:val="00EA6902"/>
    <w:rPr>
      <w:rFonts w:ascii="Palatino Linotype" w:hAnsi="Palatino Linotype"/>
      <w:noProof/>
      <w:color w:val="000000"/>
    </w:rPr>
  </w:style>
  <w:style w:type="paragraph" w:styleId="Normlnweb">
    <w:name w:val="Normal (Web)"/>
    <w:basedOn w:val="Normln"/>
    <w:uiPriority w:val="99"/>
    <w:rsid w:val="00EA6902"/>
    <w:rPr>
      <w:szCs w:val="24"/>
    </w:rPr>
  </w:style>
  <w:style w:type="paragraph" w:customStyle="1" w:styleId="MsoFootnoteText0">
    <w:name w:val="MsoFootnoteText"/>
    <w:basedOn w:val="Normlnweb"/>
    <w:qFormat/>
    <w:rsid w:val="00EA6902"/>
    <w:rPr>
      <w:rFonts w:ascii="Times New Roman" w:hAnsi="Times New Roman"/>
    </w:rPr>
  </w:style>
  <w:style w:type="character" w:styleId="slostrnky">
    <w:name w:val="page number"/>
    <w:rsid w:val="00EA6902"/>
  </w:style>
  <w:style w:type="character" w:styleId="Zstupntext">
    <w:name w:val="Placeholder Text"/>
    <w:uiPriority w:val="99"/>
    <w:semiHidden/>
    <w:rsid w:val="00EA6902"/>
    <w:rPr>
      <w:color w:val="808080"/>
    </w:rPr>
  </w:style>
  <w:style w:type="paragraph" w:customStyle="1" w:styleId="MDPI71FootNotes">
    <w:name w:val="MDPI_7.1_FootNotes"/>
    <w:qFormat/>
    <w:rsid w:val="00211F69"/>
    <w:pPr>
      <w:numPr>
        <w:numId w:val="24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paragraph" w:styleId="Revize">
    <w:name w:val="Revision"/>
    <w:hidden/>
    <w:uiPriority w:val="99"/>
    <w:semiHidden/>
    <w:rsid w:val="00E92687"/>
    <w:rPr>
      <w:rFonts w:ascii="Palatino Linotype" w:hAnsi="Palatino Linotype"/>
      <w:noProof/>
      <w:color w:val="000000"/>
    </w:rPr>
  </w:style>
  <w:style w:type="character" w:styleId="Zdraznn">
    <w:name w:val="Emphasis"/>
    <w:uiPriority w:val="99"/>
    <w:qFormat/>
    <w:rsid w:val="0082715C"/>
    <w:rPr>
      <w:rFonts w:cs="Times New Roman"/>
      <w:i/>
      <w:iCs/>
    </w:rPr>
  </w:style>
  <w:style w:type="paragraph" w:customStyle="1" w:styleId="msonormal0">
    <w:name w:val="msonormal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val="cs-CZ" w:eastAsia="cs-CZ"/>
    </w:rPr>
  </w:style>
  <w:style w:type="paragraph" w:customStyle="1" w:styleId="font5">
    <w:name w:val="font5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font6">
    <w:name w:val="font6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18"/>
      <w:szCs w:val="18"/>
      <w:lang w:val="cs-CZ" w:eastAsia="cs-CZ"/>
    </w:rPr>
  </w:style>
  <w:style w:type="paragraph" w:customStyle="1" w:styleId="font7">
    <w:name w:val="font7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font8">
    <w:name w:val="font8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xl65">
    <w:name w:val="xl65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66">
    <w:name w:val="xl66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auto"/>
      <w:sz w:val="18"/>
      <w:szCs w:val="18"/>
      <w:lang w:val="cs-CZ" w:eastAsia="cs-CZ"/>
    </w:rPr>
  </w:style>
  <w:style w:type="paragraph" w:customStyle="1" w:styleId="xl67">
    <w:name w:val="xl67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68">
    <w:name w:val="xl68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auto"/>
      <w:sz w:val="18"/>
      <w:szCs w:val="18"/>
      <w:lang w:val="cs-CZ" w:eastAsia="cs-CZ"/>
    </w:rPr>
  </w:style>
  <w:style w:type="paragraph" w:customStyle="1" w:styleId="xl69">
    <w:name w:val="xl69"/>
    <w:basedOn w:val="Normln"/>
    <w:rsid w:val="00A22A8D"/>
    <w:pP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0">
    <w:name w:val="xl70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1">
    <w:name w:val="xl71"/>
    <w:basedOn w:val="Normln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2">
    <w:name w:val="xl72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3">
    <w:name w:val="xl73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4">
    <w:name w:val="xl74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5">
    <w:name w:val="xl75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6">
    <w:name w:val="xl76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7">
    <w:name w:val="xl77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8">
    <w:name w:val="xl78"/>
    <w:basedOn w:val="Normln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9">
    <w:name w:val="xl79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auto"/>
      <w:sz w:val="18"/>
      <w:szCs w:val="18"/>
      <w:lang w:val="cs-CZ" w:eastAsia="cs-CZ"/>
    </w:rPr>
  </w:style>
  <w:style w:type="paragraph" w:customStyle="1" w:styleId="xl80">
    <w:name w:val="xl80"/>
    <w:basedOn w:val="Normln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1">
    <w:name w:val="xl81"/>
    <w:basedOn w:val="Normln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2">
    <w:name w:val="xl82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3">
    <w:name w:val="xl83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4">
    <w:name w:val="xl84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5">
    <w:name w:val="xl85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6">
    <w:name w:val="xl86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7">
    <w:name w:val="xl87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8">
    <w:name w:val="xl88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9">
    <w:name w:val="xl89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0">
    <w:name w:val="xl90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1">
    <w:name w:val="xl91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2">
    <w:name w:val="xl92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3">
    <w:name w:val="xl93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4">
    <w:name w:val="xl94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5">
    <w:name w:val="xl95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6">
    <w:name w:val="xl96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97">
    <w:name w:val="xl97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98">
    <w:name w:val="xl98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9">
    <w:name w:val="xl99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100">
    <w:name w:val="xl100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1">
    <w:name w:val="xl101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2">
    <w:name w:val="xl102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3">
    <w:name w:val="xl103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4">
    <w:name w:val="xl104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5">
    <w:name w:val="xl105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106">
    <w:name w:val="xl106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107">
    <w:name w:val="xl107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8">
    <w:name w:val="xl108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9">
    <w:name w:val="xl109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10">
    <w:name w:val="xl110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ill.ENDOA\Downloads\ijms-templat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D4B86-9A07-4F89-AACD-B4D9EEAD9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ijms-template (1)</Template>
  <TotalTime>19</TotalTime>
  <Pages>1</Pages>
  <Words>526</Words>
  <Characters>3110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Hill Martin</dc:creator>
  <cp:keywords/>
  <dc:description/>
  <cp:lastModifiedBy>entretest encyrtest</cp:lastModifiedBy>
  <cp:revision>6</cp:revision>
  <dcterms:created xsi:type="dcterms:W3CDTF">2023-11-23T16:52:00Z</dcterms:created>
  <dcterms:modified xsi:type="dcterms:W3CDTF">2023-11-23T17:25:00Z</dcterms:modified>
</cp:coreProperties>
</file>